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EA0A9" w14:textId="77777777" w:rsidR="00250F16" w:rsidRPr="00EE01C3" w:rsidRDefault="00250F16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787643DD" w14:textId="77777777" w:rsidR="00250F16" w:rsidRPr="00EE01C3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EE01C3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192ECB" wp14:editId="6A24E8ED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3CA152" w14:textId="77777777" w:rsidR="000C1506" w:rsidRPr="00EE01C3" w:rsidRDefault="000C1506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16059458" w14:textId="77777777" w:rsidR="000C1506" w:rsidRPr="00EE01C3" w:rsidRDefault="000C1506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92ECB" id="Rectângulo 1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293CA152" w14:textId="77777777" w:rsidR="000C1506" w:rsidRPr="00EE01C3" w:rsidRDefault="000C1506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16059458" w14:textId="77777777" w:rsidR="000C1506" w:rsidRPr="00EE01C3" w:rsidRDefault="000C1506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F18A75E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FD9B238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7D96C590" w14:textId="77777777" w:rsidR="00AC6E34" w:rsidRPr="00EE01C3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C26207F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7DB97349" w14:textId="77777777" w:rsidR="00863E5E" w:rsidRPr="00F51457" w:rsidRDefault="00863E5E" w:rsidP="00863E5E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32"/>
          <w:szCs w:val="24"/>
        </w:rPr>
      </w:pPr>
      <w:r w:rsidRPr="00F51457">
        <w:rPr>
          <w:rFonts w:ascii="Verdana Pro Light" w:hAnsi="Verdana Pro Light"/>
          <w:b/>
          <w:color w:val="000000" w:themeColor="text1"/>
          <w:sz w:val="32"/>
          <w:szCs w:val="24"/>
        </w:rPr>
        <w:t>____</w:t>
      </w:r>
      <w:r w:rsidR="000A6580" w:rsidRPr="000A6580">
        <w:t xml:space="preserve"> </w:t>
      </w:r>
      <w:r w:rsidR="000A6580">
        <w:t>____________</w:t>
      </w:r>
      <w:r w:rsidR="000A6580" w:rsidRPr="000A6580">
        <w:rPr>
          <w:rFonts w:ascii="Verdana Pro Light" w:hAnsi="Verdana Pro Light"/>
          <w:b/>
          <w:color w:val="000000" w:themeColor="text1"/>
          <w:sz w:val="32"/>
          <w:szCs w:val="24"/>
        </w:rPr>
        <w:t>Produção de Conteúdos Interativos</w:t>
      </w:r>
      <w:r w:rsidRPr="00F51457">
        <w:rPr>
          <w:rFonts w:ascii="Verdana Pro Light" w:hAnsi="Verdana Pro Light"/>
          <w:b/>
          <w:color w:val="000000" w:themeColor="text1"/>
          <w:sz w:val="32"/>
          <w:szCs w:val="24"/>
        </w:rPr>
        <w:t>_________</w:t>
      </w:r>
    </w:p>
    <w:p w14:paraId="4E88BED7" w14:textId="77777777" w:rsidR="00863E5E" w:rsidRPr="006B26A4" w:rsidRDefault="00863E5E" w:rsidP="00863E5E">
      <w:pPr>
        <w:spacing w:after="0" w:line="656" w:lineRule="exact"/>
        <w:jc w:val="center"/>
        <w:rPr>
          <w:rFonts w:ascii="Verdana Pro Light" w:hAnsi="Verdana Pro Light"/>
          <w:color w:val="000000" w:themeColor="text1"/>
          <w:sz w:val="44"/>
        </w:rPr>
      </w:pPr>
      <w:r w:rsidRPr="006B26A4">
        <w:rPr>
          <w:rFonts w:ascii="Verdana Pro Light" w:hAnsi="Verdana Pro Light"/>
          <w:color w:val="000000" w:themeColor="text1"/>
          <w:sz w:val="20"/>
          <w:szCs w:val="24"/>
        </w:rPr>
        <w:t>(</w:t>
      </w:r>
      <w:r w:rsidR="00B05E6D">
        <w:rPr>
          <w:rFonts w:ascii="Verdana Pro Light" w:hAnsi="Verdana Pro Light"/>
          <w:color w:val="000000" w:themeColor="text1"/>
          <w:sz w:val="20"/>
          <w:szCs w:val="24"/>
        </w:rPr>
        <w:t>Produção de Conteúdos Interativos</w:t>
      </w:r>
      <w:r w:rsidRPr="006B26A4">
        <w:rPr>
          <w:rFonts w:ascii="Verdana Pro Light" w:hAnsi="Verdana Pro Light"/>
          <w:color w:val="000000" w:themeColor="text1"/>
          <w:sz w:val="20"/>
          <w:szCs w:val="24"/>
        </w:rPr>
        <w:t>)</w:t>
      </w:r>
    </w:p>
    <w:p w14:paraId="6F0E19BD" w14:textId="77777777" w:rsidR="00AC6E34" w:rsidRPr="00712C22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31FDA65C" wp14:editId="302394CA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CC07EF" w14:textId="77777777" w:rsidR="000C1506" w:rsidRPr="00EF41D5" w:rsidRDefault="000C1506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19593DE8" w14:textId="77777777" w:rsidR="000C1506" w:rsidRPr="00EF41D5" w:rsidRDefault="000C1506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FDA65C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67CC07EF" w14:textId="77777777" w:rsidR="000C1506" w:rsidRPr="00EF41D5" w:rsidRDefault="000C1506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19593DE8" w14:textId="77777777" w:rsidR="000C1506" w:rsidRPr="00EF41D5" w:rsidRDefault="000C1506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FA8BE35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="000A6580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 xml:space="preserve">213 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–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 xml:space="preserve"> </w:t>
      </w:r>
      <w:r w:rsidR="000A6580" w:rsidRPr="000A6580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>Audiovisuais e Produção dos Media</w:t>
      </w:r>
    </w:p>
    <w:p w14:paraId="5795B152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: 000000</w:t>
      </w:r>
    </w:p>
    <w:p w14:paraId="24C08E3A" w14:textId="77777777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BE4305" w:rsidRPr="00CF60BD">
        <w:rPr>
          <w:rFonts w:ascii="Wingdings" w:eastAsia="Wingdings" w:hAnsi="Wingdings" w:cs="Wingdings"/>
          <w:b/>
          <w:bCs/>
          <w:color w:val="000000" w:themeColor="text1"/>
          <w:sz w:val="32"/>
          <w:szCs w:val="28"/>
        </w:rPr>
        <w:t></w:t>
      </w:r>
    </w:p>
    <w:p w14:paraId="0A1D0F14" w14:textId="36CEC838" w:rsidR="00AC6E34" w:rsidRPr="00712C22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  <w:r w:rsidR="00BF75F1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99</w:t>
      </w:r>
    </w:p>
    <w:p w14:paraId="17D83B19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5D5FF6D6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458D57E4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5A71B219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506E35F1" w14:textId="77777777" w:rsidR="008C1AD9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Sect="00E4299A">
          <w:headerReference w:type="default" r:id="rId10"/>
          <w:footerReference w:type="default" r:id="rId11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2F183685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05ACA07D" w14:textId="77777777" w:rsidR="00AC6E34" w:rsidRDefault="00AC6E3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4A958C30" w14:textId="06BDC3E4" w:rsidR="00F84D14" w:rsidRDefault="00D236F4" w:rsidP="00506131">
      <w:pPr>
        <w:pStyle w:val="PargrafodaLista"/>
        <w:spacing w:after="120" w:line="240" w:lineRule="auto"/>
        <w:ind w:left="0"/>
        <w:jc w:val="both"/>
        <w:rPr>
          <w:rFonts w:ascii="Verdana Pro Light" w:hAnsi="Verdana Pro Light" w:cstheme="minorHAnsi"/>
        </w:rPr>
      </w:pPr>
      <w:bookmarkStart w:id="0" w:name="_Hlk158969578"/>
      <w:r>
        <w:rPr>
          <w:rFonts w:ascii="Verdana Pro Light" w:hAnsi="Verdana Pro Light" w:cstheme="minorHAnsi"/>
        </w:rPr>
        <w:t>Atuar na área dos</w:t>
      </w:r>
      <w:r w:rsidRPr="00D236F4">
        <w:rPr>
          <w:rFonts w:ascii="Verdana Pro Light" w:hAnsi="Verdana Pro Light" w:cstheme="minorHAnsi"/>
        </w:rPr>
        <w:t xml:space="preserve"> espetáculo</w:t>
      </w:r>
      <w:r>
        <w:rPr>
          <w:rFonts w:ascii="Verdana Pro Light" w:hAnsi="Verdana Pro Light" w:cstheme="minorHAnsi"/>
        </w:rPr>
        <w:t>s</w:t>
      </w:r>
      <w:r w:rsidRPr="00D236F4">
        <w:rPr>
          <w:rFonts w:ascii="Verdana Pro Light" w:hAnsi="Verdana Pro Light" w:cstheme="minorHAnsi"/>
        </w:rPr>
        <w:t xml:space="preserve">, exposições, cultura e comunicação digital, </w:t>
      </w:r>
      <w:r>
        <w:rPr>
          <w:rFonts w:ascii="Verdana Pro Light" w:hAnsi="Verdana Pro Light" w:cstheme="minorHAnsi"/>
        </w:rPr>
        <w:t>com foco</w:t>
      </w:r>
      <w:r w:rsidRPr="00D236F4">
        <w:rPr>
          <w:rFonts w:ascii="Verdana Pro Light" w:hAnsi="Verdana Pro Light" w:cstheme="minorHAnsi"/>
        </w:rPr>
        <w:t xml:space="preserve"> </w:t>
      </w:r>
      <w:r>
        <w:rPr>
          <w:rFonts w:ascii="Verdana Pro Light" w:hAnsi="Verdana Pro Light" w:cstheme="minorHAnsi"/>
        </w:rPr>
        <w:t>nas</w:t>
      </w:r>
      <w:r w:rsidRPr="00D236F4">
        <w:rPr>
          <w:rFonts w:ascii="Verdana Pro Light" w:hAnsi="Verdana Pro Light" w:cstheme="minorHAnsi"/>
        </w:rPr>
        <w:t xml:space="preserve"> artes interativas. </w:t>
      </w:r>
      <w:r>
        <w:rPr>
          <w:rFonts w:ascii="Verdana Pro Light" w:hAnsi="Verdana Pro Light" w:cstheme="minorHAnsi"/>
        </w:rPr>
        <w:t>C</w:t>
      </w:r>
      <w:r w:rsidRPr="00D236F4">
        <w:rPr>
          <w:rFonts w:ascii="Verdana Pro Light" w:hAnsi="Verdana Pro Light" w:cstheme="minorHAnsi"/>
        </w:rPr>
        <w:t>onceber e desenvolver conteúdos criativos interativos para web, dispositivos móveis e ambientes locais. Produzir animações e jogos utilizando sensores, microcontroladores, realidade virtual e realidade aumentada."</w:t>
      </w:r>
    </w:p>
    <w:bookmarkEnd w:id="0"/>
    <w:p w14:paraId="2B92BC85" w14:textId="77777777" w:rsidR="002C27AD" w:rsidRPr="00712C22" w:rsidRDefault="002C27AD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662FF0CA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7887E245" w14:textId="4674C7B5" w:rsidR="00353DE9" w:rsidRPr="00353DE9" w:rsidRDefault="00353DE9" w:rsidP="00353DE9">
      <w:pPr>
        <w:pStyle w:val="PargrafodaLista"/>
        <w:numPr>
          <w:ilvl w:val="0"/>
          <w:numId w:val="12"/>
        </w:numPr>
        <w:tabs>
          <w:tab w:val="left" w:pos="9072"/>
        </w:tabs>
        <w:spacing w:after="0" w:line="276" w:lineRule="auto"/>
        <w:ind w:left="426" w:hanging="425"/>
        <w:rPr>
          <w:rFonts w:ascii="Verdana Pro Light" w:hAnsi="Verdana Pro Light" w:cstheme="minorHAnsi"/>
        </w:rPr>
      </w:pPr>
      <w:r w:rsidRPr="00353DE9">
        <w:rPr>
          <w:rFonts w:ascii="Verdana Pro Light" w:hAnsi="Verdana Pro Light" w:cstheme="minorHAnsi"/>
        </w:rPr>
        <w:t>Desenvolver algoritmos numa linguagem de programação.</w:t>
      </w:r>
    </w:p>
    <w:p w14:paraId="100077A4" w14:textId="41573EC0" w:rsidR="00353DE9" w:rsidRPr="00353DE9" w:rsidRDefault="00353DE9" w:rsidP="00353DE9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</w:rPr>
      </w:pPr>
      <w:r w:rsidRPr="00353DE9">
        <w:rPr>
          <w:rFonts w:ascii="Verdana Pro Light" w:hAnsi="Verdana Pro Light" w:cstheme="minorHAnsi"/>
        </w:rPr>
        <w:t>2 - Adapta</w:t>
      </w:r>
      <w:r w:rsidR="005B5B19">
        <w:rPr>
          <w:rFonts w:ascii="Verdana Pro Light" w:hAnsi="Verdana Pro Light" w:cstheme="minorHAnsi"/>
        </w:rPr>
        <w:t>r</w:t>
      </w:r>
      <w:r w:rsidRPr="00353DE9">
        <w:rPr>
          <w:rFonts w:ascii="Verdana Pro Light" w:hAnsi="Verdana Pro Light" w:cstheme="minorHAnsi"/>
        </w:rPr>
        <w:t xml:space="preserve"> de código genérico e código generativo.</w:t>
      </w:r>
    </w:p>
    <w:p w14:paraId="7CFA8ABE" w14:textId="77777777" w:rsidR="00353DE9" w:rsidRPr="00353DE9" w:rsidRDefault="00353DE9" w:rsidP="00353DE9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</w:rPr>
      </w:pPr>
      <w:r w:rsidRPr="00353DE9">
        <w:rPr>
          <w:rFonts w:ascii="Verdana Pro Light" w:hAnsi="Verdana Pro Light" w:cstheme="minorHAnsi"/>
        </w:rPr>
        <w:t>3 - Criar instalações / dispositivos interativos programando microcontroladores.</w:t>
      </w:r>
    </w:p>
    <w:p w14:paraId="32A995C2" w14:textId="77777777" w:rsidR="00353DE9" w:rsidRPr="00353DE9" w:rsidRDefault="00353DE9" w:rsidP="00353DE9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</w:rPr>
      </w:pPr>
      <w:r w:rsidRPr="00353DE9">
        <w:rPr>
          <w:rFonts w:ascii="Verdana Pro Light" w:hAnsi="Verdana Pro Light" w:cstheme="minorHAnsi"/>
        </w:rPr>
        <w:t>4 - Desenvolver animações 3D e interativas.</w:t>
      </w:r>
    </w:p>
    <w:p w14:paraId="2EE2FB56" w14:textId="77777777" w:rsidR="00353DE9" w:rsidRPr="00353DE9" w:rsidRDefault="00353DE9" w:rsidP="00353DE9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</w:rPr>
      </w:pPr>
      <w:r w:rsidRPr="00353DE9">
        <w:rPr>
          <w:rFonts w:ascii="Verdana Pro Light" w:hAnsi="Verdana Pro Light" w:cstheme="minorHAnsi"/>
        </w:rPr>
        <w:t>5 - Desenhar, implementar e testar interfaces homem-máquina.</w:t>
      </w:r>
    </w:p>
    <w:p w14:paraId="54D0CD23" w14:textId="0EC4E791" w:rsidR="00353DE9" w:rsidRPr="00353DE9" w:rsidRDefault="00353DE9" w:rsidP="00353DE9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</w:rPr>
      </w:pPr>
      <w:r w:rsidRPr="00353DE9">
        <w:rPr>
          <w:rFonts w:ascii="Verdana Pro Light" w:hAnsi="Verdana Pro Light" w:cstheme="minorHAnsi"/>
        </w:rPr>
        <w:t xml:space="preserve">6 - </w:t>
      </w:r>
      <w:r w:rsidR="00A9030E">
        <w:rPr>
          <w:rFonts w:ascii="Verdana Pro Light" w:hAnsi="Verdana Pro Light" w:cstheme="minorHAnsi"/>
        </w:rPr>
        <w:t>Aplicar</w:t>
      </w:r>
      <w:r w:rsidRPr="00353DE9">
        <w:rPr>
          <w:rFonts w:ascii="Verdana Pro Light" w:hAnsi="Verdana Pro Light" w:cstheme="minorHAnsi"/>
        </w:rPr>
        <w:t xml:space="preserve"> </w:t>
      </w:r>
      <w:proofErr w:type="spellStart"/>
      <w:r w:rsidRPr="00353DE9">
        <w:rPr>
          <w:rFonts w:ascii="Verdana Pro Light" w:hAnsi="Verdana Pro Light" w:cstheme="minorHAnsi"/>
        </w:rPr>
        <w:t>transMedia</w:t>
      </w:r>
      <w:proofErr w:type="spellEnd"/>
      <w:r w:rsidRPr="00353DE9">
        <w:rPr>
          <w:rFonts w:ascii="Verdana Pro Light" w:hAnsi="Verdana Pro Light" w:cstheme="minorHAnsi"/>
        </w:rPr>
        <w:t>, design imersivo e realidade virtual.</w:t>
      </w:r>
    </w:p>
    <w:p w14:paraId="695A88B6" w14:textId="77777777" w:rsidR="00353DE9" w:rsidRPr="00353DE9" w:rsidRDefault="00353DE9" w:rsidP="00353DE9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</w:rPr>
      </w:pPr>
      <w:r w:rsidRPr="00353DE9">
        <w:rPr>
          <w:rFonts w:ascii="Verdana Pro Light" w:hAnsi="Verdana Pro Light" w:cstheme="minorHAnsi"/>
        </w:rPr>
        <w:t>7 - Utilizar ferramentas de Inteligência artificial.</w:t>
      </w:r>
    </w:p>
    <w:p w14:paraId="58D68E5E" w14:textId="513B9584" w:rsidR="00AC6E34" w:rsidRDefault="00353DE9" w:rsidP="00353DE9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</w:rPr>
      </w:pPr>
      <w:r w:rsidRPr="00353DE9">
        <w:rPr>
          <w:rFonts w:ascii="Verdana Pro Light" w:hAnsi="Verdana Pro Light" w:cstheme="minorHAnsi"/>
        </w:rPr>
        <w:t>8 - Criar e programar jogos simples</w:t>
      </w:r>
    </w:p>
    <w:p w14:paraId="60A2E6B4" w14:textId="77777777" w:rsidR="00353DE9" w:rsidRPr="00250F16" w:rsidRDefault="00353DE9" w:rsidP="00353DE9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3A208790" w14:textId="77777777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250F16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37AD2B06" w14:textId="77777777" w:rsidR="001438CC" w:rsidRDefault="001438CC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0CFD69DF" w14:textId="77777777" w:rsidR="00250F16" w:rsidRPr="00250F16" w:rsidRDefault="00250F16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0D33938" w14:textId="77777777" w:rsidR="00AC6E34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tbl>
      <w:tblPr>
        <w:tblStyle w:val="TabelacomGrelha1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146772" w:rsidRPr="00146772" w14:paraId="3368BC5E" w14:textId="77777777" w:rsidTr="00146772">
        <w:trPr>
          <w:trHeight w:val="556"/>
          <w:tblHeader/>
          <w:jc w:val="center"/>
        </w:trPr>
        <w:tc>
          <w:tcPr>
            <w:tcW w:w="1185" w:type="dxa"/>
            <w:shd w:val="clear" w:color="auto" w:fill="D0CECE"/>
            <w:vAlign w:val="center"/>
          </w:tcPr>
          <w:p w14:paraId="67E347BE" w14:textId="77777777" w:rsidR="00146772" w:rsidRPr="00146772" w:rsidRDefault="00146772" w:rsidP="00146772">
            <w:pPr>
              <w:widowControl w:val="0"/>
              <w:tabs>
                <w:tab w:val="left" w:pos="284"/>
                <w:tab w:val="left" w:pos="679"/>
              </w:tabs>
              <w:jc w:val="center"/>
              <w:rPr>
                <w:rFonts w:ascii="Verdana Pro Light" w:eastAsia="Calibri" w:hAnsi="Verdana Pro Light"/>
                <w:b/>
                <w:smallCaps/>
                <w:sz w:val="16"/>
                <w:szCs w:val="16"/>
                <w:lang w:val="en-US"/>
              </w:rPr>
            </w:pPr>
            <w:r w:rsidRPr="00146772">
              <w:rPr>
                <w:rFonts w:ascii="Verdana Pro Light" w:eastAsia="Calibri" w:hAnsi="Verdana Pro Light"/>
                <w:b/>
                <w:smallCaps/>
                <w:sz w:val="16"/>
                <w:szCs w:val="16"/>
                <w:lang w:val="en-US"/>
              </w:rPr>
              <w:t>Código UC</w:t>
            </w:r>
            <w:r w:rsidRPr="00146772">
              <w:rPr>
                <w:rFonts w:ascii="Verdana Pro Light" w:eastAsia="Calibri" w:hAnsi="Verdana Pro Light"/>
                <w:b/>
                <w:smallCaps/>
                <w:position w:val="6"/>
                <w:sz w:val="16"/>
                <w:szCs w:val="16"/>
                <w:lang w:val="en-US"/>
              </w:rPr>
              <w:footnoteReference w:id="1"/>
            </w:r>
          </w:p>
        </w:tc>
        <w:tc>
          <w:tcPr>
            <w:tcW w:w="709" w:type="dxa"/>
            <w:shd w:val="clear" w:color="auto" w:fill="D0CECE"/>
            <w:vAlign w:val="center"/>
          </w:tcPr>
          <w:p w14:paraId="154430D2" w14:textId="77777777" w:rsidR="00146772" w:rsidRPr="00146772" w:rsidRDefault="00146772" w:rsidP="00146772">
            <w:pPr>
              <w:widowControl w:val="0"/>
              <w:tabs>
                <w:tab w:val="left" w:pos="-3653"/>
                <w:tab w:val="left" w:pos="-250"/>
              </w:tabs>
              <w:jc w:val="center"/>
              <w:rPr>
                <w:rFonts w:ascii="Verdana Pro Light" w:eastAsia="Calibri" w:hAnsi="Verdana Pro Light"/>
                <w:b/>
                <w:smallCaps/>
                <w:sz w:val="16"/>
                <w:szCs w:val="16"/>
                <w:lang w:val="en-US"/>
              </w:rPr>
            </w:pPr>
            <w:proofErr w:type="gramStart"/>
            <w:r w:rsidRPr="00146772">
              <w:rPr>
                <w:rFonts w:ascii="Verdana Pro Light" w:eastAsia="Calibri" w:hAnsi="Verdana Pro Light"/>
                <w:b/>
                <w:smallCaps/>
                <w:sz w:val="16"/>
                <w:szCs w:val="16"/>
                <w:lang w:val="en-US"/>
              </w:rPr>
              <w:t>N.º</w:t>
            </w:r>
            <w:proofErr w:type="gramEnd"/>
            <w:r w:rsidRPr="00146772">
              <w:rPr>
                <w:rFonts w:ascii="Verdana Pro Light" w:eastAsia="Calibri" w:hAnsi="Verdana Pro Light"/>
                <w:b/>
                <w:smallCaps/>
                <w:sz w:val="16"/>
                <w:szCs w:val="16"/>
                <w:lang w:val="en-US"/>
              </w:rPr>
              <w:t xml:space="preserve"> UC</w:t>
            </w:r>
          </w:p>
        </w:tc>
        <w:tc>
          <w:tcPr>
            <w:tcW w:w="6094" w:type="dxa"/>
            <w:shd w:val="clear" w:color="auto" w:fill="D0CECE"/>
            <w:vAlign w:val="center"/>
          </w:tcPr>
          <w:p w14:paraId="7411B83C" w14:textId="77777777" w:rsidR="00146772" w:rsidRPr="00146772" w:rsidRDefault="00146772" w:rsidP="00146772">
            <w:pPr>
              <w:widowControl w:val="0"/>
              <w:ind w:right="-109"/>
              <w:jc w:val="center"/>
              <w:rPr>
                <w:rFonts w:ascii="Verdana Pro Light" w:eastAsia="Calibri" w:hAnsi="Verdana Pro Light"/>
                <w:b/>
                <w:smallCaps/>
                <w:sz w:val="16"/>
                <w:szCs w:val="16"/>
                <w:lang w:val="en-US"/>
              </w:rPr>
            </w:pPr>
            <w:proofErr w:type="spellStart"/>
            <w:r w:rsidRPr="00146772">
              <w:rPr>
                <w:rFonts w:ascii="Verdana Pro Light" w:eastAsia="Calibri" w:hAnsi="Verdana Pro Light"/>
                <w:b/>
                <w:smallCaps/>
                <w:sz w:val="16"/>
                <w:szCs w:val="16"/>
                <w:lang w:val="en-US"/>
              </w:rPr>
              <w:t>Unidades</w:t>
            </w:r>
            <w:proofErr w:type="spellEnd"/>
            <w:r w:rsidRPr="00146772">
              <w:rPr>
                <w:rFonts w:ascii="Verdana Pro Light" w:eastAsia="Calibri" w:hAnsi="Verdana Pro Light"/>
                <w:b/>
                <w:smallCaps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146772">
              <w:rPr>
                <w:rFonts w:ascii="Verdana Pro Light" w:eastAsia="Calibri" w:hAnsi="Verdana Pro Light"/>
                <w:b/>
                <w:smallCaps/>
                <w:sz w:val="16"/>
                <w:szCs w:val="16"/>
                <w:lang w:val="en-US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/>
            <w:vAlign w:val="center"/>
          </w:tcPr>
          <w:p w14:paraId="66D5CEBB" w14:textId="77777777" w:rsidR="00146772" w:rsidRPr="00146772" w:rsidRDefault="00146772" w:rsidP="00146772">
            <w:pPr>
              <w:widowControl w:val="0"/>
              <w:jc w:val="center"/>
              <w:rPr>
                <w:rFonts w:ascii="Verdana Pro Light" w:eastAsia="Calibri" w:hAnsi="Verdana Pro Light"/>
                <w:b/>
                <w:smallCaps/>
                <w:sz w:val="16"/>
                <w:szCs w:val="16"/>
                <w:lang w:val="en-US"/>
              </w:rPr>
            </w:pPr>
            <w:r w:rsidRPr="00146772">
              <w:rPr>
                <w:rFonts w:ascii="Verdana Pro Light" w:eastAsia="Calibri" w:hAnsi="Verdana Pro Light"/>
                <w:b/>
                <w:smallCaps/>
                <w:sz w:val="16"/>
                <w:szCs w:val="16"/>
                <w:lang w:val="en-US"/>
              </w:rPr>
              <w:t>Pontos de Crédito</w:t>
            </w:r>
          </w:p>
        </w:tc>
      </w:tr>
      <w:tr w:rsidR="00146772" w:rsidRPr="00146772" w14:paraId="1084A514" w14:textId="77777777" w:rsidTr="00146772">
        <w:trPr>
          <w:trHeight w:val="317"/>
          <w:jc w:val="center"/>
        </w:trPr>
        <w:tc>
          <w:tcPr>
            <w:tcW w:w="1185" w:type="dxa"/>
            <w:vAlign w:val="center"/>
          </w:tcPr>
          <w:p w14:paraId="540F3338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662CD9B6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sz w:val="16"/>
                <w:szCs w:val="16"/>
              </w:rPr>
              <w:t>01</w:t>
            </w:r>
          </w:p>
        </w:tc>
        <w:tc>
          <w:tcPr>
            <w:tcW w:w="6094" w:type="dxa"/>
          </w:tcPr>
          <w:p w14:paraId="61A90A4F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>Prestar informações sobre o setor de Produção de Conteúdos Interativos</w:t>
            </w:r>
          </w:p>
        </w:tc>
        <w:tc>
          <w:tcPr>
            <w:tcW w:w="1134" w:type="dxa"/>
          </w:tcPr>
          <w:p w14:paraId="2CFD67D2" w14:textId="77777777" w:rsidR="00146772" w:rsidRPr="00146772" w:rsidRDefault="00146772" w:rsidP="00BC1458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48576396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BBDB62C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4802A1E2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sz w:val="16"/>
                <w:szCs w:val="16"/>
              </w:rPr>
              <w:t>02</w:t>
            </w:r>
          </w:p>
        </w:tc>
        <w:tc>
          <w:tcPr>
            <w:tcW w:w="6094" w:type="dxa"/>
          </w:tcPr>
          <w:p w14:paraId="28092429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>Implementar as normas de segurança e saúde no trabalho na área profissional da Produção de Conteúdos Interativos</w:t>
            </w:r>
          </w:p>
        </w:tc>
        <w:tc>
          <w:tcPr>
            <w:tcW w:w="1134" w:type="dxa"/>
          </w:tcPr>
          <w:p w14:paraId="01BCF032" w14:textId="77777777" w:rsidR="00146772" w:rsidRPr="00146772" w:rsidRDefault="00146772" w:rsidP="00BC1458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5254C3A6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945EE3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660922CC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03</w:t>
            </w:r>
          </w:p>
        </w:tc>
        <w:tc>
          <w:tcPr>
            <w:tcW w:w="6094" w:type="dxa"/>
          </w:tcPr>
          <w:p w14:paraId="0788E160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>Colaborar e trabalhar em equipa</w:t>
            </w:r>
          </w:p>
        </w:tc>
        <w:tc>
          <w:tcPr>
            <w:tcW w:w="1134" w:type="dxa"/>
          </w:tcPr>
          <w:p w14:paraId="293ADD9E" w14:textId="77777777" w:rsidR="00146772" w:rsidRPr="00146772" w:rsidRDefault="00146772" w:rsidP="00BC1458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6227A132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8E29B90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48769823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04</w:t>
            </w:r>
          </w:p>
        </w:tc>
        <w:tc>
          <w:tcPr>
            <w:tcW w:w="6094" w:type="dxa"/>
          </w:tcPr>
          <w:p w14:paraId="08B752BB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>Comunicar e interagir em contexto profissional</w:t>
            </w:r>
          </w:p>
        </w:tc>
        <w:tc>
          <w:tcPr>
            <w:tcW w:w="1134" w:type="dxa"/>
          </w:tcPr>
          <w:p w14:paraId="7BED8581" w14:textId="77777777" w:rsidR="00146772" w:rsidRPr="00146772" w:rsidRDefault="00146772" w:rsidP="00BC1458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35DDE090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55FD468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68645A11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sz w:val="16"/>
                <w:szCs w:val="16"/>
              </w:rPr>
              <w:t>05</w:t>
            </w:r>
          </w:p>
        </w:tc>
        <w:tc>
          <w:tcPr>
            <w:tcW w:w="6094" w:type="dxa"/>
            <w:shd w:val="clear" w:color="auto" w:fill="auto"/>
          </w:tcPr>
          <w:p w14:paraId="6CE03888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>Interagir em inglês na área profissional da Produção de Conteúdos Interativos</w:t>
            </w:r>
          </w:p>
        </w:tc>
        <w:tc>
          <w:tcPr>
            <w:tcW w:w="1134" w:type="dxa"/>
          </w:tcPr>
          <w:p w14:paraId="70E5AAFF" w14:textId="77777777" w:rsidR="00146772" w:rsidRPr="00146772" w:rsidRDefault="00146772" w:rsidP="00BC1458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5CEF61BA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BFCCBC2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4C2183FA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06</w:t>
            </w:r>
          </w:p>
        </w:tc>
        <w:tc>
          <w:tcPr>
            <w:tcW w:w="6094" w:type="dxa"/>
          </w:tcPr>
          <w:p w14:paraId="3CD0F7FF" w14:textId="77777777" w:rsidR="00146772" w:rsidRPr="00146772" w:rsidRDefault="00146772" w:rsidP="00146772">
            <w:pPr>
              <w:rPr>
                <w:rFonts w:ascii="Calibri" w:eastAsia="Calibri" w:hAnsi="Calibri"/>
              </w:rPr>
            </w:pPr>
            <w:proofErr w:type="spellStart"/>
            <w:r w:rsidRPr="00146772">
              <w:rPr>
                <w:rFonts w:ascii="Calibri" w:eastAsia="Calibri" w:hAnsi="Calibri"/>
              </w:rPr>
              <w:t>Desenvolver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</w:t>
            </w:r>
            <w:proofErr w:type="spellStart"/>
            <w:r w:rsidRPr="00146772">
              <w:rPr>
                <w:rFonts w:ascii="Calibri" w:eastAsia="Calibri" w:hAnsi="Calibri"/>
              </w:rPr>
              <w:t>algoritmos</w:t>
            </w:r>
            <w:proofErr w:type="spellEnd"/>
            <w:r w:rsidRPr="00146772">
              <w:rPr>
                <w:rFonts w:ascii="Verdana Pro Light" w:eastAsia="Calibri" w:hAnsi="Verdana Pro Light"/>
                <w:sz w:val="18"/>
                <w:szCs w:val="18"/>
              </w:rPr>
              <w:t>*</w:t>
            </w:r>
          </w:p>
        </w:tc>
        <w:tc>
          <w:tcPr>
            <w:tcW w:w="1134" w:type="dxa"/>
          </w:tcPr>
          <w:p w14:paraId="37C6B3E0" w14:textId="77777777" w:rsidR="00146772" w:rsidRPr="00146772" w:rsidRDefault="00146772" w:rsidP="00BC1458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1F699682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685161A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1AADD51D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sz w:val="16"/>
                <w:szCs w:val="16"/>
              </w:rPr>
              <w:t>07</w:t>
            </w:r>
          </w:p>
        </w:tc>
        <w:tc>
          <w:tcPr>
            <w:tcW w:w="6094" w:type="dxa"/>
          </w:tcPr>
          <w:p w14:paraId="19D58212" w14:textId="77777777" w:rsidR="00146772" w:rsidRPr="00146772" w:rsidRDefault="00146772" w:rsidP="00146772">
            <w:pPr>
              <w:rPr>
                <w:rFonts w:ascii="Calibri" w:eastAsia="Calibri" w:hAnsi="Calibri"/>
              </w:rPr>
            </w:pPr>
            <w:proofErr w:type="spellStart"/>
            <w:r w:rsidRPr="00146772">
              <w:rPr>
                <w:rFonts w:ascii="Calibri" w:eastAsia="Calibri" w:hAnsi="Calibri"/>
              </w:rPr>
              <w:t>Utilizar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</w:t>
            </w:r>
            <w:proofErr w:type="spellStart"/>
            <w:r w:rsidRPr="00146772">
              <w:rPr>
                <w:rFonts w:ascii="Calibri" w:eastAsia="Calibri" w:hAnsi="Calibri"/>
              </w:rPr>
              <w:t>código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</w:t>
            </w:r>
            <w:proofErr w:type="spellStart"/>
            <w:r w:rsidRPr="00146772">
              <w:rPr>
                <w:rFonts w:ascii="Calibri" w:eastAsia="Calibri" w:hAnsi="Calibri"/>
              </w:rPr>
              <w:t>generativo</w:t>
            </w:r>
            <w:proofErr w:type="spellEnd"/>
          </w:p>
        </w:tc>
        <w:tc>
          <w:tcPr>
            <w:tcW w:w="1134" w:type="dxa"/>
          </w:tcPr>
          <w:p w14:paraId="2EEB996C" w14:textId="77777777" w:rsidR="00146772" w:rsidRPr="00146772" w:rsidRDefault="00146772" w:rsidP="00BC1458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35CADB0B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0BFBDA3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46DAE9D6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sz w:val="16"/>
                <w:szCs w:val="16"/>
              </w:rPr>
              <w:t>08</w:t>
            </w:r>
          </w:p>
        </w:tc>
        <w:tc>
          <w:tcPr>
            <w:tcW w:w="6094" w:type="dxa"/>
          </w:tcPr>
          <w:p w14:paraId="5749857E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>Adaptar código genérico para executar conteúdos</w:t>
            </w:r>
          </w:p>
        </w:tc>
        <w:tc>
          <w:tcPr>
            <w:tcW w:w="1134" w:type="dxa"/>
          </w:tcPr>
          <w:p w14:paraId="3A9308F1" w14:textId="77777777" w:rsidR="00146772" w:rsidRPr="00146772" w:rsidRDefault="00146772" w:rsidP="00BC1458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790CCBD3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2421880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7CB2C8BA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  <w:highlight w:val="yellow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09</w:t>
            </w:r>
          </w:p>
        </w:tc>
        <w:tc>
          <w:tcPr>
            <w:tcW w:w="6094" w:type="dxa"/>
          </w:tcPr>
          <w:p w14:paraId="71CB8CCA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>Configurar microcontroladores e programar respostas</w:t>
            </w:r>
          </w:p>
        </w:tc>
        <w:tc>
          <w:tcPr>
            <w:tcW w:w="1134" w:type="dxa"/>
          </w:tcPr>
          <w:p w14:paraId="28E52017" w14:textId="77777777" w:rsidR="00146772" w:rsidRPr="00146772" w:rsidRDefault="00146772" w:rsidP="00BC1458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70117A01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AF443B4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07D63985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sz w:val="16"/>
                <w:szCs w:val="16"/>
              </w:rPr>
              <w:t>10</w:t>
            </w:r>
          </w:p>
        </w:tc>
        <w:tc>
          <w:tcPr>
            <w:tcW w:w="6094" w:type="dxa"/>
          </w:tcPr>
          <w:p w14:paraId="406950CC" w14:textId="77777777" w:rsidR="00146772" w:rsidRPr="00146772" w:rsidRDefault="00146772" w:rsidP="00146772">
            <w:pPr>
              <w:rPr>
                <w:rFonts w:ascii="Calibri" w:eastAsia="Calibri" w:hAnsi="Calibri"/>
              </w:rPr>
            </w:pPr>
            <w:proofErr w:type="spellStart"/>
            <w:r w:rsidRPr="00146772">
              <w:rPr>
                <w:rFonts w:ascii="Calibri" w:eastAsia="Calibri" w:hAnsi="Calibri"/>
              </w:rPr>
              <w:t>Configurar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</w:t>
            </w:r>
            <w:proofErr w:type="spellStart"/>
            <w:r w:rsidRPr="00146772">
              <w:rPr>
                <w:rFonts w:ascii="Calibri" w:eastAsia="Calibri" w:hAnsi="Calibri"/>
              </w:rPr>
              <w:t>sensores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</w:t>
            </w:r>
          </w:p>
        </w:tc>
        <w:tc>
          <w:tcPr>
            <w:tcW w:w="1134" w:type="dxa"/>
          </w:tcPr>
          <w:p w14:paraId="234D85C4" w14:textId="77777777" w:rsidR="00146772" w:rsidRPr="00146772" w:rsidRDefault="00146772" w:rsidP="00BC1458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17F6E736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9827557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4CDC89E8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sz w:val="16"/>
                <w:szCs w:val="16"/>
              </w:rPr>
              <w:t>11</w:t>
            </w:r>
          </w:p>
        </w:tc>
        <w:tc>
          <w:tcPr>
            <w:tcW w:w="6094" w:type="dxa"/>
          </w:tcPr>
          <w:p w14:paraId="43A37A6C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>Produzir uma instalação interativa utilizando microcontroladores e sensores</w:t>
            </w:r>
          </w:p>
        </w:tc>
        <w:tc>
          <w:tcPr>
            <w:tcW w:w="1134" w:type="dxa"/>
          </w:tcPr>
          <w:p w14:paraId="719C65B6" w14:textId="77777777" w:rsidR="00146772" w:rsidRPr="00146772" w:rsidRDefault="00146772" w:rsidP="00BC1458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4,5</w:t>
            </w:r>
          </w:p>
        </w:tc>
      </w:tr>
      <w:tr w:rsidR="00146772" w:rsidRPr="00146772" w14:paraId="6508A6AF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610D243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7E5F57C3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12</w:t>
            </w:r>
          </w:p>
        </w:tc>
        <w:tc>
          <w:tcPr>
            <w:tcW w:w="6094" w:type="dxa"/>
          </w:tcPr>
          <w:p w14:paraId="2AB6C4C2" w14:textId="77777777" w:rsidR="00146772" w:rsidRPr="00146772" w:rsidRDefault="00146772" w:rsidP="00146772">
            <w:pPr>
              <w:rPr>
                <w:rFonts w:ascii="Calibri" w:eastAsia="Calibri" w:hAnsi="Calibri"/>
              </w:rPr>
            </w:pPr>
            <w:proofErr w:type="spellStart"/>
            <w:r w:rsidRPr="00146772">
              <w:rPr>
                <w:rFonts w:ascii="Calibri" w:eastAsia="Calibri" w:hAnsi="Calibri"/>
              </w:rPr>
              <w:t>Editar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Imagens </w:t>
            </w:r>
            <w:proofErr w:type="spellStart"/>
            <w:r w:rsidRPr="00146772">
              <w:rPr>
                <w:rFonts w:ascii="Calibri" w:eastAsia="Calibri" w:hAnsi="Calibri"/>
              </w:rPr>
              <w:t>vetoriais</w:t>
            </w:r>
            <w:proofErr w:type="spellEnd"/>
          </w:p>
        </w:tc>
        <w:tc>
          <w:tcPr>
            <w:tcW w:w="1134" w:type="dxa"/>
          </w:tcPr>
          <w:p w14:paraId="40A71620" w14:textId="77777777" w:rsidR="00146772" w:rsidRPr="00146772" w:rsidRDefault="00146772" w:rsidP="00BC1458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4,5</w:t>
            </w:r>
          </w:p>
        </w:tc>
      </w:tr>
      <w:tr w:rsidR="00146772" w:rsidRPr="00146772" w14:paraId="3975EB4D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7EF7858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58E8899B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13</w:t>
            </w:r>
          </w:p>
        </w:tc>
        <w:tc>
          <w:tcPr>
            <w:tcW w:w="6094" w:type="dxa"/>
          </w:tcPr>
          <w:p w14:paraId="6BF3DDA4" w14:textId="77777777" w:rsidR="00146772" w:rsidRPr="00146772" w:rsidRDefault="00146772" w:rsidP="00146772">
            <w:pPr>
              <w:rPr>
                <w:rFonts w:ascii="Calibri" w:eastAsia="Calibri" w:hAnsi="Calibri"/>
              </w:rPr>
            </w:pPr>
            <w:proofErr w:type="spellStart"/>
            <w:r w:rsidRPr="00146772">
              <w:rPr>
                <w:rFonts w:ascii="Calibri" w:eastAsia="Calibri" w:hAnsi="Calibri"/>
              </w:rPr>
              <w:t>Editar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Imagens Bitmap</w:t>
            </w:r>
          </w:p>
        </w:tc>
        <w:tc>
          <w:tcPr>
            <w:tcW w:w="1134" w:type="dxa"/>
          </w:tcPr>
          <w:p w14:paraId="058AD0B9" w14:textId="77777777" w:rsidR="00146772" w:rsidRPr="00146772" w:rsidRDefault="00146772" w:rsidP="00BC1458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4,5</w:t>
            </w:r>
          </w:p>
        </w:tc>
      </w:tr>
      <w:tr w:rsidR="00146772" w:rsidRPr="00146772" w14:paraId="34B32E9D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BD0B53F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10C62EA5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14</w:t>
            </w:r>
          </w:p>
        </w:tc>
        <w:tc>
          <w:tcPr>
            <w:tcW w:w="6094" w:type="dxa"/>
          </w:tcPr>
          <w:p w14:paraId="1DF8340E" w14:textId="77777777" w:rsidR="00146772" w:rsidRPr="00146772" w:rsidRDefault="00146772" w:rsidP="00146772">
            <w:pPr>
              <w:rPr>
                <w:rFonts w:ascii="Calibri" w:eastAsia="Calibri" w:hAnsi="Calibri"/>
              </w:rPr>
            </w:pPr>
            <w:proofErr w:type="spellStart"/>
            <w:r w:rsidRPr="00146772">
              <w:rPr>
                <w:rFonts w:ascii="Calibri" w:eastAsia="Calibri" w:hAnsi="Calibri"/>
              </w:rPr>
              <w:t>Editar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</w:t>
            </w:r>
            <w:proofErr w:type="spellStart"/>
            <w:r w:rsidRPr="00146772">
              <w:rPr>
                <w:rFonts w:ascii="Calibri" w:eastAsia="Calibri" w:hAnsi="Calibri"/>
              </w:rPr>
              <w:t>som</w:t>
            </w:r>
            <w:proofErr w:type="spellEnd"/>
          </w:p>
        </w:tc>
        <w:tc>
          <w:tcPr>
            <w:tcW w:w="1134" w:type="dxa"/>
          </w:tcPr>
          <w:p w14:paraId="55F1B4D5" w14:textId="77777777" w:rsidR="00146772" w:rsidRPr="00146772" w:rsidRDefault="00146772" w:rsidP="00BC1458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52510F1C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91011B4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588409F8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15</w:t>
            </w:r>
          </w:p>
        </w:tc>
        <w:tc>
          <w:tcPr>
            <w:tcW w:w="6094" w:type="dxa"/>
          </w:tcPr>
          <w:p w14:paraId="5C7F584B" w14:textId="77777777" w:rsidR="00146772" w:rsidRPr="00146772" w:rsidRDefault="00146772" w:rsidP="00146772">
            <w:pPr>
              <w:rPr>
                <w:rFonts w:ascii="Calibri" w:eastAsia="Calibri" w:hAnsi="Calibri"/>
              </w:rPr>
            </w:pPr>
            <w:proofErr w:type="spellStart"/>
            <w:r w:rsidRPr="00146772">
              <w:rPr>
                <w:rFonts w:ascii="Calibri" w:eastAsia="Calibri" w:hAnsi="Calibri"/>
              </w:rPr>
              <w:t>Editar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</w:t>
            </w:r>
            <w:proofErr w:type="spellStart"/>
            <w:r w:rsidRPr="00146772">
              <w:rPr>
                <w:rFonts w:ascii="Calibri" w:eastAsia="Calibri" w:hAnsi="Calibri"/>
              </w:rPr>
              <w:t>sequências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de </w:t>
            </w:r>
            <w:proofErr w:type="spellStart"/>
            <w:r w:rsidRPr="00146772">
              <w:rPr>
                <w:rFonts w:ascii="Calibri" w:eastAsia="Calibri" w:hAnsi="Calibri"/>
              </w:rPr>
              <w:t>vídeo</w:t>
            </w:r>
            <w:proofErr w:type="spellEnd"/>
          </w:p>
        </w:tc>
        <w:tc>
          <w:tcPr>
            <w:tcW w:w="1134" w:type="dxa"/>
          </w:tcPr>
          <w:p w14:paraId="1C6B0FFD" w14:textId="77777777" w:rsidR="00146772" w:rsidRPr="00146772" w:rsidRDefault="00146772" w:rsidP="00146772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11F06340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ABD99D7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6C37977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16</w:t>
            </w:r>
          </w:p>
        </w:tc>
        <w:tc>
          <w:tcPr>
            <w:tcW w:w="6094" w:type="dxa"/>
          </w:tcPr>
          <w:p w14:paraId="34179216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>Realizar modelação de objetos 3D</w:t>
            </w:r>
          </w:p>
        </w:tc>
        <w:tc>
          <w:tcPr>
            <w:tcW w:w="1134" w:type="dxa"/>
          </w:tcPr>
          <w:p w14:paraId="074C3741" w14:textId="77777777" w:rsidR="00146772" w:rsidRPr="00146772" w:rsidRDefault="00146772" w:rsidP="00146772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4,5</w:t>
            </w:r>
          </w:p>
        </w:tc>
      </w:tr>
      <w:tr w:rsidR="00146772" w:rsidRPr="00146772" w14:paraId="77D01356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E1C4F4A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F1A96D6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17</w:t>
            </w:r>
          </w:p>
        </w:tc>
        <w:tc>
          <w:tcPr>
            <w:tcW w:w="6094" w:type="dxa"/>
          </w:tcPr>
          <w:p w14:paraId="2A195820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>Aplicar iluminação e texturização em produtos 3D</w:t>
            </w:r>
          </w:p>
        </w:tc>
        <w:tc>
          <w:tcPr>
            <w:tcW w:w="1134" w:type="dxa"/>
          </w:tcPr>
          <w:p w14:paraId="295688EF" w14:textId="77777777" w:rsidR="00146772" w:rsidRPr="00146772" w:rsidRDefault="00146772" w:rsidP="00146772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7F22BEBF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482B445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54A6F71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18</w:t>
            </w:r>
          </w:p>
        </w:tc>
        <w:tc>
          <w:tcPr>
            <w:tcW w:w="6094" w:type="dxa"/>
          </w:tcPr>
          <w:p w14:paraId="33A21A9E" w14:textId="77777777" w:rsidR="00146772" w:rsidRPr="00146772" w:rsidRDefault="00146772" w:rsidP="00146772">
            <w:pPr>
              <w:rPr>
                <w:rFonts w:ascii="Calibri" w:eastAsia="Calibri" w:hAnsi="Calibri"/>
              </w:rPr>
            </w:pPr>
            <w:proofErr w:type="spellStart"/>
            <w:r w:rsidRPr="00146772">
              <w:rPr>
                <w:rFonts w:ascii="Calibri" w:eastAsia="Calibri" w:hAnsi="Calibri"/>
              </w:rPr>
              <w:t>Editar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e </w:t>
            </w:r>
            <w:proofErr w:type="spellStart"/>
            <w:r w:rsidRPr="00146772">
              <w:rPr>
                <w:rFonts w:ascii="Calibri" w:eastAsia="Calibri" w:hAnsi="Calibri"/>
              </w:rPr>
              <w:t>animar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3 D </w:t>
            </w:r>
          </w:p>
        </w:tc>
        <w:tc>
          <w:tcPr>
            <w:tcW w:w="1134" w:type="dxa"/>
          </w:tcPr>
          <w:p w14:paraId="6CE3EDB2" w14:textId="77777777" w:rsidR="00146772" w:rsidRPr="00146772" w:rsidRDefault="00146772" w:rsidP="00146772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4,5</w:t>
            </w:r>
          </w:p>
        </w:tc>
      </w:tr>
      <w:tr w:rsidR="00146772" w:rsidRPr="00146772" w14:paraId="08601183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2FC939A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5EB782A4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19</w:t>
            </w:r>
          </w:p>
        </w:tc>
        <w:tc>
          <w:tcPr>
            <w:tcW w:w="6094" w:type="dxa"/>
          </w:tcPr>
          <w:p w14:paraId="411BA59E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 xml:space="preserve">Utilizar ferramentas AI em aplicações de Realidade Aumentada e Virtual  </w:t>
            </w:r>
          </w:p>
        </w:tc>
        <w:tc>
          <w:tcPr>
            <w:tcW w:w="1134" w:type="dxa"/>
          </w:tcPr>
          <w:p w14:paraId="5CAD88A5" w14:textId="77777777" w:rsidR="00146772" w:rsidRPr="00146772" w:rsidRDefault="00146772" w:rsidP="00146772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08EC77C6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88C93D2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740FD932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sz w:val="16"/>
                <w:szCs w:val="16"/>
              </w:rPr>
              <w:t>20</w:t>
            </w:r>
          </w:p>
        </w:tc>
        <w:tc>
          <w:tcPr>
            <w:tcW w:w="6094" w:type="dxa"/>
          </w:tcPr>
          <w:p w14:paraId="1F0C4150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 xml:space="preserve">Utilizar ferramentas </w:t>
            </w:r>
            <w:proofErr w:type="spellStart"/>
            <w:r w:rsidRPr="00146772">
              <w:rPr>
                <w:rFonts w:ascii="Calibri" w:eastAsia="Calibri" w:hAnsi="Calibri"/>
                <w:lang w:val="pt-PT"/>
              </w:rPr>
              <w:t>NoCode</w:t>
            </w:r>
            <w:proofErr w:type="spellEnd"/>
            <w:r w:rsidRPr="00146772">
              <w:rPr>
                <w:rFonts w:ascii="Calibri" w:eastAsia="Calibri" w:hAnsi="Calibri"/>
                <w:lang w:val="pt-PT"/>
              </w:rPr>
              <w:t xml:space="preserve"> na produção de animação e interatividade</w:t>
            </w:r>
          </w:p>
        </w:tc>
        <w:tc>
          <w:tcPr>
            <w:tcW w:w="1134" w:type="dxa"/>
          </w:tcPr>
          <w:p w14:paraId="34324E24" w14:textId="77777777" w:rsidR="00146772" w:rsidRPr="00146772" w:rsidRDefault="00146772" w:rsidP="00146772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4,5</w:t>
            </w:r>
          </w:p>
        </w:tc>
      </w:tr>
      <w:tr w:rsidR="00146772" w:rsidRPr="00146772" w14:paraId="3D14BBF5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2BB9F59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2DD10EB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21</w:t>
            </w:r>
          </w:p>
        </w:tc>
        <w:tc>
          <w:tcPr>
            <w:tcW w:w="6094" w:type="dxa"/>
          </w:tcPr>
          <w:p w14:paraId="15DEDD51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>Construir interfaces e animações interativas</w:t>
            </w:r>
          </w:p>
        </w:tc>
        <w:tc>
          <w:tcPr>
            <w:tcW w:w="1134" w:type="dxa"/>
          </w:tcPr>
          <w:p w14:paraId="21DD2D04" w14:textId="77777777" w:rsidR="00146772" w:rsidRPr="00146772" w:rsidRDefault="00146772" w:rsidP="00146772">
            <w:pPr>
              <w:jc w:val="center"/>
              <w:rPr>
                <w:rFonts w:ascii="Calibri" w:eastAsia="Calibri" w:hAnsi="Calibri"/>
                <w:highlight w:val="yellow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6E8930D5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F7B871C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0FB2699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sz w:val="16"/>
                <w:szCs w:val="16"/>
              </w:rPr>
              <w:t>22</w:t>
            </w:r>
          </w:p>
        </w:tc>
        <w:tc>
          <w:tcPr>
            <w:tcW w:w="6094" w:type="dxa"/>
          </w:tcPr>
          <w:p w14:paraId="5E0484DC" w14:textId="77777777" w:rsidR="00146772" w:rsidRPr="00146772" w:rsidRDefault="00146772" w:rsidP="00146772">
            <w:pPr>
              <w:rPr>
                <w:rFonts w:ascii="Calibri" w:eastAsia="Calibri" w:hAnsi="Calibri"/>
                <w:highlight w:val="yellow"/>
              </w:rPr>
            </w:pPr>
            <w:proofErr w:type="spellStart"/>
            <w:r w:rsidRPr="00146772">
              <w:rPr>
                <w:rFonts w:ascii="Calibri" w:eastAsia="Calibri" w:hAnsi="Calibri"/>
              </w:rPr>
              <w:t>Implementar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interfaces </w:t>
            </w:r>
            <w:proofErr w:type="spellStart"/>
            <w:r w:rsidRPr="00146772">
              <w:rPr>
                <w:rFonts w:ascii="Calibri" w:eastAsia="Calibri" w:hAnsi="Calibri"/>
              </w:rPr>
              <w:t>interativas</w:t>
            </w:r>
            <w:proofErr w:type="spellEnd"/>
          </w:p>
        </w:tc>
        <w:tc>
          <w:tcPr>
            <w:tcW w:w="1134" w:type="dxa"/>
          </w:tcPr>
          <w:p w14:paraId="6E69DE7C" w14:textId="77777777" w:rsidR="00146772" w:rsidRPr="00146772" w:rsidRDefault="00146772" w:rsidP="00146772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4,5</w:t>
            </w:r>
          </w:p>
        </w:tc>
      </w:tr>
      <w:tr w:rsidR="00146772" w:rsidRPr="00146772" w14:paraId="3330CB77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02349E7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04D6D367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sz w:val="16"/>
                <w:szCs w:val="16"/>
              </w:rPr>
              <w:t>23</w:t>
            </w:r>
          </w:p>
        </w:tc>
        <w:tc>
          <w:tcPr>
            <w:tcW w:w="6094" w:type="dxa"/>
          </w:tcPr>
          <w:p w14:paraId="4078B789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>Realizar desenho gráfico de interfaces</w:t>
            </w:r>
          </w:p>
        </w:tc>
        <w:tc>
          <w:tcPr>
            <w:tcW w:w="1134" w:type="dxa"/>
          </w:tcPr>
          <w:p w14:paraId="7225E78C" w14:textId="77777777" w:rsidR="00146772" w:rsidRPr="00146772" w:rsidRDefault="00146772" w:rsidP="00146772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1032BDD1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1FA5364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B5E2841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24</w:t>
            </w:r>
          </w:p>
        </w:tc>
        <w:tc>
          <w:tcPr>
            <w:tcW w:w="6094" w:type="dxa"/>
          </w:tcPr>
          <w:p w14:paraId="563B0214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 xml:space="preserve">Desenvolver narrativas </w:t>
            </w:r>
            <w:proofErr w:type="spellStart"/>
            <w:r w:rsidRPr="00146772">
              <w:rPr>
                <w:rFonts w:ascii="Calibri" w:eastAsia="Calibri" w:hAnsi="Calibri"/>
                <w:lang w:val="pt-PT"/>
              </w:rPr>
              <w:t>transMedia</w:t>
            </w:r>
            <w:proofErr w:type="spellEnd"/>
            <w:r w:rsidRPr="00146772">
              <w:rPr>
                <w:rFonts w:ascii="Calibri" w:eastAsia="Calibri" w:hAnsi="Calibri"/>
                <w:lang w:val="pt-PT"/>
              </w:rPr>
              <w:t xml:space="preserve"> de design imersivo e realidade virtual</w:t>
            </w:r>
          </w:p>
        </w:tc>
        <w:tc>
          <w:tcPr>
            <w:tcW w:w="1134" w:type="dxa"/>
          </w:tcPr>
          <w:p w14:paraId="30CBA982" w14:textId="77777777" w:rsidR="00146772" w:rsidRPr="00146772" w:rsidRDefault="00146772" w:rsidP="00146772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4,5</w:t>
            </w:r>
          </w:p>
        </w:tc>
      </w:tr>
      <w:tr w:rsidR="00146772" w:rsidRPr="00146772" w14:paraId="097DC412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5A8A963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3276DFC1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sz w:val="16"/>
                <w:szCs w:val="16"/>
              </w:rPr>
              <w:t>25</w:t>
            </w:r>
          </w:p>
        </w:tc>
        <w:tc>
          <w:tcPr>
            <w:tcW w:w="6094" w:type="dxa"/>
          </w:tcPr>
          <w:p w14:paraId="1572D013" w14:textId="77777777" w:rsidR="00146772" w:rsidRPr="00146772" w:rsidRDefault="00146772" w:rsidP="00146772">
            <w:pPr>
              <w:rPr>
                <w:rFonts w:ascii="Calibri" w:eastAsia="Calibri" w:hAnsi="Calibri"/>
                <w:lang w:val="pt-PT"/>
              </w:rPr>
            </w:pPr>
            <w:r w:rsidRPr="00146772">
              <w:rPr>
                <w:rFonts w:ascii="Calibri" w:eastAsia="Calibri" w:hAnsi="Calibri"/>
                <w:lang w:val="pt-PT"/>
              </w:rPr>
              <w:t>Criar projetos com Realidade Aumentada</w:t>
            </w:r>
          </w:p>
        </w:tc>
        <w:tc>
          <w:tcPr>
            <w:tcW w:w="1134" w:type="dxa"/>
          </w:tcPr>
          <w:p w14:paraId="70A51E06" w14:textId="77777777" w:rsidR="00146772" w:rsidRPr="00146772" w:rsidRDefault="00146772" w:rsidP="00146772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712F211D" w14:textId="77777777" w:rsidTr="00146772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8D78BA1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/>
            <w:vAlign w:val="center"/>
          </w:tcPr>
          <w:p w14:paraId="401475F5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26</w:t>
            </w:r>
          </w:p>
        </w:tc>
        <w:tc>
          <w:tcPr>
            <w:tcW w:w="6094" w:type="dxa"/>
            <w:tcBorders>
              <w:bottom w:val="dotted" w:sz="4" w:space="0" w:color="auto"/>
            </w:tcBorders>
          </w:tcPr>
          <w:p w14:paraId="6BFE0301" w14:textId="77777777" w:rsidR="00146772" w:rsidRPr="00146772" w:rsidRDefault="00146772" w:rsidP="00146772">
            <w:pPr>
              <w:rPr>
                <w:rFonts w:ascii="Calibri" w:eastAsia="Calibri" w:hAnsi="Calibri"/>
              </w:rPr>
            </w:pPr>
            <w:proofErr w:type="spellStart"/>
            <w:r w:rsidRPr="00146772">
              <w:rPr>
                <w:rFonts w:ascii="Calibri" w:eastAsia="Calibri" w:hAnsi="Calibri"/>
              </w:rPr>
              <w:t>Programar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</w:t>
            </w:r>
            <w:proofErr w:type="spellStart"/>
            <w:r w:rsidRPr="00146772">
              <w:rPr>
                <w:rFonts w:ascii="Calibri" w:eastAsia="Calibri" w:hAnsi="Calibri"/>
              </w:rPr>
              <w:t>videojogos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14:paraId="0AC636C0" w14:textId="77777777" w:rsidR="00146772" w:rsidRPr="00146772" w:rsidRDefault="00146772" w:rsidP="00146772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4,5</w:t>
            </w:r>
          </w:p>
        </w:tc>
      </w:tr>
      <w:tr w:rsidR="00146772" w:rsidRPr="00146772" w14:paraId="19C22DC2" w14:textId="77777777" w:rsidTr="00146772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8164CAC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/>
            <w:vAlign w:val="center"/>
          </w:tcPr>
          <w:p w14:paraId="4A883521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color w:val="FFC000"/>
                <w:sz w:val="16"/>
                <w:szCs w:val="16"/>
              </w:rPr>
              <w:t>27</w:t>
            </w:r>
          </w:p>
        </w:tc>
        <w:tc>
          <w:tcPr>
            <w:tcW w:w="6094" w:type="dxa"/>
            <w:tcBorders>
              <w:bottom w:val="dotted" w:sz="4" w:space="0" w:color="auto"/>
            </w:tcBorders>
          </w:tcPr>
          <w:p w14:paraId="666B1A3D" w14:textId="77777777" w:rsidR="00146772" w:rsidRPr="00146772" w:rsidRDefault="00146772" w:rsidP="00146772">
            <w:pPr>
              <w:rPr>
                <w:rFonts w:ascii="Calibri" w:eastAsia="Calibri" w:hAnsi="Calibri"/>
              </w:rPr>
            </w:pPr>
            <w:proofErr w:type="spellStart"/>
            <w:r w:rsidRPr="00146772">
              <w:rPr>
                <w:rFonts w:ascii="Calibri" w:eastAsia="Calibri" w:hAnsi="Calibri"/>
              </w:rPr>
              <w:t>Gerir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um </w:t>
            </w:r>
            <w:proofErr w:type="spellStart"/>
            <w:r w:rsidRPr="00146772">
              <w:rPr>
                <w:rFonts w:ascii="Calibri" w:eastAsia="Calibri" w:hAnsi="Calibri"/>
              </w:rPr>
              <w:t>projeto</w:t>
            </w:r>
            <w:proofErr w:type="spellEnd"/>
            <w:r w:rsidRPr="00146772">
              <w:rPr>
                <w:rFonts w:ascii="Calibri" w:eastAsia="Calibri" w:hAnsi="Calibri"/>
              </w:rPr>
              <w:t xml:space="preserve"> </w:t>
            </w:r>
            <w:proofErr w:type="spellStart"/>
            <w:r w:rsidRPr="00146772">
              <w:rPr>
                <w:rFonts w:ascii="Calibri" w:eastAsia="Calibri" w:hAnsi="Calibri"/>
              </w:rPr>
              <w:t>multimédia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14:paraId="35DA7B8A" w14:textId="77777777" w:rsidR="00146772" w:rsidRPr="00146772" w:rsidRDefault="00146772" w:rsidP="00146772">
            <w:pPr>
              <w:jc w:val="center"/>
              <w:rPr>
                <w:rFonts w:ascii="Calibri" w:eastAsia="Calibri" w:hAnsi="Calibri"/>
              </w:rPr>
            </w:pPr>
            <w:r w:rsidRPr="00146772">
              <w:rPr>
                <w:rFonts w:ascii="Calibri" w:eastAsia="Calibri" w:hAnsi="Calibri"/>
              </w:rPr>
              <w:t>2,25</w:t>
            </w:r>
          </w:p>
        </w:tc>
      </w:tr>
      <w:tr w:rsidR="00146772" w:rsidRPr="00146772" w14:paraId="23A39009" w14:textId="77777777" w:rsidTr="0014677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9623009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56D9AAD3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</w:p>
        </w:tc>
        <w:tc>
          <w:tcPr>
            <w:tcW w:w="6094" w:type="dxa"/>
          </w:tcPr>
          <w:p w14:paraId="777B4D85" w14:textId="77777777" w:rsidR="00146772" w:rsidRPr="00146772" w:rsidRDefault="00146772" w:rsidP="00146772">
            <w:pPr>
              <w:rPr>
                <w:rFonts w:ascii="Calibri" w:eastAsia="Calibri" w:hAnsi="Calibri"/>
                <w:highlight w:val="yellow"/>
              </w:rPr>
            </w:pPr>
          </w:p>
        </w:tc>
        <w:tc>
          <w:tcPr>
            <w:tcW w:w="1134" w:type="dxa"/>
          </w:tcPr>
          <w:p w14:paraId="5059E499" w14:textId="77777777" w:rsidR="00146772" w:rsidRPr="00146772" w:rsidRDefault="00146772" w:rsidP="00146772">
            <w:pPr>
              <w:jc w:val="center"/>
              <w:rPr>
                <w:rFonts w:ascii="Calibri" w:eastAsia="Calibri" w:hAnsi="Calibri"/>
                <w:highlight w:val="yellow"/>
              </w:rPr>
            </w:pPr>
          </w:p>
        </w:tc>
      </w:tr>
      <w:tr w:rsidR="00146772" w:rsidRPr="00146772" w14:paraId="14A66E37" w14:textId="77777777" w:rsidTr="00146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4D96390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32CD714B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sz w:val="16"/>
                <w:szCs w:val="16"/>
              </w:rPr>
              <w:t>29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005E4" w14:textId="77777777" w:rsidR="00146772" w:rsidRPr="00146772" w:rsidRDefault="00146772" w:rsidP="00146772">
            <w:pPr>
              <w:rPr>
                <w:rFonts w:ascii="Calibri" w:eastAsia="Calibri" w:hAnsi="Calibri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06EC5C8" w14:textId="77777777" w:rsidR="00146772" w:rsidRPr="00146772" w:rsidRDefault="00146772" w:rsidP="00146772">
            <w:pPr>
              <w:rPr>
                <w:rFonts w:ascii="Calibri" w:eastAsia="Calibri" w:hAnsi="Calibri"/>
              </w:rPr>
            </w:pPr>
          </w:p>
        </w:tc>
      </w:tr>
      <w:tr w:rsidR="00146772" w:rsidRPr="00146772" w14:paraId="7CE8B532" w14:textId="77777777" w:rsidTr="00146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FDEDE50" w14:textId="77777777" w:rsidR="00146772" w:rsidRPr="00146772" w:rsidRDefault="00146772" w:rsidP="00146772">
            <w:pPr>
              <w:tabs>
                <w:tab w:val="left" w:pos="421"/>
              </w:tabs>
              <w:jc w:val="center"/>
              <w:rPr>
                <w:rFonts w:ascii="Verdana Pro Light" w:eastAsia="Calibri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340394F4" w14:textId="77777777" w:rsidR="00146772" w:rsidRPr="00146772" w:rsidRDefault="00146772" w:rsidP="0014677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Calibri" w:hAnsi="Verdana Pro Light" w:cs="Tahoma"/>
                <w:b/>
                <w:sz w:val="16"/>
                <w:szCs w:val="16"/>
              </w:rPr>
            </w:pPr>
            <w:r w:rsidRPr="00146772">
              <w:rPr>
                <w:rFonts w:ascii="Verdana Pro Light" w:eastAsia="Calibri" w:hAnsi="Verdana Pro Light" w:cs="Tahoma"/>
                <w:b/>
                <w:sz w:val="16"/>
                <w:szCs w:val="16"/>
              </w:rPr>
              <w:t>30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763214" w14:textId="77777777" w:rsidR="00146772" w:rsidRPr="00146772" w:rsidRDefault="00146772" w:rsidP="00146772">
            <w:pPr>
              <w:rPr>
                <w:rFonts w:ascii="Calibri" w:eastAsia="Calibri" w:hAnsi="Calibri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396BF026" w14:textId="77777777" w:rsidR="00146772" w:rsidRPr="00146772" w:rsidRDefault="00146772" w:rsidP="00146772">
            <w:pPr>
              <w:rPr>
                <w:rFonts w:ascii="Calibri" w:eastAsia="Calibri" w:hAnsi="Calibri"/>
              </w:rPr>
            </w:pPr>
          </w:p>
        </w:tc>
      </w:tr>
      <w:tr w:rsidR="00146772" w:rsidRPr="00146772" w14:paraId="62ADDC62" w14:textId="77777777" w:rsidTr="00146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067C45BD" w14:textId="77777777" w:rsidR="00146772" w:rsidRPr="00146772" w:rsidRDefault="00146772" w:rsidP="00146772">
            <w:pPr>
              <w:jc w:val="right"/>
              <w:rPr>
                <w:rFonts w:ascii="Verdana Pro Light" w:eastAsia="Calibri" w:hAnsi="Verdana Pro Light"/>
                <w:b/>
                <w:color w:val="0070C0"/>
                <w:sz w:val="18"/>
                <w:szCs w:val="18"/>
                <w:lang w:val="pt-PT"/>
              </w:rPr>
            </w:pPr>
            <w:r w:rsidRPr="00146772">
              <w:rPr>
                <w:rFonts w:ascii="Verdana Pro Light" w:eastAsia="Calibri" w:hAnsi="Verdana Pro Light"/>
                <w:b/>
                <w:sz w:val="18"/>
                <w:szCs w:val="18"/>
                <w:lang w:val="pt-PT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88C1FD3" w14:textId="03D92378" w:rsidR="00146772" w:rsidRPr="00146772" w:rsidRDefault="00146772" w:rsidP="0014677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81</w:t>
            </w:r>
            <w:r w:rsidR="00BC145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(900H)</w:t>
            </w:r>
          </w:p>
        </w:tc>
      </w:tr>
    </w:tbl>
    <w:p w14:paraId="0B2BEF72" w14:textId="77777777" w:rsidR="00CF6574" w:rsidRPr="00250F16" w:rsidRDefault="00CF657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623A144" w14:textId="77777777" w:rsidR="00AC6E34" w:rsidRPr="00250F16" w:rsidRDefault="00AC6E34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AC6E34" w:rsidRPr="00712C22" w14:paraId="03B55744" w14:textId="77777777" w:rsidTr="00EF41D5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4FEE92EE" w14:textId="18F221C4" w:rsidR="00AC6E34" w:rsidRPr="00662AC2" w:rsidRDefault="00AC6E34" w:rsidP="00EF41D5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t>Para obter a qualificação de ___________________</w:t>
            </w:r>
            <w:r w:rsidR="00BC1458">
              <w:rPr>
                <w:rFonts w:ascii="Verdana Pro Light" w:hAnsi="Verdana Pro Light" w:cstheme="minorHAnsi"/>
                <w:b/>
                <w:sz w:val="18"/>
              </w:rPr>
              <w:t xml:space="preserve">Técnico de Produção de </w:t>
            </w:r>
            <w:r w:rsidR="00B869F9">
              <w:rPr>
                <w:rFonts w:ascii="Verdana Pro Light" w:hAnsi="Verdana Pro Light" w:cstheme="minorHAnsi"/>
                <w:b/>
                <w:sz w:val="18"/>
              </w:rPr>
              <w:t>Conteúdos Interativos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___________, para além das UC Obrigatórias, terão também de ser realizadas UC Opcionais</w:t>
            </w:r>
            <w:r w:rsidR="00616272"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2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__</w:t>
            </w:r>
            <w:r w:rsidR="000158F4">
              <w:rPr>
                <w:rFonts w:ascii="Verdana Pro Light" w:hAnsi="Verdana Pro Light" w:cstheme="minorHAnsi"/>
                <w:b/>
                <w:sz w:val="18"/>
              </w:rPr>
              <w:t>200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 ou ao total de pontos de crédito de</w:t>
            </w:r>
            <w:r w:rsidR="00FF4F58"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</w:t>
            </w:r>
            <w:r w:rsidR="00E957BA">
              <w:rPr>
                <w:rFonts w:ascii="Verdana Pro Light" w:hAnsi="Verdana Pro Light" w:cstheme="minorHAnsi"/>
                <w:b/>
                <w:sz w:val="18"/>
              </w:rPr>
              <w:t>18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__.</w:t>
            </w:r>
          </w:p>
        </w:tc>
      </w:tr>
    </w:tbl>
    <w:p w14:paraId="5EE18206" w14:textId="77777777" w:rsidR="00E3670F" w:rsidRDefault="00E3670F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0C461479" w14:textId="77777777" w:rsidR="00E3670F" w:rsidRDefault="00E3670F">
      <w:pPr>
        <w:rPr>
          <w:rFonts w:ascii="Verdana Pro Light" w:hAnsi="Verdana Pro Light"/>
          <w:b/>
          <w:smallCaps/>
          <w:sz w:val="24"/>
          <w:szCs w:val="24"/>
          <w:u w:val="single"/>
        </w:rPr>
      </w:pPr>
      <w:r>
        <w:rPr>
          <w:rFonts w:ascii="Verdana Pro Light" w:hAnsi="Verdana Pro Light"/>
          <w:b/>
          <w:smallCaps/>
          <w:sz w:val="24"/>
          <w:szCs w:val="24"/>
          <w:u w:val="single"/>
        </w:rPr>
        <w:br w:type="page"/>
      </w:r>
    </w:p>
    <w:p w14:paraId="778C15D5" w14:textId="77777777" w:rsidR="00AC6E34" w:rsidRPr="00712C22" w:rsidRDefault="00AC6E34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5C2EDF6B" w14:textId="73C5A2DB" w:rsidR="00E957BA" w:rsidRDefault="00AC6E34" w:rsidP="00BF078E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2B7AE3" w:rsidRPr="00712C22" w14:paraId="486D2B84" w14:textId="77777777" w:rsidTr="00AD5C45">
        <w:trPr>
          <w:trHeight w:val="556"/>
          <w:tblHeader/>
          <w:jc w:val="center"/>
        </w:trPr>
        <w:tc>
          <w:tcPr>
            <w:tcW w:w="1186" w:type="dxa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19C30965" w14:textId="77777777" w:rsidR="002B7AE3" w:rsidRPr="00712C22" w:rsidRDefault="002B7AE3" w:rsidP="00AD5C45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A4C1EC3" w14:textId="77777777" w:rsidR="002B7AE3" w:rsidRDefault="002B7AE3" w:rsidP="00AD5C45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  <w:proofErr w:type="gramEnd"/>
          </w:p>
          <w:p w14:paraId="05450C17" w14:textId="77777777" w:rsidR="002B7AE3" w:rsidRPr="00712C22" w:rsidRDefault="002B7AE3" w:rsidP="00AD5C45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44ED7B63" w14:textId="77777777" w:rsidR="002B7AE3" w:rsidRPr="00712C22" w:rsidRDefault="002B7AE3" w:rsidP="00AD5C45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8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Competência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  <w:shd w:val="clear" w:color="auto" w:fill="D0CECE" w:themeFill="background2" w:themeFillShade="E6"/>
            <w:vAlign w:val="center"/>
          </w:tcPr>
          <w:p w14:paraId="65A3652C" w14:textId="77777777" w:rsidR="002B7AE3" w:rsidRPr="00712C22" w:rsidRDefault="002B7AE3" w:rsidP="00AD5C45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2B7AE3" w:rsidRPr="006C0318" w14:paraId="1CB8777E" w14:textId="77777777" w:rsidTr="00AD5C4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1F2B3B53" w14:textId="77777777" w:rsidR="002B7AE3" w:rsidRPr="006C0318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588FA6DC" w14:textId="77777777" w:rsidR="002B7AE3" w:rsidRPr="000B6869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B86441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01</w:t>
            </w:r>
          </w:p>
        </w:tc>
        <w:tc>
          <w:tcPr>
            <w:tcW w:w="6094" w:type="dxa"/>
            <w:tcBorders>
              <w:top w:val="nil"/>
              <w:left w:val="nil"/>
              <w:bottom w:val="nil"/>
              <w:right w:val="nil"/>
            </w:tcBorders>
          </w:tcPr>
          <w:p w14:paraId="1A01193F" w14:textId="77777777" w:rsidR="002B7AE3" w:rsidRPr="00BC4B21" w:rsidRDefault="002B7AE3" w:rsidP="00AD5C45">
            <w:r>
              <w:t xml:space="preserve">Desenvolver um guião multimédia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3238C4" w14:textId="77777777" w:rsidR="002B7AE3" w:rsidRDefault="002B7AE3" w:rsidP="00AD5C45">
            <w:r>
              <w:t>4,5</w:t>
            </w:r>
          </w:p>
        </w:tc>
      </w:tr>
      <w:tr w:rsidR="002B7AE3" w:rsidRPr="00712C22" w14:paraId="6F013117" w14:textId="77777777" w:rsidTr="00AD5C45">
        <w:trPr>
          <w:trHeight w:val="316"/>
          <w:jc w:val="center"/>
        </w:trPr>
        <w:tc>
          <w:tcPr>
            <w:tcW w:w="1186" w:type="dxa"/>
            <w:tcBorders>
              <w:top w:val="nil"/>
            </w:tcBorders>
            <w:vAlign w:val="center"/>
          </w:tcPr>
          <w:p w14:paraId="6BCCF0C4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E7E6E6" w:themeFill="background2"/>
            <w:vAlign w:val="center"/>
          </w:tcPr>
          <w:p w14:paraId="303D80CC" w14:textId="77777777" w:rsidR="002B7AE3" w:rsidRPr="00712C22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8"/>
              </w:rPr>
            </w:pPr>
            <w:r w:rsidRPr="007825D9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02</w:t>
            </w:r>
          </w:p>
        </w:tc>
        <w:tc>
          <w:tcPr>
            <w:tcW w:w="6094" w:type="dxa"/>
            <w:tcBorders>
              <w:top w:val="nil"/>
            </w:tcBorders>
          </w:tcPr>
          <w:p w14:paraId="4282D3AC" w14:textId="77777777" w:rsidR="002B7AE3" w:rsidRPr="00386043" w:rsidRDefault="002B7AE3" w:rsidP="00AD5C45">
            <w:r w:rsidRPr="00A71B0A">
              <w:t>Desenvolver uma base de dados relacional</w:t>
            </w:r>
          </w:p>
        </w:tc>
        <w:tc>
          <w:tcPr>
            <w:tcW w:w="1134" w:type="dxa"/>
            <w:tcBorders>
              <w:top w:val="nil"/>
            </w:tcBorders>
          </w:tcPr>
          <w:p w14:paraId="2FFF44DA" w14:textId="77777777" w:rsidR="002B7AE3" w:rsidRPr="00386043" w:rsidRDefault="002B7AE3" w:rsidP="00AD5C45">
            <w:r>
              <w:t>4,5</w:t>
            </w:r>
          </w:p>
        </w:tc>
      </w:tr>
      <w:tr w:rsidR="002B7AE3" w:rsidRPr="00712C22" w14:paraId="1A2C69FF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BC52DA7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6752187" w14:textId="77777777" w:rsidR="002B7AE3" w:rsidRPr="00712C22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7825D9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03</w:t>
            </w:r>
          </w:p>
        </w:tc>
        <w:tc>
          <w:tcPr>
            <w:tcW w:w="6094" w:type="dxa"/>
          </w:tcPr>
          <w:p w14:paraId="06942B49" w14:textId="77777777" w:rsidR="002B7AE3" w:rsidRPr="00F250E8" w:rsidRDefault="002B7AE3" w:rsidP="00AD5C45">
            <w:r w:rsidRPr="0004170D">
              <w:t xml:space="preserve">Aplicar o </w:t>
            </w:r>
            <w:proofErr w:type="spellStart"/>
            <w:r w:rsidRPr="0004170D">
              <w:t>storytelling</w:t>
            </w:r>
            <w:proofErr w:type="spellEnd"/>
            <w:r w:rsidRPr="0004170D">
              <w:t xml:space="preserve"> na comunicação</w:t>
            </w:r>
          </w:p>
        </w:tc>
        <w:tc>
          <w:tcPr>
            <w:tcW w:w="1134" w:type="dxa"/>
          </w:tcPr>
          <w:p w14:paraId="7D4D5114" w14:textId="77777777" w:rsidR="002B7AE3" w:rsidRDefault="002B7AE3" w:rsidP="00AD5C45">
            <w:r>
              <w:t>2,25</w:t>
            </w:r>
          </w:p>
        </w:tc>
      </w:tr>
      <w:tr w:rsidR="002B7AE3" w:rsidRPr="00712C22" w14:paraId="21C78EED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4EB2DAF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D446871" w14:textId="77777777" w:rsidR="002B7AE3" w:rsidRPr="00712C22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7825D9">
              <w:rPr>
                <w:rFonts w:ascii="Verdana Pro Light" w:hAnsi="Verdana Pro Light" w:cs="Tahoma"/>
                <w:b/>
                <w:color w:val="FFC000"/>
                <w:sz w:val="18"/>
              </w:rPr>
              <w:t>04</w:t>
            </w:r>
          </w:p>
        </w:tc>
        <w:tc>
          <w:tcPr>
            <w:tcW w:w="6094" w:type="dxa"/>
          </w:tcPr>
          <w:p w14:paraId="0467970A" w14:textId="77777777" w:rsidR="002B7AE3" w:rsidRPr="00386043" w:rsidRDefault="002B7AE3" w:rsidP="00AD5C45">
            <w:r w:rsidRPr="00F250E8">
              <w:t xml:space="preserve">Elaborar Storyboards </w:t>
            </w:r>
          </w:p>
        </w:tc>
        <w:tc>
          <w:tcPr>
            <w:tcW w:w="1134" w:type="dxa"/>
          </w:tcPr>
          <w:p w14:paraId="151A01E6" w14:textId="77777777" w:rsidR="002B7AE3" w:rsidRPr="00386043" w:rsidRDefault="002B7AE3" w:rsidP="00AD5C45">
            <w:r>
              <w:t>2,25</w:t>
            </w:r>
          </w:p>
        </w:tc>
      </w:tr>
      <w:tr w:rsidR="002B7AE3" w:rsidRPr="00712C22" w14:paraId="1B741991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FC2E0AD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2325118" w14:textId="77777777" w:rsidR="002B7AE3" w:rsidRPr="007825D9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8"/>
              </w:rPr>
            </w:pPr>
            <w:r w:rsidRPr="007825D9">
              <w:rPr>
                <w:rFonts w:ascii="Verdana Pro Light" w:hAnsi="Verdana Pro Light" w:cs="Tahoma"/>
                <w:b/>
                <w:color w:val="FFC000"/>
                <w:sz w:val="18"/>
              </w:rPr>
              <w:t>05</w:t>
            </w:r>
          </w:p>
        </w:tc>
        <w:tc>
          <w:tcPr>
            <w:tcW w:w="6094" w:type="dxa"/>
          </w:tcPr>
          <w:p w14:paraId="0F5DF67D" w14:textId="77777777" w:rsidR="002B7AE3" w:rsidRPr="00386043" w:rsidRDefault="002B7AE3" w:rsidP="00AD5C45">
            <w:bookmarkStart w:id="1" w:name="_Hlk154848532"/>
            <w:r w:rsidRPr="00264776">
              <w:t>Conceber animações 2D</w:t>
            </w:r>
            <w:bookmarkEnd w:id="1"/>
          </w:p>
        </w:tc>
        <w:tc>
          <w:tcPr>
            <w:tcW w:w="1134" w:type="dxa"/>
          </w:tcPr>
          <w:p w14:paraId="22C5DB20" w14:textId="77777777" w:rsidR="002B7AE3" w:rsidRPr="00386043" w:rsidRDefault="002B7AE3" w:rsidP="00AD5C45">
            <w:r>
              <w:t>4,5</w:t>
            </w:r>
          </w:p>
        </w:tc>
      </w:tr>
      <w:tr w:rsidR="002B7AE3" w:rsidRPr="006C0318" w14:paraId="76F22EC3" w14:textId="77777777" w:rsidTr="00AD5C4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</w:tcPr>
          <w:p w14:paraId="50059954" w14:textId="77777777" w:rsidR="002B7AE3" w:rsidRPr="006C0318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14:paraId="01D81A90" w14:textId="77777777" w:rsidR="002B7AE3" w:rsidRPr="007825D9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 w:rsidRPr="007825D9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06</w:t>
            </w:r>
          </w:p>
        </w:tc>
        <w:tc>
          <w:tcPr>
            <w:tcW w:w="6094" w:type="dxa"/>
            <w:tcBorders>
              <w:top w:val="nil"/>
              <w:left w:val="nil"/>
              <w:bottom w:val="nil"/>
              <w:right w:val="nil"/>
            </w:tcBorders>
          </w:tcPr>
          <w:p w14:paraId="5A7FC121" w14:textId="77777777" w:rsidR="002B7AE3" w:rsidRPr="003A3EC2" w:rsidRDefault="002B7AE3" w:rsidP="00AD5C45">
            <w:r w:rsidRPr="003A3EC2">
              <w:t>Desenvolver animações 3D avançadas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20FF61" w14:textId="77777777" w:rsidR="002B7AE3" w:rsidRDefault="002B7AE3" w:rsidP="00AD5C45">
            <w:r>
              <w:t>4,5</w:t>
            </w:r>
          </w:p>
        </w:tc>
      </w:tr>
      <w:tr w:rsidR="002B7AE3" w:rsidRPr="00712C22" w14:paraId="0EF02EA9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3F8D8DD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CA47106" w14:textId="77777777" w:rsidR="002B7AE3" w:rsidRPr="00712C22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D10BB7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07</w:t>
            </w:r>
          </w:p>
        </w:tc>
        <w:tc>
          <w:tcPr>
            <w:tcW w:w="6094" w:type="dxa"/>
          </w:tcPr>
          <w:p w14:paraId="0B90CBC0" w14:textId="77777777" w:rsidR="002B7AE3" w:rsidRPr="00386043" w:rsidRDefault="002B7AE3" w:rsidP="00AD5C45">
            <w:r w:rsidRPr="001123F9">
              <w:t>Texturizar modelos 3Ds e pintar cenários 2D</w:t>
            </w:r>
          </w:p>
        </w:tc>
        <w:tc>
          <w:tcPr>
            <w:tcW w:w="1134" w:type="dxa"/>
          </w:tcPr>
          <w:p w14:paraId="4CE52CB0" w14:textId="77777777" w:rsidR="002B7AE3" w:rsidRPr="00386043" w:rsidRDefault="002B7AE3" w:rsidP="00AD5C45">
            <w:r>
              <w:t>2,25</w:t>
            </w:r>
          </w:p>
        </w:tc>
      </w:tr>
      <w:tr w:rsidR="002B7AE3" w:rsidRPr="00712C22" w14:paraId="4F8DEDFE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F3AD141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E7A6581" w14:textId="77777777" w:rsidR="002B7AE3" w:rsidRPr="000B6869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D10BB7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8</w:t>
            </w:r>
          </w:p>
        </w:tc>
        <w:tc>
          <w:tcPr>
            <w:tcW w:w="6094" w:type="dxa"/>
          </w:tcPr>
          <w:p w14:paraId="3894FD3A" w14:textId="77777777" w:rsidR="002B7AE3" w:rsidRPr="00386043" w:rsidRDefault="002B7AE3" w:rsidP="00AD5C45">
            <w:r w:rsidRPr="00F250E8">
              <w:t xml:space="preserve">Criar ambientes tridimensionais interativos para jogos </w:t>
            </w:r>
          </w:p>
        </w:tc>
        <w:tc>
          <w:tcPr>
            <w:tcW w:w="1134" w:type="dxa"/>
          </w:tcPr>
          <w:p w14:paraId="46C35B2F" w14:textId="77777777" w:rsidR="002B7AE3" w:rsidRPr="00386043" w:rsidRDefault="002B7AE3" w:rsidP="00AD5C45">
            <w:r>
              <w:t>2,25</w:t>
            </w:r>
          </w:p>
        </w:tc>
      </w:tr>
      <w:tr w:rsidR="002B7AE3" w:rsidRPr="00712C22" w14:paraId="1E63F708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2F013E6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F38243E" w14:textId="77777777" w:rsidR="002B7AE3" w:rsidRPr="000B6869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DF3451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09</w:t>
            </w:r>
          </w:p>
        </w:tc>
        <w:tc>
          <w:tcPr>
            <w:tcW w:w="6094" w:type="dxa"/>
          </w:tcPr>
          <w:p w14:paraId="47D30F27" w14:textId="77777777" w:rsidR="002B7AE3" w:rsidRPr="00386043" w:rsidRDefault="002B7AE3" w:rsidP="00AD5C45">
            <w:r w:rsidRPr="00F250E8">
              <w:t>Manobrar os controlos e a regulação dos parâmetros mais comuns dos processadores</w:t>
            </w:r>
          </w:p>
        </w:tc>
        <w:tc>
          <w:tcPr>
            <w:tcW w:w="1134" w:type="dxa"/>
          </w:tcPr>
          <w:p w14:paraId="06F92097" w14:textId="77777777" w:rsidR="002B7AE3" w:rsidRPr="00386043" w:rsidRDefault="002B7AE3" w:rsidP="00AD5C45">
            <w:r>
              <w:t>4,5</w:t>
            </w:r>
          </w:p>
        </w:tc>
      </w:tr>
      <w:tr w:rsidR="002B7AE3" w:rsidRPr="00712C22" w14:paraId="2AC44617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C08ADE4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40408AC" w14:textId="77777777" w:rsidR="002B7AE3" w:rsidRPr="000B6869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5F5345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10</w:t>
            </w:r>
          </w:p>
        </w:tc>
        <w:tc>
          <w:tcPr>
            <w:tcW w:w="6094" w:type="dxa"/>
          </w:tcPr>
          <w:p w14:paraId="59CDB0A2" w14:textId="77777777" w:rsidR="002B7AE3" w:rsidRDefault="002B7AE3" w:rsidP="00AD5C45">
            <w:r w:rsidRPr="00B86441">
              <w:t>Desenvolver aplicações móveis (no-</w:t>
            </w:r>
            <w:proofErr w:type="spellStart"/>
            <w:r w:rsidRPr="00B86441">
              <w:t>code</w:t>
            </w:r>
            <w:proofErr w:type="spellEnd"/>
            <w:r w:rsidRPr="00B86441">
              <w:t>)</w:t>
            </w:r>
          </w:p>
        </w:tc>
        <w:tc>
          <w:tcPr>
            <w:tcW w:w="1134" w:type="dxa"/>
          </w:tcPr>
          <w:p w14:paraId="42FE2452" w14:textId="77777777" w:rsidR="002B7AE3" w:rsidRPr="00386043" w:rsidRDefault="002B7AE3" w:rsidP="00AD5C45">
            <w:r>
              <w:t>2,25</w:t>
            </w:r>
          </w:p>
        </w:tc>
      </w:tr>
      <w:tr w:rsidR="002B7AE3" w:rsidRPr="00712C22" w14:paraId="536421FF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6C1B433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02AEC2F" w14:textId="77777777" w:rsidR="002B7AE3" w:rsidRPr="000B6869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5F5345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11</w:t>
            </w:r>
          </w:p>
        </w:tc>
        <w:tc>
          <w:tcPr>
            <w:tcW w:w="6094" w:type="dxa"/>
          </w:tcPr>
          <w:p w14:paraId="59B390E1" w14:textId="77777777" w:rsidR="002B7AE3" w:rsidRDefault="002B7AE3" w:rsidP="00AD5C45">
            <w:proofErr w:type="spellStart"/>
            <w:r w:rsidRPr="00B86441">
              <w:t>Prototipar</w:t>
            </w:r>
            <w:proofErr w:type="spellEnd"/>
            <w:r w:rsidRPr="00B86441">
              <w:t xml:space="preserve"> sistemas interativos</w:t>
            </w:r>
          </w:p>
        </w:tc>
        <w:tc>
          <w:tcPr>
            <w:tcW w:w="1134" w:type="dxa"/>
          </w:tcPr>
          <w:p w14:paraId="58C9DE5B" w14:textId="77777777" w:rsidR="002B7AE3" w:rsidRPr="00386043" w:rsidRDefault="002B7AE3" w:rsidP="00AD5C45">
            <w:r>
              <w:t>2,25</w:t>
            </w:r>
          </w:p>
        </w:tc>
      </w:tr>
      <w:tr w:rsidR="002B7AE3" w:rsidRPr="00712C22" w14:paraId="543A090E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37924C7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984CAC6" w14:textId="77777777" w:rsidR="002B7AE3" w:rsidRPr="000B6869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5F5345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12</w:t>
            </w:r>
          </w:p>
        </w:tc>
        <w:tc>
          <w:tcPr>
            <w:tcW w:w="6094" w:type="dxa"/>
          </w:tcPr>
          <w:p w14:paraId="1663D7A9" w14:textId="77777777" w:rsidR="002B7AE3" w:rsidRPr="00386043" w:rsidRDefault="002B7AE3" w:rsidP="00AD5C45">
            <w:r>
              <w:t>D</w:t>
            </w:r>
            <w:r w:rsidRPr="00386043">
              <w:t>esenvolver conteúdos, animações e aplicações multimédia destinados a dispositivos móveis.</w:t>
            </w:r>
          </w:p>
        </w:tc>
        <w:tc>
          <w:tcPr>
            <w:tcW w:w="1134" w:type="dxa"/>
          </w:tcPr>
          <w:p w14:paraId="0F553E0C" w14:textId="77777777" w:rsidR="002B7AE3" w:rsidRPr="00386043" w:rsidRDefault="002B7AE3" w:rsidP="00AD5C45">
            <w:r w:rsidRPr="00386043">
              <w:t>2,25</w:t>
            </w:r>
          </w:p>
        </w:tc>
      </w:tr>
      <w:tr w:rsidR="002B7AE3" w:rsidRPr="00712C22" w14:paraId="69FDC119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17A4EDA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C2FE932" w14:textId="77777777" w:rsidR="002B7AE3" w:rsidRPr="00712C22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E54C38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13</w:t>
            </w:r>
          </w:p>
        </w:tc>
        <w:tc>
          <w:tcPr>
            <w:tcW w:w="6094" w:type="dxa"/>
          </w:tcPr>
          <w:p w14:paraId="35120180" w14:textId="77777777" w:rsidR="002B7AE3" w:rsidRPr="00386043" w:rsidRDefault="002B7AE3" w:rsidP="00AD5C45">
            <w:r w:rsidRPr="00F250E8">
              <w:t>Criar bases de dados no-</w:t>
            </w:r>
            <w:proofErr w:type="spellStart"/>
            <w:r w:rsidRPr="00F250E8">
              <w:t>code</w:t>
            </w:r>
            <w:proofErr w:type="spellEnd"/>
            <w:r w:rsidRPr="00F250E8">
              <w:t xml:space="preserve"> (</w:t>
            </w:r>
            <w:proofErr w:type="spellStart"/>
            <w:r w:rsidRPr="00F250E8">
              <w:t>NoSOL</w:t>
            </w:r>
            <w:proofErr w:type="spellEnd"/>
            <w:r w:rsidRPr="00F250E8">
              <w:t xml:space="preserve">) </w:t>
            </w:r>
          </w:p>
        </w:tc>
        <w:tc>
          <w:tcPr>
            <w:tcW w:w="1134" w:type="dxa"/>
          </w:tcPr>
          <w:p w14:paraId="0ED05947" w14:textId="77777777" w:rsidR="002B7AE3" w:rsidRPr="00386043" w:rsidRDefault="002B7AE3" w:rsidP="00AD5C45">
            <w:r>
              <w:t>2,25</w:t>
            </w:r>
          </w:p>
        </w:tc>
      </w:tr>
      <w:tr w:rsidR="002B7AE3" w:rsidRPr="00712C22" w14:paraId="02AF849F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6E5C0C9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721BDA7" w14:textId="77777777" w:rsidR="002B7AE3" w:rsidRPr="00712C22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E54C38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14</w:t>
            </w:r>
          </w:p>
        </w:tc>
        <w:tc>
          <w:tcPr>
            <w:tcW w:w="6094" w:type="dxa"/>
          </w:tcPr>
          <w:p w14:paraId="64759951" w14:textId="77777777" w:rsidR="002B7AE3" w:rsidRPr="00386043" w:rsidRDefault="002B7AE3" w:rsidP="00AD5C45">
            <w:r w:rsidRPr="00F250E8">
              <w:t xml:space="preserve">Programar </w:t>
            </w:r>
            <w:r>
              <w:t>com</w:t>
            </w:r>
            <w:r w:rsidRPr="00F250E8">
              <w:t xml:space="preserve"> sistemas de inteligência artificial</w:t>
            </w:r>
          </w:p>
        </w:tc>
        <w:tc>
          <w:tcPr>
            <w:tcW w:w="1134" w:type="dxa"/>
          </w:tcPr>
          <w:p w14:paraId="0E8796C4" w14:textId="77777777" w:rsidR="002B7AE3" w:rsidRPr="00386043" w:rsidRDefault="002B7AE3" w:rsidP="00AD5C45">
            <w:r>
              <w:t>2,25</w:t>
            </w:r>
          </w:p>
        </w:tc>
      </w:tr>
      <w:tr w:rsidR="002B7AE3" w:rsidRPr="00712C22" w14:paraId="02899697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27F69B5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D07031A" w14:textId="77777777" w:rsidR="002B7AE3" w:rsidRPr="00712C22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3A6017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15</w:t>
            </w:r>
          </w:p>
        </w:tc>
        <w:tc>
          <w:tcPr>
            <w:tcW w:w="6094" w:type="dxa"/>
          </w:tcPr>
          <w:p w14:paraId="610EA55B" w14:textId="77777777" w:rsidR="002B7AE3" w:rsidRPr="00F250E8" w:rsidRDefault="002B7AE3" w:rsidP="00AD5C45">
            <w:r w:rsidRPr="00B86441">
              <w:t>Construir estilos em CSS (</w:t>
            </w:r>
            <w:proofErr w:type="spellStart"/>
            <w:r w:rsidRPr="00B86441">
              <w:t>Cascadin</w:t>
            </w:r>
            <w:proofErr w:type="spellEnd"/>
            <w:r w:rsidRPr="00B86441">
              <w:t xml:space="preserve"> </w:t>
            </w:r>
            <w:proofErr w:type="spellStart"/>
            <w:r w:rsidRPr="00B86441">
              <w:t>Style</w:t>
            </w:r>
            <w:proofErr w:type="spellEnd"/>
            <w:r w:rsidRPr="00B86441">
              <w:t xml:space="preserve"> </w:t>
            </w:r>
            <w:proofErr w:type="spellStart"/>
            <w:r w:rsidRPr="00B86441">
              <w:t>Sheets</w:t>
            </w:r>
            <w:proofErr w:type="spellEnd"/>
            <w:r w:rsidRPr="00B86441">
              <w:t>).</w:t>
            </w:r>
          </w:p>
        </w:tc>
        <w:tc>
          <w:tcPr>
            <w:tcW w:w="1134" w:type="dxa"/>
          </w:tcPr>
          <w:p w14:paraId="09EA74A5" w14:textId="77777777" w:rsidR="002B7AE3" w:rsidRDefault="002B7AE3" w:rsidP="00AD5C45">
            <w:r>
              <w:t>2,25</w:t>
            </w:r>
          </w:p>
        </w:tc>
      </w:tr>
      <w:tr w:rsidR="002B7AE3" w:rsidRPr="00712C22" w14:paraId="6F8397EE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362DE9E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3034358" w14:textId="77777777" w:rsidR="002B7AE3" w:rsidRPr="00712C22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DF2537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16</w:t>
            </w:r>
          </w:p>
        </w:tc>
        <w:tc>
          <w:tcPr>
            <w:tcW w:w="6094" w:type="dxa"/>
          </w:tcPr>
          <w:p w14:paraId="1F3B5FC3" w14:textId="77777777" w:rsidR="002B7AE3" w:rsidRPr="00386043" w:rsidRDefault="002B7AE3" w:rsidP="00AD5C45">
            <w:r w:rsidRPr="00F250E8">
              <w:t>Aplicar as normas legais às obras digitais offline e online</w:t>
            </w:r>
          </w:p>
        </w:tc>
        <w:tc>
          <w:tcPr>
            <w:tcW w:w="1134" w:type="dxa"/>
          </w:tcPr>
          <w:p w14:paraId="43D578AF" w14:textId="77777777" w:rsidR="002B7AE3" w:rsidRPr="00386043" w:rsidRDefault="002B7AE3" w:rsidP="00AD5C45">
            <w:r>
              <w:t>2,25</w:t>
            </w:r>
          </w:p>
        </w:tc>
      </w:tr>
      <w:tr w:rsidR="002B7AE3" w:rsidRPr="00712C22" w14:paraId="36EC2ADF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66874CE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055D9AE" w14:textId="77777777" w:rsidR="002B7AE3" w:rsidRPr="000B6869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DF2537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17</w:t>
            </w:r>
          </w:p>
        </w:tc>
        <w:tc>
          <w:tcPr>
            <w:tcW w:w="6094" w:type="dxa"/>
          </w:tcPr>
          <w:p w14:paraId="488CAFB1" w14:textId="77777777" w:rsidR="002B7AE3" w:rsidRPr="00F250E8" w:rsidRDefault="002B7AE3" w:rsidP="00AD5C45">
            <w:r w:rsidRPr="0004170D">
              <w:t>Promover o marketing digital</w:t>
            </w:r>
          </w:p>
        </w:tc>
        <w:tc>
          <w:tcPr>
            <w:tcW w:w="1134" w:type="dxa"/>
          </w:tcPr>
          <w:p w14:paraId="583CFE14" w14:textId="77777777" w:rsidR="002B7AE3" w:rsidRDefault="002B7AE3" w:rsidP="00AD5C45">
            <w:r>
              <w:t>2,25</w:t>
            </w:r>
          </w:p>
        </w:tc>
      </w:tr>
      <w:tr w:rsidR="002B7AE3" w:rsidRPr="00712C22" w14:paraId="02DD9D51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D356C2E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83D8E9" w14:textId="77777777" w:rsidR="002B7AE3" w:rsidRPr="005B728B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 w:rsidRPr="005B728B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18</w:t>
            </w:r>
          </w:p>
        </w:tc>
        <w:tc>
          <w:tcPr>
            <w:tcW w:w="6094" w:type="dxa"/>
          </w:tcPr>
          <w:p w14:paraId="4E251EF6" w14:textId="77777777" w:rsidR="002B7AE3" w:rsidRPr="00386043" w:rsidRDefault="002B7AE3" w:rsidP="00AD5C45">
            <w:r w:rsidRPr="0004170D">
              <w:t>Criar e desenvolver ideias de negócio</w:t>
            </w:r>
          </w:p>
        </w:tc>
        <w:tc>
          <w:tcPr>
            <w:tcW w:w="1134" w:type="dxa"/>
          </w:tcPr>
          <w:p w14:paraId="0121A5AD" w14:textId="77777777" w:rsidR="002B7AE3" w:rsidRPr="00386043" w:rsidRDefault="002B7AE3" w:rsidP="00AD5C45">
            <w:r>
              <w:t>4,5</w:t>
            </w:r>
          </w:p>
        </w:tc>
      </w:tr>
      <w:tr w:rsidR="002B7AE3" w:rsidRPr="00712C22" w14:paraId="5E21CFD1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AE8DA23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205280D" w14:textId="77777777" w:rsidR="002B7AE3" w:rsidRPr="005B728B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 w:rsidRPr="005B728B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19</w:t>
            </w:r>
          </w:p>
        </w:tc>
        <w:tc>
          <w:tcPr>
            <w:tcW w:w="6094" w:type="dxa"/>
          </w:tcPr>
          <w:p w14:paraId="3ADE2FD2" w14:textId="77777777" w:rsidR="002B7AE3" w:rsidRPr="00386043" w:rsidRDefault="002B7AE3" w:rsidP="00AD5C45">
            <w:r w:rsidRPr="0004170D">
              <w:t>Elaborar o plano de negócios</w:t>
            </w:r>
          </w:p>
        </w:tc>
        <w:tc>
          <w:tcPr>
            <w:tcW w:w="1134" w:type="dxa"/>
          </w:tcPr>
          <w:p w14:paraId="78DD5564" w14:textId="77777777" w:rsidR="002B7AE3" w:rsidRPr="00386043" w:rsidRDefault="002B7AE3" w:rsidP="00AD5C45">
            <w:r>
              <w:t>4,5</w:t>
            </w:r>
          </w:p>
        </w:tc>
      </w:tr>
      <w:tr w:rsidR="002B7AE3" w:rsidRPr="00712C22" w14:paraId="3ABC1808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22E73BE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1B32AA" w14:textId="77777777" w:rsidR="002B7AE3" w:rsidRPr="005B728B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 w:rsidRPr="005B728B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20</w:t>
            </w:r>
          </w:p>
        </w:tc>
        <w:tc>
          <w:tcPr>
            <w:tcW w:w="6094" w:type="dxa"/>
          </w:tcPr>
          <w:p w14:paraId="3D737A27" w14:textId="77777777" w:rsidR="002B7AE3" w:rsidRPr="00386043" w:rsidRDefault="002B7AE3" w:rsidP="00AD5C45">
            <w:r w:rsidRPr="0004170D">
              <w:t>Desenvolver competências pessoais e criativas</w:t>
            </w:r>
          </w:p>
        </w:tc>
        <w:tc>
          <w:tcPr>
            <w:tcW w:w="1134" w:type="dxa"/>
          </w:tcPr>
          <w:p w14:paraId="1221EE35" w14:textId="77777777" w:rsidR="002B7AE3" w:rsidRPr="00386043" w:rsidRDefault="002B7AE3" w:rsidP="00AD5C45">
            <w:r>
              <w:t>2,25</w:t>
            </w:r>
          </w:p>
        </w:tc>
      </w:tr>
      <w:tr w:rsidR="002B7AE3" w:rsidRPr="00712C22" w14:paraId="58DA9F7E" w14:textId="77777777" w:rsidTr="00AD5C4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CF2CE42" w14:textId="77777777" w:rsidR="002B7AE3" w:rsidRPr="00234037" w:rsidRDefault="002B7AE3" w:rsidP="00AD5C45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9DFB4A2" w14:textId="77777777" w:rsidR="002B7AE3" w:rsidRPr="00B86441" w:rsidRDefault="002B7AE3" w:rsidP="00AD5C45">
            <w:pPr>
              <w:tabs>
                <w:tab w:val="left" w:pos="-250"/>
                <w:tab w:val="left" w:pos="-105"/>
                <w:tab w:val="left" w:pos="917"/>
              </w:tabs>
              <w:jc w:val="center"/>
            </w:pPr>
          </w:p>
        </w:tc>
        <w:tc>
          <w:tcPr>
            <w:tcW w:w="6094" w:type="dxa"/>
          </w:tcPr>
          <w:p w14:paraId="462191F4" w14:textId="77777777" w:rsidR="002B7AE3" w:rsidRPr="00386043" w:rsidRDefault="002B7AE3" w:rsidP="00AD5C45"/>
        </w:tc>
        <w:tc>
          <w:tcPr>
            <w:tcW w:w="1134" w:type="dxa"/>
          </w:tcPr>
          <w:p w14:paraId="10E91516" w14:textId="77777777" w:rsidR="002B7AE3" w:rsidRPr="00386043" w:rsidRDefault="002B7AE3" w:rsidP="00AD5C45"/>
        </w:tc>
      </w:tr>
      <w:tr w:rsidR="002B7AE3" w:rsidRPr="00712C22" w14:paraId="79E9C283" w14:textId="77777777" w:rsidTr="00AD5C45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56258EF2" w14:textId="77777777" w:rsidR="002B7AE3" w:rsidRPr="00234037" w:rsidRDefault="002B7AE3" w:rsidP="00AD5C4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2B7AE3" w:rsidRPr="00712C22" w14:paraId="09FC1E30" w14:textId="77777777" w:rsidTr="00AD5C45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17D80B50" w14:textId="77777777" w:rsidR="002B7AE3" w:rsidRPr="00234037" w:rsidRDefault="002B7AE3" w:rsidP="00AD5C45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5636A8F2" w14:textId="41D9782C" w:rsidR="002B7AE3" w:rsidRPr="00234037" w:rsidRDefault="0023571B" w:rsidP="00AD5C45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99 (1000h)</w:t>
            </w:r>
          </w:p>
        </w:tc>
      </w:tr>
    </w:tbl>
    <w:p w14:paraId="01B16D1B" w14:textId="77777777" w:rsidR="005F0AF1" w:rsidRPr="00E957BA" w:rsidRDefault="005F0AF1" w:rsidP="00BF078E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14AAAD66" w14:textId="14E55658" w:rsidR="00D05950" w:rsidRDefault="00D05950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1B9669A2" w14:textId="77777777" w:rsidR="0023571B" w:rsidRDefault="0023571B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7F6A14E2" w14:textId="77777777" w:rsidR="0023571B" w:rsidRDefault="0023571B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765D8FB" w14:textId="77777777" w:rsidR="0023571B" w:rsidRDefault="0023571B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F22C5E1" w14:textId="77777777" w:rsidR="0023571B" w:rsidRDefault="0023571B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2FD81C57" w14:textId="77777777" w:rsidR="0023571B" w:rsidRDefault="0023571B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57EECD5" w14:textId="22336FED" w:rsidR="00AE1A61" w:rsidRDefault="00727CAB" w:rsidP="00AE1A61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 w:rsidR="006F276D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27CAB" w:rsidRPr="00136AD8" w14:paraId="4EE29502" w14:textId="77777777" w:rsidTr="00EF41D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C152111" w14:textId="77777777" w:rsidR="00727CAB" w:rsidRPr="00136AD8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DC0A7D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DC0A7D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1A26AA9" w14:textId="77777777" w:rsidR="00727CAB" w:rsidRPr="009C256C" w:rsidRDefault="00A23DCD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A23DC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Prestar informações sobre o setor de Produção de Conteúdos Interativos</w:t>
            </w:r>
          </w:p>
        </w:tc>
      </w:tr>
      <w:tr w:rsidR="00727CAB" w:rsidRPr="00136AD8" w14:paraId="3757AD05" w14:textId="77777777" w:rsidTr="00EF41D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57B4FBB" w14:textId="77777777" w:rsidR="00727CAB" w:rsidRPr="00136AD8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E3670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E7E6E6" w:themeFill="background2"/>
          </w:tcPr>
          <w:p w14:paraId="46AEB4B7" w14:textId="77777777" w:rsidR="00727CAB" w:rsidRPr="00136AD8" w:rsidRDefault="007F6ED4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O Setor</w:t>
            </w:r>
            <w:r w:rsidR="00190648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</w:t>
            </w:r>
            <w:r w:rsidR="00190648" w:rsidRPr="00190648">
              <w:rPr>
                <w:rFonts w:ascii="Verdana Pro Light" w:eastAsia="Arial Unicode MS" w:hAnsi="Verdana Pro Light" w:cs="Times New Roman"/>
                <w:sz w:val="18"/>
                <w:szCs w:val="18"/>
              </w:rPr>
              <w:t>de Produção de Conteúdos Interativos</w:t>
            </w:r>
          </w:p>
        </w:tc>
      </w:tr>
    </w:tbl>
    <w:p w14:paraId="399558CE" w14:textId="77777777" w:rsidR="00727CAB" w:rsidRPr="00136AD8" w:rsidRDefault="00727CAB" w:rsidP="00727CA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17CB552" w14:textId="77777777" w:rsidR="00727CAB" w:rsidRPr="003200F2" w:rsidRDefault="00727CAB" w:rsidP="00727CA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2" w:name="_bookmark5"/>
      <w:bookmarkEnd w:id="2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610FB9"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844E681" w14:textId="77777777" w:rsidR="00727CAB" w:rsidRPr="00136AD8" w:rsidRDefault="00727CAB" w:rsidP="00727CA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27CAB" w:rsidRPr="00136AD8" w14:paraId="3EB6438D" w14:textId="77777777" w:rsidTr="00EF41D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4BA2EE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27CAB" w:rsidRPr="00136AD8" w14:paraId="1CFBEFD5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4A4FD0" w14:textId="77777777" w:rsidR="00DC0A7D" w:rsidRPr="00B01FFA" w:rsidRDefault="00DC0A7D" w:rsidP="00DC0A7D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Analisar a informação requerida acerca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da área de </w:t>
            </w:r>
            <w:r w:rsidRPr="00DC0A7D"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.</w:t>
            </w:r>
          </w:p>
          <w:p w14:paraId="457462B7" w14:textId="3C8C08C5" w:rsidR="00DC0A7D" w:rsidRPr="00F61761" w:rsidRDefault="00DC0A7D" w:rsidP="00F61761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</w:pPr>
            <w:r w:rsidRPr="58E80998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58E80998">
              <w:rPr>
                <w:rFonts w:ascii="Verdana Pro Light" w:hAnsi="Verdana Pro Light" w:cs="Arial Unicode MS"/>
                <w:sz w:val="18"/>
                <w:szCs w:val="18"/>
              </w:rPr>
              <w:t xml:space="preserve">Informar e esclarecer o cliente sobre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a área de </w:t>
            </w:r>
            <w:r w:rsidRPr="00DC0A7D"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  <w:r w:rsidRPr="58E80998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.</w:t>
            </w:r>
          </w:p>
        </w:tc>
      </w:tr>
      <w:tr w:rsidR="00727CAB" w:rsidRPr="00136AD8" w14:paraId="60859506" w14:textId="77777777" w:rsidTr="00EF41D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2C80B2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51D6A0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4A3872D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C0A7D" w:rsidRPr="00136AD8" w14:paraId="2990856C" w14:textId="77777777" w:rsidTr="00113D14">
        <w:trPr>
          <w:trHeight w:val="1975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2F28C" w14:textId="103E294F" w:rsidR="00DC0A7D" w:rsidRPr="003C0084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Área de </w:t>
            </w:r>
            <w:r w:rsidRPr="00DC0A7D">
              <w:rPr>
                <w:rFonts w:ascii="Verdana Pro Light" w:hAnsi="Verdana Pro Light" w:cs="Arial Unicode MS"/>
                <w:sz w:val="18"/>
                <w:szCs w:val="18"/>
              </w:rPr>
              <w:t xml:space="preserve">Produção de Conteúdos </w:t>
            </w:r>
            <w:r w:rsidR="00F61761" w:rsidRPr="00DC0A7D">
              <w:rPr>
                <w:rFonts w:ascii="Verdana Pro Light" w:hAnsi="Verdana Pro Light" w:cs="Arial Unicode MS"/>
                <w:sz w:val="18"/>
                <w:szCs w:val="18"/>
              </w:rPr>
              <w:t>Interativos</w:t>
            </w:r>
            <w:r w:rsidR="00F61761"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  <w:r w:rsidR="00F61761"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-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F61761"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Antecedentes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históricos.</w:t>
            </w:r>
          </w:p>
          <w:p w14:paraId="0F0FF03B" w14:textId="77777777" w:rsidR="00DC0A7D" w:rsidRPr="003C0084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Influência socioeconómica do setor.</w:t>
            </w:r>
          </w:p>
          <w:p w14:paraId="717FB536" w14:textId="77777777" w:rsidR="00DC0A7D" w:rsidRPr="003C0084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Novas tendências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 área de </w:t>
            </w:r>
            <w:r w:rsidRPr="00DC0A7D"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4B57D825" w14:textId="77777777" w:rsidR="00DC0A7D" w:rsidRPr="003C0084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Estratégias de produtos e serviços.</w:t>
            </w:r>
          </w:p>
          <w:p w14:paraId="040BE347" w14:textId="77777777" w:rsidR="00DC0A7D" w:rsidRPr="003C0084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Fatores críticos de sucesso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 área de </w:t>
            </w:r>
            <w:r w:rsidRPr="00DC0A7D"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571ADA7B" w14:textId="77777777" w:rsidR="00DC0A7D" w:rsidRPr="003C0084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Organismos internacionais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3C3C89A9" w14:textId="77777777" w:rsidR="00DC0A7D" w:rsidRPr="006A7B5E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Organização e divisão funcional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 área de </w:t>
            </w:r>
            <w:r w:rsidRPr="00DC0A7D"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6797202F" w14:textId="56C82741" w:rsidR="006A7B5E" w:rsidRDefault="006A7B5E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</w:t>
            </w:r>
            <w:r w:rsidRPr="006A7B5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undamentos do design de conteúdo interativo, incluindo usabilidade, acessibilidade, experiência do usuário (UX) e design responsivo.</w:t>
            </w:r>
          </w:p>
          <w:p w14:paraId="686CA82E" w14:textId="621EBA62" w:rsidR="008C0C42" w:rsidRDefault="008C0C42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8C0C4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Tecnologias de Produção de Conteúdo</w:t>
            </w:r>
          </w:p>
          <w:p w14:paraId="11008FEA" w14:textId="7837F7A8" w:rsidR="00BB0AF4" w:rsidRPr="003C0084" w:rsidRDefault="00BB0AF4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BB0AF4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Plataformas e Ferramentas de Desenvolvimento</w:t>
            </w:r>
          </w:p>
          <w:p w14:paraId="7979DE39" w14:textId="77777777" w:rsidR="00DC0A7D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e relacionamento interpessoal.</w:t>
            </w:r>
          </w:p>
          <w:p w14:paraId="534F3BFF" w14:textId="77777777" w:rsidR="00DC0A7D" w:rsidRPr="00B01FFA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Legislação da atividade.</w:t>
            </w:r>
          </w:p>
          <w:p w14:paraId="21BD9941" w14:textId="77777777" w:rsidR="00DC0A7D" w:rsidRPr="001B353A" w:rsidRDefault="00DC0A7D" w:rsidP="00DC0A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D1082" w14:textId="2CCAF545" w:rsidR="00DC0A7D" w:rsidRPr="00D6362B" w:rsidRDefault="00001EA1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Conhecer a</w:t>
            </w:r>
            <w:r w:rsidR="00DC0A7D"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evolução e a influência socioeconómica </w:t>
            </w:r>
            <w:r w:rsidR="00DC0A7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 área de </w:t>
            </w:r>
            <w:r w:rsidR="00DC0A7D" w:rsidRPr="00DC0A7D"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  <w:r w:rsidR="00DC0A7D"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675F000D" w14:textId="77777777" w:rsidR="00DC0A7D" w:rsidRPr="003C0084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Compreender 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as novas tendências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 área de </w:t>
            </w:r>
            <w:r w:rsidRPr="00DC0A7D"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  <w:r w:rsidRPr="2C73250B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.</w:t>
            </w:r>
          </w:p>
          <w:p w14:paraId="4291CEBD" w14:textId="47F51D95" w:rsidR="00DC0A7D" w:rsidRPr="003C0084" w:rsidRDefault="00A81C2B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Distinguir </w:t>
            </w:r>
            <w:r w:rsidR="00DC0A7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 área de </w:t>
            </w:r>
            <w:r w:rsidR="00DC0A7D" w:rsidRPr="00DC0A7D"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  <w:r w:rsidR="00DC0A7D"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 nível nacional e internacional.</w:t>
            </w:r>
          </w:p>
          <w:p w14:paraId="039CCCCE" w14:textId="77777777" w:rsidR="00DC0A7D" w:rsidRPr="006B0818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3169B415" w14:textId="4D1031A9" w:rsidR="00DC0A7D" w:rsidRPr="003C0084" w:rsidRDefault="00113D14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Reconhecer a</w:t>
            </w:r>
            <w:r w:rsidR="00DC0A7D"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função das diferentes entidades nacionais, regionais e locais relacionadas com </w:t>
            </w:r>
            <w:r w:rsidR="00DC0A7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 área de </w:t>
            </w:r>
            <w:r w:rsidR="00DC0A7D" w:rsidRPr="00DC0A7D"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  <w:r w:rsidR="00DC0A7D"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3F2E5AC7" w14:textId="77777777" w:rsidR="00DC0A7D" w:rsidRPr="003C0084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Diferenciar a estrutura, organização e divisão funcional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 área de </w:t>
            </w:r>
            <w:r w:rsidRPr="00DC0A7D"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705D5344" w14:textId="77777777" w:rsidR="00DC0A7D" w:rsidRPr="003C0084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Distinguir a organização funcional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 área de </w:t>
            </w:r>
            <w:r w:rsidRPr="00DC0A7D"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475042C7" w14:textId="77777777" w:rsidR="00DC0A7D" w:rsidRPr="003C0084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sobre as diferentes atividades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da área de </w:t>
            </w:r>
            <w:r w:rsidRPr="00DC0A7D"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30C5BB74" w14:textId="77777777" w:rsidR="00DC0A7D" w:rsidRDefault="00DC0A7D" w:rsidP="00A81C2B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Interpretar legislação relativa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à área da </w:t>
            </w:r>
            <w:r w:rsidRPr="00DC0A7D">
              <w:rPr>
                <w:rFonts w:ascii="Verdana Pro Light" w:hAnsi="Verdana Pro Light" w:cs="Arial Unicode MS"/>
                <w:sz w:val="18"/>
                <w:szCs w:val="18"/>
              </w:rPr>
              <w:t xml:space="preserve">Produção de Conteúdos </w:t>
            </w:r>
            <w:r w:rsidRPr="00DC0A7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Interativos</w:t>
            </w:r>
          </w:p>
          <w:p w14:paraId="77E86822" w14:textId="77777777" w:rsidR="00A81C2B" w:rsidRPr="00A81C2B" w:rsidRDefault="00A81C2B" w:rsidP="00A81C2B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81C2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técnicas de comunicação verbal e não verbal assertiva.</w:t>
            </w:r>
          </w:p>
          <w:p w14:paraId="29EFE6ED" w14:textId="77777777" w:rsidR="00A81C2B" w:rsidRPr="00A81C2B" w:rsidRDefault="00A81C2B" w:rsidP="00A81C2B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A81C2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Aplicar técnicas de interação orais e escritas.</w:t>
            </w:r>
          </w:p>
          <w:p w14:paraId="6D1E957F" w14:textId="77777777" w:rsidR="00A81C2B" w:rsidRPr="00057283" w:rsidRDefault="00A81C2B" w:rsidP="00DC0A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A14BC" w14:textId="77777777" w:rsidR="00DC0A7D" w:rsidRPr="00FD35E9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Cuidado com a apresentação pessoal e postura profissional.</w:t>
            </w:r>
          </w:p>
          <w:p w14:paraId="1FDA43D8" w14:textId="77777777" w:rsidR="00DC0A7D" w:rsidRPr="00FD35E9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13697D41" w14:textId="77777777" w:rsidR="00DC0A7D" w:rsidRPr="00FD35E9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50F6DA8A" w14:textId="77777777" w:rsidR="00DC0A7D" w:rsidRPr="00FD35E9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92AB541" w14:textId="77777777" w:rsidR="00DC0A7D" w:rsidRPr="00FD35E9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66783F46" w14:textId="77777777" w:rsidR="00DC0A7D" w:rsidRPr="00FD35E9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2E205744" w14:textId="77777777" w:rsidR="00DC0A7D" w:rsidRPr="00FD35E9" w:rsidRDefault="00DC0A7D" w:rsidP="00DC0A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5F1451BC" w14:textId="77777777" w:rsidR="00DC0A7D" w:rsidRPr="0013166D" w:rsidRDefault="00DC0A7D" w:rsidP="0013166D">
            <w:pPr>
              <w:spacing w:before="120" w:after="0" w:line="276" w:lineRule="auto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85B37D5" w14:textId="77777777" w:rsidR="00727CAB" w:rsidRDefault="00727CAB" w:rsidP="00727CA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E79B7AD" w14:textId="77777777" w:rsidR="00727CAB" w:rsidRDefault="00727CAB" w:rsidP="00727CA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E8844C3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CC2A94F" w14:textId="77777777" w:rsidR="00DC0A7D" w:rsidRPr="00111127" w:rsidRDefault="00DC0A7D" w:rsidP="00DC0A7D">
      <w:pPr>
        <w:spacing w:before="80" w:after="120" w:line="240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58E80998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 xml:space="preserve">Prestar informação sobre </w:t>
      </w:r>
      <w:r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a área da Produção de Conteúdos Interativos</w:t>
      </w:r>
      <w:r w:rsidRPr="58E80998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:</w:t>
      </w:r>
    </w:p>
    <w:p w14:paraId="12E60595" w14:textId="77777777" w:rsidR="00DC0A7D" w:rsidRDefault="00DC0A7D" w:rsidP="00DC0A7D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C0084">
        <w:rPr>
          <w:rFonts w:ascii="Verdana Pro Light" w:hAnsi="Verdana Pro Light" w:cs="Arial Unicode MS"/>
          <w:color w:val="000000" w:themeColor="text1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1D70DC5A" w14:textId="77777777" w:rsidR="00DC0A7D" w:rsidRDefault="00DC0A7D" w:rsidP="00DC0A7D">
      <w:pPr>
        <w:spacing w:before="120" w:after="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CD2. </w:t>
      </w:r>
      <w:r w:rsidRPr="003C0084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Adequando a </w:t>
      </w:r>
      <w:r w:rsidRPr="0081042E">
        <w:rPr>
          <w:rFonts w:ascii="Verdana Pro Light" w:hAnsi="Verdana Pro Light" w:cs="Arial Unicode MS"/>
          <w:sz w:val="18"/>
          <w:szCs w:val="18"/>
        </w:rPr>
        <w:t xml:space="preserve">comunicação </w:t>
      </w:r>
      <w:r>
        <w:rPr>
          <w:rFonts w:ascii="Verdana Pro Light" w:hAnsi="Verdana Pro Light" w:cs="Arial Unicode MS"/>
          <w:sz w:val="18"/>
          <w:szCs w:val="18"/>
        </w:rPr>
        <w:t xml:space="preserve">ao tipo e à </w:t>
      </w:r>
      <w:r w:rsidRPr="0081042E">
        <w:rPr>
          <w:rFonts w:ascii="Verdana Pro Light" w:hAnsi="Verdana Pro Light" w:cs="Arial Unicode MS"/>
          <w:sz w:val="18"/>
          <w:szCs w:val="18"/>
        </w:rPr>
        <w:t>solicitação do interlocutor</w:t>
      </w:r>
    </w:p>
    <w:p w14:paraId="0DC23D84" w14:textId="77777777" w:rsidR="00727CAB" w:rsidRPr="00136AD8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BEBC1B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08C6C20" w14:textId="77777777" w:rsidR="00A37C4F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66226">
        <w:rPr>
          <w:rFonts w:ascii="Verdana Pro Light" w:hAnsi="Verdana Pro Light" w:cs="Arial Unicode MS"/>
          <w:sz w:val="18"/>
          <w:szCs w:val="18"/>
        </w:rPr>
        <w:t xml:space="preserve">Estúdios de Desenvolvimento de Jogos </w:t>
      </w:r>
    </w:p>
    <w:p w14:paraId="261CAEE4" w14:textId="77777777" w:rsidR="00A37C4F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71D3F">
        <w:rPr>
          <w:rFonts w:ascii="Verdana Pro Light" w:hAnsi="Verdana Pro Light" w:cs="Arial Unicode MS"/>
          <w:sz w:val="18"/>
          <w:szCs w:val="18"/>
        </w:rPr>
        <w:t xml:space="preserve">Empresas de Desenvolvimento de </w:t>
      </w:r>
      <w:r>
        <w:rPr>
          <w:rFonts w:ascii="Verdana Pro Light" w:hAnsi="Verdana Pro Light" w:cs="Arial Unicode MS"/>
          <w:sz w:val="18"/>
          <w:szCs w:val="18"/>
        </w:rPr>
        <w:t xml:space="preserve">Aplicativos </w:t>
      </w:r>
    </w:p>
    <w:p w14:paraId="356E1B33" w14:textId="77777777" w:rsidR="00A37C4F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Agências de publicidade e marketing digital </w:t>
      </w:r>
    </w:p>
    <w:p w14:paraId="5C16459C" w14:textId="77777777" w:rsidR="00A37C4F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Estúdios de animação e vídeo </w:t>
      </w:r>
    </w:p>
    <w:p w14:paraId="5D795E2B" w14:textId="77777777" w:rsidR="00A37C4F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de tecnologia e software</w:t>
      </w:r>
    </w:p>
    <w:p w14:paraId="141E7210" w14:textId="77777777" w:rsidR="00A37C4F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A37C4F">
        <w:rPr>
          <w:rFonts w:ascii="Verdana Pro Light" w:hAnsi="Verdana Pro Light" w:cs="Arial Unicode MS"/>
          <w:sz w:val="18"/>
          <w:szCs w:val="18"/>
        </w:rPr>
        <w:t>Agências de Design Interativo e Experiência do Usuário (UX/UI</w:t>
      </w:r>
      <w:r>
        <w:rPr>
          <w:rFonts w:ascii="Verdana Pro Light" w:hAnsi="Verdana Pro Light" w:cs="Arial Unicode MS"/>
          <w:sz w:val="18"/>
          <w:szCs w:val="18"/>
        </w:rPr>
        <w:t>)</w:t>
      </w:r>
    </w:p>
    <w:p w14:paraId="6F0A8C80" w14:textId="77777777" w:rsidR="00A37C4F" w:rsidRPr="00984B30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575E60">
        <w:rPr>
          <w:rFonts w:ascii="Verdana Pro Light" w:hAnsi="Verdana Pro Light" w:cs="Arial Unicode MS"/>
          <w:sz w:val="18"/>
          <w:szCs w:val="18"/>
        </w:rPr>
        <w:t>Educação e E-learning</w:t>
      </w:r>
    </w:p>
    <w:p w14:paraId="02BD0FA7" w14:textId="77777777" w:rsidR="00A37C4F" w:rsidRPr="00257CB6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Museus, </w:t>
      </w:r>
      <w:r w:rsidRPr="00257CB6">
        <w:rPr>
          <w:rFonts w:ascii="Verdana Pro Light" w:hAnsi="Verdana Pro Light" w:cs="Arial Unicode MS"/>
          <w:sz w:val="18"/>
          <w:szCs w:val="18"/>
        </w:rPr>
        <w:t>Galerias</w:t>
      </w:r>
      <w:r>
        <w:rPr>
          <w:rFonts w:ascii="Verdana Pro Light" w:hAnsi="Verdana Pro Light" w:cs="Arial Unicode MS"/>
          <w:sz w:val="18"/>
          <w:szCs w:val="18"/>
        </w:rPr>
        <w:t xml:space="preserve">, </w:t>
      </w:r>
      <w:r w:rsidRPr="00257CB6">
        <w:rPr>
          <w:rFonts w:ascii="Verdana Pro Light" w:hAnsi="Verdana Pro Light" w:cs="Arial Unicode MS"/>
          <w:sz w:val="18"/>
          <w:szCs w:val="18"/>
        </w:rPr>
        <w:t>Setor Público</w:t>
      </w:r>
    </w:p>
    <w:p w14:paraId="498052F8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AFBC431" w14:textId="77777777" w:rsidR="00DC0A7D" w:rsidRPr="003C0084" w:rsidRDefault="00DC0A7D" w:rsidP="00DC0A7D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07A26C50" w14:textId="77777777" w:rsidR="00DC0A7D" w:rsidRPr="003C0084" w:rsidRDefault="00DC0A7D" w:rsidP="00DC0A7D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hAnsi="Verdana Pro Light" w:cs="Arial Unicode MS"/>
          <w:sz w:val="18"/>
          <w:szCs w:val="18"/>
          <w:lang w:eastAsia="pt-PT"/>
        </w:rPr>
        <w:t>Relatórios de atividade setorial.</w:t>
      </w:r>
    </w:p>
    <w:p w14:paraId="7D21EABD" w14:textId="77777777" w:rsidR="00DC0A7D" w:rsidRPr="003C0084" w:rsidRDefault="00DC0A7D" w:rsidP="00DC0A7D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>Documentação técnica sobre o setor.</w:t>
      </w:r>
    </w:p>
    <w:p w14:paraId="19373EE9" w14:textId="77777777" w:rsidR="00DC0A7D" w:rsidRPr="003C0084" w:rsidRDefault="00DC0A7D" w:rsidP="00DC0A7D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 xml:space="preserve">Legislação reguladora do </w:t>
      </w:r>
      <w:r w:rsidRPr="0073122A">
        <w:rPr>
          <w:rFonts w:ascii="Verdana Pro Light" w:hAnsi="Verdana Pro Light" w:cs="Arial Unicode MS"/>
          <w:sz w:val="18"/>
          <w:szCs w:val="18"/>
          <w:lang w:eastAsia="pt-PT"/>
        </w:rPr>
        <w:t>setor dos Museus e do Património</w:t>
      </w: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 xml:space="preserve">. </w:t>
      </w:r>
    </w:p>
    <w:p w14:paraId="777539FF" w14:textId="77777777" w:rsidR="00DC0A7D" w:rsidRPr="00501DC8" w:rsidRDefault="00DC0A7D" w:rsidP="00DC0A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>Exemplos de produtos/serviços inovadores</w:t>
      </w:r>
    </w:p>
    <w:p w14:paraId="673EE52B" w14:textId="77777777" w:rsidR="00DC0A7D" w:rsidRPr="00501DC8" w:rsidRDefault="00DC0A7D" w:rsidP="00DC0A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2EA946F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4D6328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FE1C0B0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A9DA89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316EE5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7818B8" w14:textId="77777777" w:rsidR="004F117D" w:rsidRDefault="004F11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444656AF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25906F1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DC0A7D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DC0A7D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C6BF297" w14:textId="77777777" w:rsidR="008C76A8" w:rsidRPr="009C256C" w:rsidRDefault="00A23DCD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C4B21">
              <w:t>Implementar as normas de segurança e saúde no trabalho na área profissional da Produção de Conteúdos Interativos</w:t>
            </w:r>
          </w:p>
        </w:tc>
      </w:tr>
      <w:tr w:rsidR="008C76A8" w:rsidRPr="00136AD8" w14:paraId="56A0A998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9786186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E3670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E7E6E6" w:themeFill="background2"/>
          </w:tcPr>
          <w:p w14:paraId="7A42255F" w14:textId="77777777" w:rsidR="008C76A8" w:rsidRPr="00136AD8" w:rsidRDefault="0019064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07927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Normas de segurança e saúde no trabalho em </w:t>
            </w:r>
            <w:r w:rsidRPr="00190648">
              <w:rPr>
                <w:rFonts w:ascii="Verdana Pro Light" w:eastAsia="Arial Unicode MS" w:hAnsi="Verdana Pro Light" w:cs="Times New Roman"/>
                <w:sz w:val="18"/>
                <w:szCs w:val="18"/>
              </w:rPr>
              <w:t>Produção de Conteúdos Interativos</w:t>
            </w:r>
          </w:p>
        </w:tc>
      </w:tr>
    </w:tbl>
    <w:p w14:paraId="6C96FE43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7A54C91" w14:textId="77777777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B775D2D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7A87F38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3E3C9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6B2BA419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2570EB" w14:textId="77777777" w:rsidR="00DC0A7D" w:rsidRDefault="00DC0A7D" w:rsidP="00DC0A7D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Analisar os princípios gerais sobre segurança e saúde no trabalho.</w:t>
            </w:r>
          </w:p>
          <w:p w14:paraId="2569BE97" w14:textId="77777777" w:rsidR="00DC0A7D" w:rsidRPr="001B353A" w:rsidRDefault="00DC0A7D" w:rsidP="00DC0A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</w:t>
            </w:r>
          </w:p>
          <w:p w14:paraId="64C16AD0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43A0EB01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433A9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  <w:r w:rsidR="00DC0A7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2A53F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CE3362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C0A7D" w:rsidRPr="00136AD8" w14:paraId="0CC56632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45CBC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184643D5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 </w:t>
            </w:r>
            <w:r w:rsidRPr="00E8586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setor d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</w:t>
            </w:r>
            <w:r w:rsidRPr="00E8586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multimédia</w:t>
            </w:r>
          </w:p>
          <w:p w14:paraId="5AA50A4F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088960EE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195830FA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675BA83B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4251CF3A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5787BE35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0D98E4CD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 w:rsidRPr="00907395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os museus e no património </w:t>
            </w:r>
          </w:p>
          <w:p w14:paraId="3D8E5561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65036E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186E39F7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57B27665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7474ED56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44C1E49E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Situações de emergência - perda de sentidos, feridas aberta e fechada, queimadura, choque elétrico, eletrocussões, ataque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cardíaco, entorses ou distensões, envenenamento, queimaduras.</w:t>
            </w:r>
          </w:p>
          <w:p w14:paraId="5D6C5C49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211D4306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7AA1033C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0E060EA2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196C1DD1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63C0A0E8" w14:textId="77777777" w:rsidR="00DC0A7D" w:rsidRPr="001B353A" w:rsidRDefault="00DC0A7D" w:rsidP="00DC0A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9D725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78EF91BC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19B6DDB3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1763CE02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6AE2DC1F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1C237059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 w:rsidRPr="63BB7FE7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1699CD24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255FAA82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621CFB31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0CDD68F6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251056E6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7EE26B80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Reportar a </w:t>
            </w:r>
            <w:proofErr w:type="gramStart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situação de emergência</w:t>
            </w:r>
            <w:proofErr w:type="gramEnd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  <w:p w14:paraId="4F43054F" w14:textId="77777777" w:rsidR="00DC0A7D" w:rsidRPr="00057283" w:rsidRDefault="00DC0A7D" w:rsidP="00DC0A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F929F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1118BF52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7D70734B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5E040186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5ABB667E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6257D06E" w14:textId="77777777" w:rsidR="00DC0A7D" w:rsidRDefault="00DC0A7D" w:rsidP="00DC0A7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5DE3F1F0" w14:textId="77777777" w:rsidR="00DC0A7D" w:rsidRPr="00057283" w:rsidRDefault="00DC0A7D" w:rsidP="00DC0A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BEE561F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16AA174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2C0AFD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52696A2" w14:textId="77777777" w:rsidR="00DC0A7D" w:rsidRPr="005A0B72" w:rsidRDefault="00DC0A7D" w:rsidP="00DC0A7D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bCs/>
          <w:i/>
          <w:iCs/>
          <w:color w:val="000000" w:themeColor="text1"/>
          <w:sz w:val="18"/>
          <w:szCs w:val="18"/>
        </w:rPr>
      </w:pPr>
      <w:r w:rsidRPr="005A0B72">
        <w:rPr>
          <w:rFonts w:ascii="Verdana Pro Light" w:hAnsi="Verdana Pro Light" w:cs="Times New Roman"/>
          <w:bCs/>
          <w:i/>
          <w:iCs/>
          <w:sz w:val="18"/>
          <w:szCs w:val="18"/>
        </w:rPr>
        <w:t xml:space="preserve">Implementar as normas de segurança e saúde no trabalho </w:t>
      </w:r>
      <w:r>
        <w:rPr>
          <w:rFonts w:ascii="Verdana Pro Light" w:hAnsi="Verdana Pro Light" w:cs="Times New Roman"/>
          <w:bCs/>
          <w:i/>
          <w:iCs/>
          <w:sz w:val="18"/>
          <w:szCs w:val="18"/>
        </w:rPr>
        <w:t xml:space="preserve">na área da </w:t>
      </w:r>
      <w:r w:rsidR="00C27591">
        <w:rPr>
          <w:rFonts w:ascii="Verdana Pro Light" w:hAnsi="Verdana Pro Light" w:cs="Times New Roman"/>
          <w:bCs/>
          <w:i/>
          <w:iCs/>
          <w:sz w:val="18"/>
          <w:szCs w:val="18"/>
        </w:rPr>
        <w:t>Produção de Conteúdos Interativos</w:t>
      </w:r>
      <w:r w:rsidRPr="005A0B72">
        <w:rPr>
          <w:rFonts w:ascii="Verdana Pro Light" w:eastAsia="Verdana Pro Light" w:hAnsi="Verdana Pro Light" w:cs="Verdana Pro Light"/>
          <w:bCs/>
          <w:i/>
          <w:iCs/>
          <w:color w:val="000000" w:themeColor="text1"/>
          <w:sz w:val="18"/>
          <w:szCs w:val="18"/>
        </w:rPr>
        <w:t>:</w:t>
      </w:r>
    </w:p>
    <w:p w14:paraId="246DA24B" w14:textId="77777777" w:rsidR="00DC0A7D" w:rsidRDefault="00DC0A7D" w:rsidP="00DC0A7D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1CF7CEC5" w14:textId="77777777" w:rsidR="00DC0A7D" w:rsidRDefault="00DC0A7D" w:rsidP="00DC0A7D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Cumprindo as medidas de atuação em </w:t>
      </w:r>
      <w:proofErr w:type="gramStart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situação de emergência</w:t>
      </w:r>
      <w:proofErr w:type="gramEnd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69C425E5" w14:textId="77777777" w:rsidR="00DC0A7D" w:rsidRDefault="00DC0A7D" w:rsidP="00DC0A7D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definido.</w:t>
      </w:r>
    </w:p>
    <w:p w14:paraId="24EEA33A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F8A42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6A525DE" w14:textId="77777777" w:rsidR="00A37C4F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66226">
        <w:rPr>
          <w:rFonts w:ascii="Verdana Pro Light" w:hAnsi="Verdana Pro Light" w:cs="Arial Unicode MS"/>
          <w:sz w:val="18"/>
          <w:szCs w:val="18"/>
        </w:rPr>
        <w:t xml:space="preserve">Estúdios de Desenvolvimento de Jogos </w:t>
      </w:r>
    </w:p>
    <w:p w14:paraId="08AA7378" w14:textId="77777777" w:rsidR="00A37C4F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71D3F">
        <w:rPr>
          <w:rFonts w:ascii="Verdana Pro Light" w:hAnsi="Verdana Pro Light" w:cs="Arial Unicode MS"/>
          <w:sz w:val="18"/>
          <w:szCs w:val="18"/>
        </w:rPr>
        <w:t xml:space="preserve">Empresas de Desenvolvimento de </w:t>
      </w:r>
      <w:r>
        <w:rPr>
          <w:rFonts w:ascii="Verdana Pro Light" w:hAnsi="Verdana Pro Light" w:cs="Arial Unicode MS"/>
          <w:sz w:val="18"/>
          <w:szCs w:val="18"/>
        </w:rPr>
        <w:t xml:space="preserve">Aplicativos </w:t>
      </w:r>
    </w:p>
    <w:p w14:paraId="0E1C7074" w14:textId="77777777" w:rsidR="00A37C4F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Agências de publicidade e marketing digital </w:t>
      </w:r>
    </w:p>
    <w:p w14:paraId="7412CBE8" w14:textId="77777777" w:rsidR="00A37C4F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Estúdios de animação e vídeo </w:t>
      </w:r>
    </w:p>
    <w:p w14:paraId="10258536" w14:textId="77777777" w:rsidR="00A37C4F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de tecnologia e software</w:t>
      </w:r>
    </w:p>
    <w:p w14:paraId="0A741AE6" w14:textId="77777777" w:rsidR="00A37C4F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A37C4F">
        <w:rPr>
          <w:rFonts w:ascii="Verdana Pro Light" w:hAnsi="Verdana Pro Light" w:cs="Arial Unicode MS"/>
          <w:sz w:val="18"/>
          <w:szCs w:val="18"/>
        </w:rPr>
        <w:t>Agências de Design Interativo e Experiência do Usuário (UX/UI</w:t>
      </w:r>
      <w:r>
        <w:rPr>
          <w:rFonts w:ascii="Verdana Pro Light" w:hAnsi="Verdana Pro Light" w:cs="Arial Unicode MS"/>
          <w:sz w:val="18"/>
          <w:szCs w:val="18"/>
        </w:rPr>
        <w:t>)</w:t>
      </w:r>
    </w:p>
    <w:p w14:paraId="23389876" w14:textId="77777777" w:rsidR="00A37C4F" w:rsidRPr="00984B30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575E60">
        <w:rPr>
          <w:rFonts w:ascii="Verdana Pro Light" w:hAnsi="Verdana Pro Light" w:cs="Arial Unicode MS"/>
          <w:sz w:val="18"/>
          <w:szCs w:val="18"/>
        </w:rPr>
        <w:t>Educação e E-learning</w:t>
      </w:r>
    </w:p>
    <w:p w14:paraId="4D3DB577" w14:textId="77777777" w:rsidR="00A37C4F" w:rsidRPr="00257CB6" w:rsidRDefault="00A37C4F" w:rsidP="00A37C4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Museus, </w:t>
      </w:r>
      <w:r w:rsidRPr="00257CB6">
        <w:rPr>
          <w:rFonts w:ascii="Verdana Pro Light" w:hAnsi="Verdana Pro Light" w:cs="Arial Unicode MS"/>
          <w:sz w:val="18"/>
          <w:szCs w:val="18"/>
        </w:rPr>
        <w:t>Galerias</w:t>
      </w:r>
      <w:r>
        <w:rPr>
          <w:rFonts w:ascii="Verdana Pro Light" w:hAnsi="Verdana Pro Light" w:cs="Arial Unicode MS"/>
          <w:sz w:val="18"/>
          <w:szCs w:val="18"/>
        </w:rPr>
        <w:t xml:space="preserve">, </w:t>
      </w:r>
      <w:r w:rsidRPr="00257CB6">
        <w:rPr>
          <w:rFonts w:ascii="Verdana Pro Light" w:hAnsi="Verdana Pro Light" w:cs="Arial Unicode MS"/>
          <w:sz w:val="18"/>
          <w:szCs w:val="18"/>
        </w:rPr>
        <w:t>Setor Público</w:t>
      </w:r>
    </w:p>
    <w:p w14:paraId="4123240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2B223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DCBD4B3" w14:textId="77777777" w:rsidR="00C27591" w:rsidRDefault="00C27591" w:rsidP="00C27591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2FAB864F" w14:textId="77777777" w:rsidR="00C27591" w:rsidRDefault="00C27591" w:rsidP="00C27591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624C4FC7" w14:textId="77777777" w:rsidR="00C27591" w:rsidRDefault="00C27591" w:rsidP="00C27591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249D5F49" w14:textId="77777777" w:rsidR="00C27591" w:rsidRDefault="00C27591" w:rsidP="00C27591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445D2CC4" w14:textId="77777777" w:rsidR="00C27591" w:rsidRDefault="00C27591" w:rsidP="00C27591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458B2C5A" w14:textId="77777777" w:rsidR="00C27591" w:rsidRDefault="00C27591" w:rsidP="00C27591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073147AC" w14:textId="77777777" w:rsidR="00C27591" w:rsidRPr="00501DC8" w:rsidRDefault="00C27591" w:rsidP="00C27591">
      <w:pPr>
        <w:pStyle w:val="PargrafodaLista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</w:t>
      </w:r>
    </w:p>
    <w:p w14:paraId="08975633" w14:textId="77777777" w:rsidR="00C27591" w:rsidRDefault="00C27591" w:rsidP="00C275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0D2854C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75072E1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453D30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D4146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91F913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1347C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B61BE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5928A3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23DCD" w:rsidRPr="00136AD8" w14:paraId="69433BE0" w14:textId="77777777" w:rsidTr="001B4FD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D78C623" w14:textId="77777777" w:rsidR="00A23DCD" w:rsidRPr="00136AD8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C2759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C2759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D560D25" w14:textId="77777777" w:rsidR="00A23DCD" w:rsidRPr="009C256C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C4B21">
              <w:t>Colaborar e trabalhar em equipa</w:t>
            </w:r>
          </w:p>
        </w:tc>
      </w:tr>
      <w:tr w:rsidR="00A23DCD" w:rsidRPr="00136AD8" w14:paraId="1CC9A6E2" w14:textId="77777777" w:rsidTr="001B4FD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35CEEE5" w14:textId="77777777" w:rsidR="00A23DCD" w:rsidRPr="00136AD8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36737C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E7E6E6" w:themeFill="background2"/>
          </w:tcPr>
          <w:p w14:paraId="2F459DF6" w14:textId="77777777" w:rsidR="00A23DCD" w:rsidRPr="00136AD8" w:rsidRDefault="00190648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07927">
              <w:rPr>
                <w:rFonts w:ascii="Verdana Pro Light" w:eastAsia="Arial Unicode MS" w:hAnsi="Verdana Pro Light" w:cs="Times New Roman"/>
                <w:sz w:val="18"/>
                <w:szCs w:val="18"/>
              </w:rPr>
              <w:t>Colaboração e trabalho em equipa</w:t>
            </w:r>
          </w:p>
        </w:tc>
      </w:tr>
    </w:tbl>
    <w:p w14:paraId="7F13EEA2" w14:textId="77777777" w:rsidR="00A23DCD" w:rsidRPr="00136AD8" w:rsidRDefault="00A23DCD" w:rsidP="00A23DC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AB6C872" w14:textId="77777777" w:rsidR="00A23DCD" w:rsidRPr="003200F2" w:rsidRDefault="00A23DCD" w:rsidP="00A23DC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134802E" w14:textId="77777777" w:rsidR="00A23DCD" w:rsidRPr="00136AD8" w:rsidRDefault="00A23DCD" w:rsidP="00A23DC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23DCD" w:rsidRPr="00136AD8" w14:paraId="1D91E596" w14:textId="77777777" w:rsidTr="001B4FD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26121F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27591" w:rsidRPr="00136AD8" w14:paraId="60A8798F" w14:textId="77777777" w:rsidTr="001B4FD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21796C" w14:textId="77777777" w:rsidR="00C27591" w:rsidRPr="00AB5AF8" w:rsidRDefault="00C27591" w:rsidP="00C27591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Analisar</w:t>
            </w:r>
            <w:r w:rsidRPr="00AB5AF8">
              <w:rPr>
                <w:rFonts w:ascii="Verdana Pro Light" w:hAnsi="Verdana Pro Light" w:cs="Arial Unicode MS"/>
                <w:sz w:val="18"/>
                <w:szCs w:val="18"/>
              </w:rPr>
              <w:t xml:space="preserve"> a 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>identidade pessoal e partilhada e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respetivos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comportamentos associados.</w:t>
            </w:r>
          </w:p>
          <w:p w14:paraId="7C3BD41C" w14:textId="77777777" w:rsidR="00C27591" w:rsidRPr="00AB5AF8" w:rsidRDefault="00C27591" w:rsidP="00C27591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AB5AF8">
              <w:rPr>
                <w:rFonts w:ascii="Verdana Pro Light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>Colaborar na aplicação de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dinâmicas facilitadoras do trabalho em equipa.</w:t>
            </w:r>
          </w:p>
          <w:p w14:paraId="1E453900" w14:textId="77777777" w:rsidR="00C27591" w:rsidRPr="001B353A" w:rsidRDefault="00C27591" w:rsidP="00C2759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tab/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Colaborar na definição de estratégias de resolução de problemas e de tomada de decisão</w:t>
            </w:r>
          </w:p>
        </w:tc>
      </w:tr>
      <w:tr w:rsidR="00A23DCD" w:rsidRPr="00136AD8" w14:paraId="6F5A806E" w14:textId="77777777" w:rsidTr="001B4FD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A4C4482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ECF5BD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F9C0438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27591" w:rsidRPr="00136AD8" w14:paraId="6BAAE7E2" w14:textId="77777777" w:rsidTr="001B4FD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DDC9D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Identidade pessoal, social e profissional.</w:t>
            </w:r>
          </w:p>
          <w:p w14:paraId="0F057F87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60FA27B2" w14:textId="77777777" w:rsidR="00C2759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Trabalho em equipa - fatores pessoais, relacionais e organizacionais.</w:t>
            </w:r>
          </w:p>
          <w:p w14:paraId="77D1C6B4" w14:textId="77777777" w:rsidR="00C2759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Equipa de trabalho - princípios de organização de grupo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</w:rPr>
              <w:t>vs.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45C0EEF0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159B374B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7EA5045F" w14:textId="77777777" w:rsidR="00C2759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do desempenho.</w:t>
            </w:r>
          </w:p>
          <w:p w14:paraId="1BA59F55" w14:textId="77777777" w:rsidR="00C2759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Técnicas de negociação, de resolução de problemas e de tomada de decisão.</w:t>
            </w:r>
          </w:p>
          <w:p w14:paraId="3BDE4C3B" w14:textId="77777777" w:rsidR="00C27591" w:rsidRPr="001B353A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213C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Gestão de tempo – técnicas, planeamento, autoavaliação e otimização das tecnologias.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1F50CB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e analisar os estilos comportamentais individuais</w:t>
            </w:r>
            <w:r w:rsidRPr="6D11F1FC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 xml:space="preserve">. </w:t>
            </w:r>
          </w:p>
          <w:p w14:paraId="7E6B6205" w14:textId="77777777" w:rsidR="00C2759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as competências individuais.</w:t>
            </w:r>
          </w:p>
          <w:p w14:paraId="789C57B1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20DD2780" w14:textId="77777777" w:rsidR="00C27591" w:rsidRPr="008705DA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5F411943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5F730F48" w14:textId="77777777" w:rsidR="00C27591" w:rsidRPr="009835C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5C1E253B" w14:textId="77777777" w:rsidR="00C2759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0B872DBD" w14:textId="77777777" w:rsidR="00C2759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5BF27550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7F8B6D1A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ferramentas de comunicação.</w:t>
            </w:r>
          </w:p>
          <w:p w14:paraId="22E585FE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A522B60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Formular ideias e sugestões em diferentes contextos comunicacionais.</w:t>
            </w:r>
          </w:p>
          <w:p w14:paraId="1D56F45E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Trocar conhecimentos e experiências.</w:t>
            </w:r>
          </w:p>
          <w:p w14:paraId="2BE9829B" w14:textId="77777777" w:rsidR="00C2759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38444096" w14:textId="77777777" w:rsidR="00C2759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Analisar problemas e tomar decisões.</w:t>
            </w:r>
          </w:p>
          <w:p w14:paraId="2D6E90E3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05B91881" w14:textId="77777777" w:rsidR="00C27591" w:rsidRPr="00057283" w:rsidRDefault="00C27591" w:rsidP="00C275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proofErr w:type="spellStart"/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proofErr w:type="spellEnd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DBDA5" w14:textId="77777777" w:rsidR="00C27591" w:rsidRDefault="00C27591" w:rsidP="00C275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43911FEF" w14:textId="77777777" w:rsidR="00C27591" w:rsidRDefault="00C27591" w:rsidP="00C275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182E81F" w14:textId="77777777" w:rsidR="00C2759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060FAE01" w14:textId="77777777" w:rsidR="00C2759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2930D72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7E7780EA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49997B2E" w14:textId="77777777" w:rsidR="00C2759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20177C63" w14:textId="77777777" w:rsidR="00C2759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400BB24A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1BC38FEF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8758F81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10F0CE0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096DAC05" w14:textId="77777777" w:rsidR="00C27591" w:rsidRPr="00A128FE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4F6CE999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204A6BC0" w14:textId="77777777" w:rsidR="00C27591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62145E12" w14:textId="77777777" w:rsidR="00C27591" w:rsidRPr="00AB5AF8" w:rsidRDefault="00C27591" w:rsidP="00C2759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4269B0A8" w14:textId="77777777" w:rsidR="00C27591" w:rsidRPr="00057283" w:rsidRDefault="00C27591" w:rsidP="00C275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68EB48D" w14:textId="77777777" w:rsidR="00A23DCD" w:rsidRDefault="00A23DCD" w:rsidP="00A23DC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BB14AFA" w14:textId="77777777" w:rsidR="00A23DCD" w:rsidRDefault="00A23DCD" w:rsidP="00A23DC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965D24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28025E4" w14:textId="77777777" w:rsidR="00C27591" w:rsidRPr="00C3428A" w:rsidRDefault="00C27591" w:rsidP="00C27591">
      <w:pPr>
        <w:spacing w:before="120" w:after="120" w:line="240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Times New Roman"/>
          <w:i/>
          <w:iCs/>
          <w:sz w:val="18"/>
          <w:szCs w:val="18"/>
        </w:rPr>
        <w:t xml:space="preserve">Colaborar e trabalhar em equipa: </w:t>
      </w:r>
    </w:p>
    <w:p w14:paraId="793A604F" w14:textId="77777777" w:rsidR="00C27591" w:rsidRPr="00AB5AF8" w:rsidRDefault="00C27591" w:rsidP="00C27591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equipa. </w:t>
      </w:r>
    </w:p>
    <w:p w14:paraId="4F8DB7A6" w14:textId="77777777" w:rsidR="00C27591" w:rsidRPr="00AB5AF8" w:rsidRDefault="00C27591" w:rsidP="00C27591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CD2. </w:t>
      </w: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0ACB4C60" w14:textId="77777777" w:rsidR="00C27591" w:rsidRDefault="00C27591" w:rsidP="00C27591">
      <w:p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CD3. Analisando problemas e propondo soluções.</w:t>
      </w:r>
    </w:p>
    <w:p w14:paraId="343DB606" w14:textId="77777777" w:rsidR="00C27591" w:rsidRDefault="00C27591" w:rsidP="00C27591">
      <w:pPr>
        <w:spacing w:before="120" w:after="0" w:line="276" w:lineRule="auto"/>
        <w:ind w:left="142"/>
        <w:rPr>
          <w:rFonts w:ascii="Verdana Pro Light" w:hAnsi="Verdana Pro Light" w:cs="Arial Unicode MS"/>
          <w:sz w:val="18"/>
          <w:szCs w:val="18"/>
        </w:rPr>
      </w:pPr>
      <w:r w:rsidRPr="6D11F1FC">
        <w:rPr>
          <w:rFonts w:ascii="Verdana Pro Light" w:hAnsi="Verdana Pro Light" w:cs="Arial Unicode MS"/>
          <w:sz w:val="18"/>
          <w:szCs w:val="18"/>
        </w:rPr>
        <w:t>CD4. G</w:t>
      </w: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erando oportunidades de desenvolvimento e aprendizagem colaborativa.</w:t>
      </w:r>
    </w:p>
    <w:p w14:paraId="3E7CD208" w14:textId="77777777" w:rsidR="00A23DCD" w:rsidRPr="00136AD8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924C2E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7D380D8" w14:textId="77777777" w:rsidR="00E02A5F" w:rsidRDefault="00E02A5F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66226">
        <w:rPr>
          <w:rFonts w:ascii="Verdana Pro Light" w:hAnsi="Verdana Pro Light" w:cs="Arial Unicode MS"/>
          <w:sz w:val="18"/>
          <w:szCs w:val="18"/>
        </w:rPr>
        <w:t xml:space="preserve">Estúdios de Desenvolvimento de Jogos Independentes </w:t>
      </w:r>
    </w:p>
    <w:p w14:paraId="6802C0B3" w14:textId="77777777" w:rsidR="00E02A5F" w:rsidRDefault="00E02A5F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71D3F">
        <w:rPr>
          <w:rFonts w:ascii="Verdana Pro Light" w:hAnsi="Verdana Pro Light" w:cs="Arial Unicode MS"/>
          <w:sz w:val="18"/>
          <w:szCs w:val="18"/>
        </w:rPr>
        <w:t>Empresas de Desenvolvimento de Jogos AAA</w:t>
      </w:r>
    </w:p>
    <w:p w14:paraId="4CA771E3" w14:textId="77777777" w:rsidR="00E02A5F" w:rsidRDefault="00E02A5F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71D3F">
        <w:rPr>
          <w:rFonts w:ascii="Verdana Pro Light" w:hAnsi="Verdana Pro Light" w:cs="Arial Unicode MS"/>
          <w:sz w:val="18"/>
          <w:szCs w:val="18"/>
        </w:rPr>
        <w:t>Editoras de Jogos</w:t>
      </w:r>
    </w:p>
    <w:p w14:paraId="4EC8E9A8" w14:textId="77777777" w:rsidR="00E02A5F" w:rsidRDefault="00E02A5F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DF25D8">
        <w:rPr>
          <w:rFonts w:ascii="Verdana Pro Light" w:hAnsi="Verdana Pro Light" w:cs="Arial Unicode MS"/>
          <w:sz w:val="18"/>
          <w:szCs w:val="18"/>
        </w:rPr>
        <w:t>Empresas de Tecnologia</w:t>
      </w:r>
    </w:p>
    <w:p w14:paraId="0CB8A3DB" w14:textId="77777777" w:rsidR="00E02A5F" w:rsidRPr="00984B30" w:rsidRDefault="00E02A5F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Setor Público</w:t>
      </w:r>
    </w:p>
    <w:p w14:paraId="2272C986" w14:textId="77777777" w:rsidR="00E02A5F" w:rsidRPr="00984B30" w:rsidRDefault="00E02A5F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</w:p>
    <w:p w14:paraId="28A9DFAA" w14:textId="77777777" w:rsidR="00E02A5F" w:rsidRPr="00DF25D8" w:rsidRDefault="00E02A5F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Galerias</w:t>
      </w:r>
    </w:p>
    <w:p w14:paraId="6881614B" w14:textId="77777777" w:rsidR="00C27591" w:rsidRPr="00984B30" w:rsidRDefault="00C27591" w:rsidP="00C275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Setor Público</w:t>
      </w:r>
    </w:p>
    <w:p w14:paraId="467E5941" w14:textId="77777777" w:rsidR="00C27591" w:rsidRPr="00984B30" w:rsidRDefault="00C27591" w:rsidP="00C275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</w:p>
    <w:p w14:paraId="7832F8BD" w14:textId="77777777" w:rsidR="00C27591" w:rsidRPr="00984B30" w:rsidRDefault="00C27591" w:rsidP="00C275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Galerias</w:t>
      </w:r>
    </w:p>
    <w:p w14:paraId="567D5A9A" w14:textId="77777777" w:rsidR="00C27591" w:rsidRPr="00E3670F" w:rsidRDefault="00E3670F" w:rsidP="00C27591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E3670F">
        <w:rPr>
          <w:rFonts w:ascii="Verdana Pro Light" w:hAnsi="Verdana Pro Light" w:cs="Arial Unicode MS"/>
          <w:sz w:val="18"/>
          <w:szCs w:val="18"/>
        </w:rPr>
        <w:t>Empresas diversas</w:t>
      </w:r>
    </w:p>
    <w:p w14:paraId="2209AE2C" w14:textId="77777777" w:rsidR="00C27591" w:rsidRPr="00984B30" w:rsidRDefault="00C27591" w:rsidP="00C275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86B9ADC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320D1B4" w14:textId="77777777" w:rsidR="00C27591" w:rsidRPr="00DA0C85" w:rsidRDefault="00C27591" w:rsidP="00C27591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DA0C85">
        <w:rPr>
          <w:rFonts w:ascii="Verdana Pro Light" w:hAnsi="Verdana Pro Light" w:cs="Arial Unicode MS"/>
          <w:sz w:val="18"/>
          <w:szCs w:val="18"/>
        </w:rPr>
        <w:t xml:space="preserve">Dispositivos tecnológicos com acesso à </w:t>
      </w:r>
      <w:r w:rsidRPr="00DA0C85">
        <w:rPr>
          <w:rFonts w:ascii="Verdana Pro Light" w:hAnsi="Verdana Pro Light" w:cs="Arial Unicode MS"/>
          <w:i/>
          <w:sz w:val="18"/>
          <w:szCs w:val="18"/>
        </w:rPr>
        <w:t>internet</w:t>
      </w:r>
      <w:r w:rsidRPr="00DA0C85">
        <w:rPr>
          <w:rFonts w:ascii="Verdana Pro Light" w:hAnsi="Verdana Pro Light" w:cs="Arial Unicode MS"/>
          <w:sz w:val="18"/>
          <w:szCs w:val="18"/>
        </w:rPr>
        <w:t>.</w:t>
      </w:r>
    </w:p>
    <w:p w14:paraId="1D198976" w14:textId="77777777" w:rsidR="00C27591" w:rsidRPr="00DA0C85" w:rsidRDefault="00C27591" w:rsidP="00C27591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Ferramentas de interação, de comunicação e produtividade</w:t>
      </w:r>
      <w:r w:rsidRPr="00DA0C85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77BB27A4" w14:textId="77777777" w:rsidR="00C27591" w:rsidRDefault="00C27591" w:rsidP="00C27591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DA0C85">
        <w:rPr>
          <w:rFonts w:ascii="Verdana Pro Light" w:hAnsi="Verdana Pro Light" w:cs="Arial Unicode MS"/>
          <w:sz w:val="18"/>
          <w:szCs w:val="18"/>
        </w:rPr>
        <w:t>Recursos multimédia/audiovisuais.</w:t>
      </w:r>
    </w:p>
    <w:p w14:paraId="61ECC320" w14:textId="77777777" w:rsidR="00C27591" w:rsidRPr="00501DC8" w:rsidRDefault="00C27591" w:rsidP="00C275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Boas práticas na comunicação</w:t>
      </w:r>
    </w:p>
    <w:p w14:paraId="530688E7" w14:textId="77777777" w:rsidR="00C27591" w:rsidRPr="00501DC8" w:rsidRDefault="00C27591" w:rsidP="00C275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CBEDD6F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41CB29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41BA395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5F741B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F6011B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9545B8" w14:textId="77777777" w:rsidR="00A23DCD" w:rsidRDefault="00A23DCD" w:rsidP="00A23DC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23DCD" w:rsidRPr="00136AD8" w14:paraId="7A341127" w14:textId="77777777" w:rsidTr="001B4FD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8A086AE" w14:textId="77777777" w:rsidR="00A23DCD" w:rsidRPr="00136AD8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C2759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C2759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15B64BB" w14:textId="77777777" w:rsidR="00A23DCD" w:rsidRPr="009C256C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C4B21">
              <w:t>Comunicar e interagir em contexto profissional</w:t>
            </w:r>
          </w:p>
        </w:tc>
      </w:tr>
      <w:tr w:rsidR="00A23DCD" w:rsidRPr="00136AD8" w14:paraId="021E30CB" w14:textId="77777777" w:rsidTr="001B4FD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A83005A" w14:textId="77777777" w:rsidR="00A23DCD" w:rsidRPr="00136AD8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36737C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E7E6E6" w:themeFill="background2"/>
          </w:tcPr>
          <w:p w14:paraId="4EB147D9" w14:textId="77777777" w:rsidR="00A23DCD" w:rsidRPr="00136AD8" w:rsidRDefault="00190648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07927">
              <w:rPr>
                <w:rFonts w:ascii="Verdana Pro Light" w:eastAsia="Arial Unicode MS" w:hAnsi="Verdana Pro Light" w:cs="Times New Roman"/>
                <w:sz w:val="18"/>
                <w:szCs w:val="18"/>
              </w:rPr>
              <w:t>Comunicação e relacionamento interpessoal em contexto profissional</w:t>
            </w:r>
          </w:p>
        </w:tc>
      </w:tr>
    </w:tbl>
    <w:p w14:paraId="5B4290DE" w14:textId="77777777" w:rsidR="00A23DCD" w:rsidRPr="00136AD8" w:rsidRDefault="00A23DCD" w:rsidP="00A23DC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3BC8C8A" w14:textId="77777777" w:rsidR="00A23DCD" w:rsidRPr="003200F2" w:rsidRDefault="00A23DCD" w:rsidP="00A23DC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368463A" w14:textId="77777777" w:rsidR="00A23DCD" w:rsidRPr="00136AD8" w:rsidRDefault="00A23DCD" w:rsidP="00A23DC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23DCD" w:rsidRPr="00136AD8" w14:paraId="152EA9CA" w14:textId="77777777" w:rsidTr="001B4FD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5AEC79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23DCD" w:rsidRPr="00136AD8" w14:paraId="5F6E1E3E" w14:textId="77777777" w:rsidTr="001B4FD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456F7" w14:textId="77777777" w:rsidR="00C27591" w:rsidRPr="000A2D45" w:rsidRDefault="00A23DCD" w:rsidP="00C2759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27591"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Preparar a mensagem a comunicar em contexto profissional. </w:t>
            </w:r>
          </w:p>
          <w:p w14:paraId="04F91E7F" w14:textId="77777777" w:rsidR="00A23DCD" w:rsidRDefault="00C27591" w:rsidP="00C2759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Informar e esclarecer diferentes interlocutores em contexto presencial e não presencial.</w:t>
            </w:r>
          </w:p>
          <w:p w14:paraId="64139CAA" w14:textId="77777777" w:rsidR="00C27591" w:rsidRPr="001B353A" w:rsidRDefault="00C27591" w:rsidP="00C2759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A23DCD" w:rsidRPr="00136AD8" w14:paraId="79909F86" w14:textId="77777777" w:rsidTr="001B4FD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8B0D5D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8C5E48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F09E485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27591" w:rsidRPr="00136AD8" w14:paraId="78DFC82F" w14:textId="77777777" w:rsidTr="001B4FD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4D662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Princípios da comunicação e do relacionamento interpessoal – processo, funções e elementos intervenientes.</w:t>
            </w:r>
          </w:p>
          <w:p w14:paraId="37E14D70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Fatores facilitadores e inibidores da comunicação.</w:t>
            </w:r>
          </w:p>
          <w:p w14:paraId="59648160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 xml:space="preserve">Comunicação verbal (oral e escrita) e comunicação não-verbal – </w:t>
            </w:r>
            <w:proofErr w:type="spellStart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</w:p>
          <w:p w14:paraId="7FC428D9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(movimentos corporais, gestos, expressão facial e postura), </w:t>
            </w:r>
            <w:proofErr w:type="spellStart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sorriso, outros) e proxémica (distância espacial face a alguém).</w:t>
            </w:r>
          </w:p>
          <w:p w14:paraId="235FF908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Canais de comunicação presencial e não presencial.</w:t>
            </w:r>
          </w:p>
          <w:p w14:paraId="33E16679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telefónica - técnicas de atenção telefónica, expressão verbal e sorriso “telefónico”.</w:t>
            </w:r>
          </w:p>
          <w:p w14:paraId="6924FD22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através da internet</w:t>
            </w:r>
          </w:p>
          <w:p w14:paraId="4B0FDEA3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(navegadores, e-mail, redes sociais, mensagens) – técnicas.</w:t>
            </w:r>
          </w:p>
          <w:p w14:paraId="3ADCF286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escrita – normas.</w:t>
            </w:r>
          </w:p>
          <w:p w14:paraId="4950DA51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 xml:space="preserve">Processo de escrita - planificação, textualização e revisão. </w:t>
            </w:r>
          </w:p>
          <w:p w14:paraId="3DD434E3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Caraterísticas dos estilos de comunicação</w:t>
            </w:r>
          </w:p>
          <w:p w14:paraId="10FDABAE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Agressivo, passivo, manipulador, assertivo.</w:t>
            </w:r>
          </w:p>
          <w:p w14:paraId="6EAFE310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assertiva – vantagens, componentes verbais e não-verbais, técnicas.</w:t>
            </w:r>
          </w:p>
          <w:p w14:paraId="6CA6C722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Escuta ativa, empatia e controlo emocional.</w:t>
            </w:r>
          </w:p>
          <w:p w14:paraId="553259F6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Processamento interno da informação –fonético, literal (significado) e reflexivo</w:t>
            </w:r>
          </w:p>
          <w:p w14:paraId="07B220E4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(empático).</w:t>
            </w:r>
          </w:p>
          <w:p w14:paraId="57A47B3B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Perguntas no processo de comunicação –abertas, fechadas, retorno, reformulação.</w:t>
            </w:r>
          </w:p>
          <w:p w14:paraId="5C186D4F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Mensagem - construção, adaptação, envio, receção e interpretação.</w:t>
            </w:r>
          </w:p>
          <w:p w14:paraId="3026589A" w14:textId="77777777" w:rsidR="00C27591" w:rsidRPr="00830B06" w:rsidRDefault="00C27591" w:rsidP="00C27591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Imagem e comunicação – autoimagem e autoconceito, primeiras impressões, expectativas e motivação.</w:t>
            </w:r>
          </w:p>
          <w:p w14:paraId="4A21CACF" w14:textId="77777777" w:rsidR="00C27591" w:rsidRPr="00830B06" w:rsidRDefault="00C27591" w:rsidP="00C27591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Técnicas de programação neurolinguística (PNL) na comunicação.</w:t>
            </w:r>
          </w:p>
          <w:p w14:paraId="0D6E5041" w14:textId="77777777" w:rsidR="00C27591" w:rsidRPr="00830B06" w:rsidRDefault="00C27591" w:rsidP="00C27591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Relações interpessoais no trabalho.</w:t>
            </w:r>
          </w:p>
          <w:p w14:paraId="5C09740D" w14:textId="77777777" w:rsidR="00C27591" w:rsidRPr="00830B06" w:rsidRDefault="00C27591" w:rsidP="00C27591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Conflito nas relações interpessoais –tipos e técnicas de resolução de conflitos.</w:t>
            </w:r>
          </w:p>
          <w:p w14:paraId="71B5F787" w14:textId="77777777" w:rsidR="00C27591" w:rsidRPr="000A2D45" w:rsidRDefault="00C27591" w:rsidP="00C27591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Avaliação do processo de comunicação –feedback, resposta e reação.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5E9F4" w14:textId="77777777" w:rsidR="00C27591" w:rsidRPr="00830B06" w:rsidRDefault="00C27591" w:rsidP="00C2759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Organizar a informação a comunicar.</w:t>
            </w:r>
          </w:p>
          <w:p w14:paraId="4B4D35D8" w14:textId="77777777" w:rsidR="00C27591" w:rsidRPr="00830B06" w:rsidRDefault="00C27591" w:rsidP="00C2759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Adaptar a comunicação oral e escrita ao interlocutor e ao contexto.</w:t>
            </w:r>
          </w:p>
          <w:p w14:paraId="6C177137" w14:textId="77777777" w:rsidR="00C27591" w:rsidRPr="00830B06" w:rsidRDefault="00C27591" w:rsidP="00C2759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Interpretar informação de diferentes interlocutores em contexto presencial e não presencial.</w:t>
            </w:r>
          </w:p>
          <w:p w14:paraId="5A5F2B56" w14:textId="77777777" w:rsidR="00C27591" w:rsidRPr="00830B06" w:rsidRDefault="00C27591" w:rsidP="00C2759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Identificar as expectativas do interlocutor.</w:t>
            </w:r>
          </w:p>
          <w:p w14:paraId="100E72DD" w14:textId="77777777" w:rsidR="00C27591" w:rsidRPr="00830B06" w:rsidRDefault="00C27591" w:rsidP="00C2759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Utilizar técnicas de comunicação verbal e não verbal assertiva.</w:t>
            </w:r>
          </w:p>
          <w:p w14:paraId="15593BFD" w14:textId="77777777" w:rsidR="00C27591" w:rsidRPr="00830B06" w:rsidRDefault="00C27591" w:rsidP="00C2759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Formular questões, pedir esclarecimentos ou colocar dúvidas para interpretar e/ou explicitar a mensagem.</w:t>
            </w:r>
          </w:p>
          <w:p w14:paraId="1B5F1920" w14:textId="77777777" w:rsidR="00C27591" w:rsidRPr="00830B06" w:rsidRDefault="00C27591" w:rsidP="00C2759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Partilhar informação com diferentes interlocutores.</w:t>
            </w:r>
          </w:p>
          <w:p w14:paraId="2A53ADA7" w14:textId="77777777" w:rsidR="00C27591" w:rsidRPr="00830B06" w:rsidRDefault="00C27591" w:rsidP="00C2759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Reportar informação profissional.</w:t>
            </w:r>
          </w:p>
          <w:p w14:paraId="6739AF04" w14:textId="77777777" w:rsidR="00C27591" w:rsidRPr="00830B06" w:rsidRDefault="00C27591" w:rsidP="00C2759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Aplicar técnicas de interação orais e escritas.</w:t>
            </w:r>
          </w:p>
          <w:p w14:paraId="2AFC1401" w14:textId="77777777" w:rsidR="00C27591" w:rsidRPr="00830B06" w:rsidRDefault="00C27591" w:rsidP="00C27591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Aplicar técnicas de tratamento e resolução de conflitos.</w:t>
            </w:r>
          </w:p>
          <w:p w14:paraId="23984541" w14:textId="77777777" w:rsidR="00C27591" w:rsidRPr="00057283" w:rsidRDefault="00C27591" w:rsidP="00C2759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Autoavaliar o seu desempenho no âmbito do processo de comunicação.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58EC1" w14:textId="77777777" w:rsidR="00C27591" w:rsidRPr="00830B06" w:rsidRDefault="00C27591" w:rsidP="00C27591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Responsabilidades pelas suas ações.</w:t>
            </w:r>
          </w:p>
          <w:p w14:paraId="2162482C" w14:textId="77777777" w:rsidR="00C27591" w:rsidRPr="00830B06" w:rsidRDefault="00C27591" w:rsidP="00C27591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Autonomia no âmbito das suas funções.</w:t>
            </w:r>
          </w:p>
          <w:p w14:paraId="52779374" w14:textId="77777777" w:rsidR="00C27591" w:rsidRPr="00830B06" w:rsidRDefault="00C27591" w:rsidP="00C27591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Cuidado com a imagem e postura profissional.</w:t>
            </w:r>
          </w:p>
          <w:p w14:paraId="5060B051" w14:textId="77777777" w:rsidR="00C27591" w:rsidRPr="00830B06" w:rsidRDefault="00C27591" w:rsidP="00C27591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Assertividade.</w:t>
            </w:r>
          </w:p>
          <w:p w14:paraId="2858F1D6" w14:textId="77777777" w:rsidR="00C27591" w:rsidRPr="00830B06" w:rsidRDefault="00C27591" w:rsidP="00C27591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Escuta ativa.</w:t>
            </w:r>
          </w:p>
          <w:p w14:paraId="7742737C" w14:textId="77777777" w:rsidR="00C27591" w:rsidRPr="00830B06" w:rsidRDefault="00C27591" w:rsidP="00C27591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Empatia.</w:t>
            </w:r>
          </w:p>
          <w:p w14:paraId="4B554698" w14:textId="77777777" w:rsidR="00C27591" w:rsidRPr="00830B06" w:rsidRDefault="00C27591" w:rsidP="00C27591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Controlo emocional.</w:t>
            </w:r>
          </w:p>
          <w:p w14:paraId="21821A73" w14:textId="77777777" w:rsidR="00C27591" w:rsidRPr="00830B06" w:rsidRDefault="00C27591" w:rsidP="00C27591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Autoconfiança.</w:t>
            </w:r>
          </w:p>
          <w:p w14:paraId="173D7077" w14:textId="77777777" w:rsidR="00C27591" w:rsidRPr="00830B06" w:rsidRDefault="00C27591" w:rsidP="00C27591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Respeito pela diferença.</w:t>
            </w:r>
          </w:p>
          <w:p w14:paraId="2B105209" w14:textId="77777777" w:rsidR="00C27591" w:rsidRPr="00830B06" w:rsidRDefault="00C27591" w:rsidP="00C27591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Autoconhecimento.</w:t>
            </w:r>
          </w:p>
          <w:p w14:paraId="2C27DDB7" w14:textId="77777777" w:rsidR="00C27591" w:rsidRPr="00830B06" w:rsidRDefault="00C27591" w:rsidP="00C27591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Sentido crítico.</w:t>
            </w:r>
          </w:p>
          <w:p w14:paraId="10718309" w14:textId="77777777" w:rsidR="00C27591" w:rsidRPr="00830B06" w:rsidRDefault="00C27591" w:rsidP="00C27591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Cooperação com a equipa.</w:t>
            </w:r>
          </w:p>
          <w:p w14:paraId="6DBCA3AB" w14:textId="77777777" w:rsidR="00C27591" w:rsidRPr="00830B06" w:rsidRDefault="00C27591" w:rsidP="00C27591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Sentido de organização.</w:t>
            </w:r>
          </w:p>
        </w:tc>
      </w:tr>
    </w:tbl>
    <w:p w14:paraId="3C0FB706" w14:textId="77777777" w:rsidR="00A23DCD" w:rsidRDefault="00A23DCD" w:rsidP="00A23DC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1ED3613" w14:textId="77777777" w:rsidR="00A23DCD" w:rsidRDefault="00A23DCD" w:rsidP="00A23DC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4404906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13E4803" w14:textId="77777777" w:rsidR="00C27591" w:rsidRDefault="00C27591" w:rsidP="00C275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Comunicar e interagir em contexto profissional:</w:t>
      </w:r>
    </w:p>
    <w:p w14:paraId="7D5D9D50" w14:textId="77777777" w:rsidR="00C27591" w:rsidRPr="00830B06" w:rsidRDefault="00C27591" w:rsidP="00C275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Adaptando a linguagem e a comunicação ao tipo de canal utilizado, ao público-alvo e ao contexto. </w:t>
      </w:r>
    </w:p>
    <w:p w14:paraId="0B68FA94" w14:textId="77777777" w:rsidR="00C27591" w:rsidRPr="00830B06" w:rsidRDefault="00C27591" w:rsidP="00C275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Demonstrando assertividade e uma imagem positiva de si e da sua organização. </w:t>
      </w:r>
    </w:p>
    <w:p w14:paraId="5561C4A0" w14:textId="77777777" w:rsidR="00C27591" w:rsidRPr="00830B06" w:rsidRDefault="00C27591" w:rsidP="00C275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Demonstrando uma comunicação verbal e não verbal empática e ajustada ao interlocutor. </w:t>
      </w:r>
    </w:p>
    <w:p w14:paraId="22C10532" w14:textId="77777777" w:rsidR="00C27591" w:rsidRDefault="00C27591" w:rsidP="00C275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 Produzindo um texto escrito de forma clara e articulada, de acordo com a norma, aplicando técnicas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redação de documentos profissionais.</w:t>
      </w:r>
    </w:p>
    <w:p w14:paraId="61F10530" w14:textId="77777777" w:rsidR="00C27591" w:rsidRPr="0064164C" w:rsidRDefault="00C27591" w:rsidP="00C275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Avaliando o resultado do seu desempenho e contributo para a melhoria do processo de comunicação.</w:t>
      </w:r>
    </w:p>
    <w:p w14:paraId="7660DADA" w14:textId="77777777" w:rsidR="00A23DCD" w:rsidRPr="00136AD8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B8C3EB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809C9C1" w14:textId="152C7279" w:rsidR="00A23DCD" w:rsidRPr="00E02A5F" w:rsidRDefault="00C27591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5A8DDF8F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C657C1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72142AE" w14:textId="77777777" w:rsidR="004000B1" w:rsidRPr="00830B06" w:rsidRDefault="004000B1" w:rsidP="004000B1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Dispositivos tecnológicos com acesso à internet.</w:t>
      </w:r>
    </w:p>
    <w:p w14:paraId="6207F68F" w14:textId="77777777" w:rsidR="004000B1" w:rsidRPr="00830B06" w:rsidRDefault="004000B1" w:rsidP="004000B1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Recursos multimédia/audiovisuais.</w:t>
      </w:r>
    </w:p>
    <w:p w14:paraId="668AB49F" w14:textId="77777777" w:rsidR="004000B1" w:rsidRPr="00830B06" w:rsidRDefault="004000B1" w:rsidP="004000B1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Ferramentas de interação e de comunicação.</w:t>
      </w:r>
    </w:p>
    <w:p w14:paraId="72402E72" w14:textId="77777777" w:rsidR="004000B1" w:rsidRPr="00051C79" w:rsidRDefault="004000B1" w:rsidP="004000B1">
      <w:pPr>
        <w:tabs>
          <w:tab w:val="left" w:pos="426"/>
        </w:tabs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Boas práticas na comunicação.</w:t>
      </w:r>
    </w:p>
    <w:p w14:paraId="2342C0D4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EC50C4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EE3618B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21F262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5C47C2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39B31E" w14:textId="77777777" w:rsidR="00A23DCD" w:rsidRDefault="00A23DCD" w:rsidP="00A23DC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23DCD" w:rsidRPr="00136AD8" w14:paraId="79968CD3" w14:textId="77777777" w:rsidTr="001B4FD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0997758" w14:textId="77777777" w:rsidR="00A23DCD" w:rsidRPr="00136AD8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4000B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4000B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A841E98" w14:textId="77777777" w:rsidR="00A23DCD" w:rsidRPr="009C256C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C4B21">
              <w:t>Interagir em inglês na área profissional da Produção de Conteúdos Interativos</w:t>
            </w:r>
          </w:p>
        </w:tc>
      </w:tr>
      <w:tr w:rsidR="00190648" w:rsidRPr="00136AD8" w14:paraId="52F59660" w14:textId="77777777" w:rsidTr="001B4FD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FA5722A" w14:textId="77777777" w:rsidR="00190648" w:rsidRPr="00136AD8" w:rsidRDefault="00190648" w:rsidP="0019064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E7E6E6" w:themeFill="background2"/>
          </w:tcPr>
          <w:p w14:paraId="2919844F" w14:textId="77777777" w:rsidR="00190648" w:rsidRPr="00136AD8" w:rsidRDefault="00190648" w:rsidP="0019064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07927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Comunicação em inglês na área profissional de </w:t>
            </w:r>
            <w:r w:rsidRPr="00190648">
              <w:rPr>
                <w:rFonts w:ascii="Verdana Pro Light" w:eastAsia="Arial Unicode MS" w:hAnsi="Verdana Pro Light" w:cs="Times New Roman"/>
                <w:sz w:val="18"/>
                <w:szCs w:val="18"/>
              </w:rPr>
              <w:t>Produção de Conteúdos Interativos</w:t>
            </w:r>
          </w:p>
        </w:tc>
      </w:tr>
    </w:tbl>
    <w:p w14:paraId="3296CC40" w14:textId="77777777" w:rsidR="00A23DCD" w:rsidRPr="00136AD8" w:rsidRDefault="00A23DCD" w:rsidP="00A23DC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E2671E3" w14:textId="77777777" w:rsidR="00A23DCD" w:rsidRPr="003200F2" w:rsidRDefault="00A23DCD" w:rsidP="00A23DC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3EC0BFA" w14:textId="77777777" w:rsidR="00A23DCD" w:rsidRPr="00136AD8" w:rsidRDefault="00A23DCD" w:rsidP="00A23DC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23DCD" w:rsidRPr="00136AD8" w14:paraId="7BE73B71" w14:textId="77777777" w:rsidTr="001B4FD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9428A0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000B1" w:rsidRPr="00136AD8" w14:paraId="63E0792B" w14:textId="77777777" w:rsidTr="001B4FD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E05C87" w14:textId="77777777" w:rsidR="004000B1" w:rsidRPr="001B353A" w:rsidRDefault="004000B1" w:rsidP="004000B1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>Interpretar e selecionar informação especializada, verbal e não verbal, em suportes variados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na área da</w:t>
            </w:r>
            <w:r w:rsidRPr="005A051F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</w:p>
          <w:p w14:paraId="6A4A9842" w14:textId="77777777" w:rsidR="004000B1" w:rsidRPr="001B353A" w:rsidRDefault="004000B1" w:rsidP="004000B1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 xml:space="preserve">Transmitir enunciados orais coerentes no âmbito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da</w:t>
            </w:r>
            <w:r w:rsidRPr="005A051F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</w:p>
          <w:p w14:paraId="4AC00780" w14:textId="77777777" w:rsidR="004000B1" w:rsidRPr="001B353A" w:rsidRDefault="004000B1" w:rsidP="004000B1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 xml:space="preserve">Redigir textos articulados e coesos relacionados com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 área da</w:t>
            </w:r>
            <w:r w:rsidRPr="005A051F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Produção de Conteúdos Interativos</w:t>
            </w:r>
          </w:p>
          <w:p w14:paraId="43EC8614" w14:textId="77777777" w:rsidR="004000B1" w:rsidRPr="001B353A" w:rsidRDefault="004000B1" w:rsidP="004000B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A23DCD" w:rsidRPr="00136AD8" w14:paraId="2901FE1C" w14:textId="77777777" w:rsidTr="001B4FD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954089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D9A069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CEBB169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000B1" w:rsidRPr="00136AD8" w14:paraId="7F4B6FF5" w14:textId="77777777" w:rsidTr="001B4FD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E407A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Léxico (vocabulário) –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Produção de Conteúdos Interativos</w:t>
            </w:r>
          </w:p>
          <w:p w14:paraId="227C6D07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Funções da linguagem.</w:t>
            </w:r>
          </w:p>
          <w:p w14:paraId="1A6F5DD1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3D6EDE36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Sintaxe.</w:t>
            </w:r>
          </w:p>
          <w:p w14:paraId="614F9BCD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4618EDAD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4562D665" w14:textId="77777777" w:rsidR="004000B1" w:rsidRPr="006B0818" w:rsidRDefault="004000B1" w:rsidP="004000B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B0818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7BC7C4A4" w14:textId="77777777" w:rsidR="004000B1" w:rsidRDefault="004000B1" w:rsidP="004000B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CFD39F" w14:textId="77777777" w:rsidR="004000B1" w:rsidRPr="001B353A" w:rsidRDefault="004000B1" w:rsidP="004000B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640F7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no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contexto d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área da Produção de Conteúdos Interativos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6274B81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 contexto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da Produção de Conteúdos Interativos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C884C6F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23E91D7C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Informar </w:t>
            </w:r>
            <w:r>
              <w:rPr>
                <w:rFonts w:ascii="Verdana Pro Light" w:hAnsi="Verdana Pro Light"/>
                <w:sz w:val="18"/>
                <w:szCs w:val="18"/>
              </w:rPr>
              <w:t>os visitantes</w:t>
            </w:r>
            <w:r w:rsidRPr="00F057ED"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411CEBBF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82" w:hanging="218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0D8CE617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7163C2D0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Reconhecer e utilizar o vocabulário específico </w:t>
            </w:r>
            <w:r>
              <w:rPr>
                <w:rFonts w:ascii="Verdana Pro Light" w:hAnsi="Verdana Pro Light"/>
                <w:sz w:val="18"/>
                <w:szCs w:val="18"/>
              </w:rPr>
              <w:t>dos museus e património cultural e natural</w:t>
            </w:r>
          </w:p>
          <w:p w14:paraId="1B35AA30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74CEBA64" w14:textId="77777777" w:rsidR="004000B1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 xml:space="preserve">Trocar, verificar e confirmar informações 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 contexto d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área da Produção de Conteúdos Interativos.</w:t>
            </w:r>
          </w:p>
          <w:p w14:paraId="39D18F0E" w14:textId="77777777" w:rsidR="004000B1" w:rsidRDefault="004000B1" w:rsidP="004000B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Redigir notas, relatórios e preencher formulários</w:t>
            </w:r>
            <w:r>
              <w:rPr>
                <w:rFonts w:ascii="Verdana Pro Light" w:hAnsi="Verdana Pro Light"/>
                <w:sz w:val="18"/>
                <w:szCs w:val="18"/>
              </w:rPr>
              <w:t>, textos informativos</w:t>
            </w:r>
            <w:r w:rsidRPr="00F057ED"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3769E853" w14:textId="77777777" w:rsidR="004000B1" w:rsidRDefault="004000B1" w:rsidP="004000B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0282A1" w14:textId="77777777" w:rsidR="004000B1" w:rsidRDefault="004000B1" w:rsidP="004000B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5A4974" w14:textId="77777777" w:rsidR="004000B1" w:rsidRPr="00057283" w:rsidRDefault="004000B1" w:rsidP="004000B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0E7CB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39892BF1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5E67842E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4446CB6D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6AF6F1F5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1EAD2A49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743BE3BF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389CFD30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79A9FC5E" w14:textId="77777777" w:rsidR="004000B1" w:rsidRPr="00F057ED" w:rsidRDefault="004000B1" w:rsidP="004000B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09438B80" w14:textId="77777777" w:rsidR="004000B1" w:rsidRPr="00057283" w:rsidRDefault="004000B1" w:rsidP="004000B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0C130EA1" w14:textId="77777777" w:rsidR="00A23DCD" w:rsidRDefault="00A23DCD" w:rsidP="00A23DC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224FD72" w14:textId="77777777" w:rsidR="00A23DCD" w:rsidRDefault="00A23DCD" w:rsidP="00A23DC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01BD8C6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7582660" w14:textId="77777777" w:rsidR="004000B1" w:rsidRPr="000D3131" w:rsidRDefault="004000B1" w:rsidP="004000B1">
      <w:pPr>
        <w:spacing w:before="120" w:after="0" w:line="276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2D58D050">
        <w:rPr>
          <w:rFonts w:ascii="Verdana Pro Light" w:hAnsi="Verdana Pro Light" w:cs="Times New Roman"/>
          <w:i/>
          <w:iCs/>
          <w:sz w:val="18"/>
          <w:szCs w:val="18"/>
        </w:rPr>
        <w:t xml:space="preserve">Interagir em inglês </w:t>
      </w:r>
      <w:r>
        <w:rPr>
          <w:rFonts w:ascii="Verdana Pro Light" w:hAnsi="Verdana Pro Light" w:cs="Times New Roman"/>
          <w:i/>
          <w:iCs/>
          <w:sz w:val="18"/>
          <w:szCs w:val="18"/>
        </w:rPr>
        <w:t>na área da Produção de Conteúdos Interativos</w:t>
      </w:r>
    </w:p>
    <w:p w14:paraId="0BC53A39" w14:textId="77777777" w:rsidR="004000B1" w:rsidRPr="00F057ED" w:rsidRDefault="004000B1" w:rsidP="004000B1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CD1. Identificando o contexto, a ideia </w:t>
      </w:r>
      <w:r w:rsidRPr="00F057ED">
        <w:rPr>
          <w:rFonts w:ascii="Verdana Pro Light" w:hAnsi="Verdana Pro Light" w:cs="Arial Unicode MS"/>
          <w:color w:val="000000" w:themeColor="text1"/>
          <w:sz w:val="18"/>
          <w:szCs w:val="18"/>
        </w:rPr>
        <w:t>principal, distinguindo informações simples e de maior complexidade do discurso oral e do texto escrito.</w:t>
      </w:r>
    </w:p>
    <w:p w14:paraId="28574E3D" w14:textId="77777777" w:rsidR="004000B1" w:rsidRPr="00AB624F" w:rsidRDefault="004000B1" w:rsidP="004000B1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F057ED">
        <w:rPr>
          <w:rFonts w:ascii="Verdana Pro Light" w:hAnsi="Verdana Pro Light" w:cs="Arial Unicode MS"/>
          <w:color w:val="000000" w:themeColor="text1"/>
          <w:sz w:val="18"/>
          <w:szCs w:val="18"/>
        </w:rPr>
        <w:t>CD2. Comunicando oralmente de forma precisa</w:t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e eficaz, com ritmo e entoação apropriados e adaptando o discurso ao registo do interlocutor.</w:t>
      </w:r>
    </w:p>
    <w:p w14:paraId="3861301C" w14:textId="77777777" w:rsidR="004000B1" w:rsidRPr="00AB624F" w:rsidRDefault="004000B1" w:rsidP="004000B1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 Utilizando</w:t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vocabulário, estruturas frásicas diversas e formas de tratamento adequados à situação comunicativa oral e escrita e ao público-alvo.</w:t>
      </w:r>
    </w:p>
    <w:p w14:paraId="037F739F" w14:textId="77777777" w:rsidR="004000B1" w:rsidRPr="00AB624F" w:rsidRDefault="004000B1" w:rsidP="004000B1">
      <w:pPr>
        <w:spacing w:before="120" w:after="0" w:line="276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.</w:t>
      </w:r>
    </w:p>
    <w:p w14:paraId="4B835F3F" w14:textId="77777777" w:rsidR="004000B1" w:rsidRDefault="004000B1" w:rsidP="004000B1">
      <w:pPr>
        <w:spacing w:before="12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09E9CE7B" w14:textId="77777777" w:rsidR="00A23DCD" w:rsidRPr="00136AD8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A2E8F2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53049FF" w14:textId="5BE5357D" w:rsidR="00E02A5F" w:rsidRDefault="00E02A5F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66226">
        <w:rPr>
          <w:rFonts w:ascii="Verdana Pro Light" w:hAnsi="Verdana Pro Light" w:cs="Arial Unicode MS"/>
          <w:sz w:val="18"/>
          <w:szCs w:val="18"/>
        </w:rPr>
        <w:t xml:space="preserve">Estúdios de Desenvolvimento de Jogos </w:t>
      </w:r>
    </w:p>
    <w:p w14:paraId="0893A4C4" w14:textId="61CAC43F" w:rsidR="00E02A5F" w:rsidRDefault="00E02A5F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71D3F">
        <w:rPr>
          <w:rFonts w:ascii="Verdana Pro Light" w:hAnsi="Verdana Pro Light" w:cs="Arial Unicode MS"/>
          <w:sz w:val="18"/>
          <w:szCs w:val="18"/>
        </w:rPr>
        <w:t xml:space="preserve">Empresas de Desenvolvimento de </w:t>
      </w:r>
      <w:r w:rsidR="00ED1211">
        <w:rPr>
          <w:rFonts w:ascii="Verdana Pro Light" w:hAnsi="Verdana Pro Light" w:cs="Arial Unicode MS"/>
          <w:sz w:val="18"/>
          <w:szCs w:val="18"/>
        </w:rPr>
        <w:t xml:space="preserve">Aplicativos </w:t>
      </w:r>
    </w:p>
    <w:p w14:paraId="2324A09D" w14:textId="64ED44B2" w:rsidR="00E02A5F" w:rsidRDefault="002F2957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Agências de publicidade e marketing digital </w:t>
      </w:r>
    </w:p>
    <w:p w14:paraId="4F325D5C" w14:textId="1671EF32" w:rsidR="00E02A5F" w:rsidRDefault="002F2957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Estúdios de animação e vídeo </w:t>
      </w:r>
    </w:p>
    <w:p w14:paraId="5A346059" w14:textId="144C2C2C" w:rsidR="00E02A5F" w:rsidRDefault="00FD0317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de tecnologia e software</w:t>
      </w:r>
    </w:p>
    <w:p w14:paraId="24898C32" w14:textId="2F36D531" w:rsidR="00257CB6" w:rsidRDefault="00A37C4F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A37C4F">
        <w:rPr>
          <w:rFonts w:ascii="Verdana Pro Light" w:hAnsi="Verdana Pro Light" w:cs="Arial Unicode MS"/>
          <w:sz w:val="18"/>
          <w:szCs w:val="18"/>
        </w:rPr>
        <w:t>Agências de Design Interativo e Experiência do Usuário (UX/UI</w:t>
      </w:r>
      <w:r>
        <w:rPr>
          <w:rFonts w:ascii="Verdana Pro Light" w:hAnsi="Verdana Pro Light" w:cs="Arial Unicode MS"/>
          <w:sz w:val="18"/>
          <w:szCs w:val="18"/>
        </w:rPr>
        <w:t>)</w:t>
      </w:r>
    </w:p>
    <w:p w14:paraId="0F3C90C9" w14:textId="7AA42ADD" w:rsidR="00575E60" w:rsidRPr="00984B30" w:rsidRDefault="00575E60" w:rsidP="00E02A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575E60">
        <w:rPr>
          <w:rFonts w:ascii="Verdana Pro Light" w:hAnsi="Verdana Pro Light" w:cs="Arial Unicode MS"/>
          <w:sz w:val="18"/>
          <w:szCs w:val="18"/>
        </w:rPr>
        <w:t>Educação e E-learning</w:t>
      </w:r>
    </w:p>
    <w:p w14:paraId="29CF88D2" w14:textId="4DC9DA89" w:rsidR="004000B1" w:rsidRPr="00257CB6" w:rsidRDefault="00E02A5F" w:rsidP="00257CB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  <w:r w:rsidR="00257CB6">
        <w:rPr>
          <w:rFonts w:ascii="Verdana Pro Light" w:hAnsi="Verdana Pro Light" w:cs="Arial Unicode MS"/>
          <w:sz w:val="18"/>
          <w:szCs w:val="18"/>
        </w:rPr>
        <w:t xml:space="preserve">, </w:t>
      </w:r>
      <w:r w:rsidRPr="00257CB6">
        <w:rPr>
          <w:rFonts w:ascii="Verdana Pro Light" w:hAnsi="Verdana Pro Light" w:cs="Arial Unicode MS"/>
          <w:sz w:val="18"/>
          <w:szCs w:val="18"/>
        </w:rPr>
        <w:t>Galerias</w:t>
      </w:r>
      <w:r w:rsidR="00257CB6">
        <w:rPr>
          <w:rFonts w:ascii="Verdana Pro Light" w:hAnsi="Verdana Pro Light" w:cs="Arial Unicode MS"/>
          <w:sz w:val="18"/>
          <w:szCs w:val="18"/>
        </w:rPr>
        <w:t xml:space="preserve">, </w:t>
      </w:r>
      <w:r w:rsidR="004000B1" w:rsidRPr="00257CB6">
        <w:rPr>
          <w:rFonts w:ascii="Verdana Pro Light" w:hAnsi="Verdana Pro Light" w:cs="Arial Unicode MS"/>
          <w:sz w:val="18"/>
          <w:szCs w:val="18"/>
        </w:rPr>
        <w:t>Setor Público</w:t>
      </w:r>
    </w:p>
    <w:p w14:paraId="0340C0F5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3734E5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EF51061" w14:textId="77777777" w:rsidR="004000B1" w:rsidRDefault="004000B1" w:rsidP="004000B1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4A824C41" w14:textId="77777777" w:rsidR="004000B1" w:rsidRDefault="004000B1" w:rsidP="004000B1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03B42C90" w14:textId="77777777" w:rsidR="004000B1" w:rsidRPr="00501DC8" w:rsidRDefault="004000B1" w:rsidP="004000B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Ferramentas de tradução, dicionários, entre outros</w:t>
      </w:r>
    </w:p>
    <w:p w14:paraId="321E46B6" w14:textId="77777777" w:rsidR="004000B1" w:rsidRPr="00501DC8" w:rsidRDefault="004000B1" w:rsidP="004000B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8B8903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140A36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DD89674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10BC02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09405D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F70D00" w14:textId="77777777" w:rsidR="00A23DCD" w:rsidRDefault="00A23DCD" w:rsidP="00A23DC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E1757E7" w14:textId="77777777" w:rsidR="003B3F8D" w:rsidRDefault="003B3F8D" w:rsidP="003B3F8D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3B3F8D" w14:paraId="0F8FEFCB" w14:textId="77777777" w:rsidTr="007C5D60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70941A9F" w14:textId="6BB3773C" w:rsidR="003B3F8D" w:rsidRDefault="003B3F8D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1F0988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7CCE4091" w14:textId="77777777" w:rsidR="003B3F8D" w:rsidRDefault="003B3F8D" w:rsidP="007C5D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Desenvolver algoritmos </w:t>
            </w:r>
          </w:p>
        </w:tc>
      </w:tr>
    </w:tbl>
    <w:p w14:paraId="1FEEEEA1" w14:textId="77777777" w:rsidR="003B3F8D" w:rsidRDefault="003B3F8D" w:rsidP="003B3F8D">
      <w:pPr>
        <w:widowControl w:val="0"/>
        <w:spacing w:after="0" w:line="240" w:lineRule="auto"/>
        <w:rPr>
          <w:rFonts w:ascii="Verdana Pro Light" w:eastAsia="Verdana Pro Light" w:hAnsi="Verdana Pro Light" w:cs="Verdana Pro Light"/>
        </w:rPr>
      </w:pPr>
    </w:p>
    <w:p w14:paraId="2C454C97" w14:textId="77777777" w:rsidR="003B3F8D" w:rsidRDefault="003B3F8D" w:rsidP="003B3F8D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7997F5DF" w14:textId="77777777" w:rsidR="003B3F8D" w:rsidRDefault="003B3F8D" w:rsidP="003B3F8D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Carga Horária: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25h</w:t>
      </w:r>
    </w:p>
    <w:p w14:paraId="55C074FB" w14:textId="77777777" w:rsidR="003B3F8D" w:rsidRDefault="003B3F8D" w:rsidP="003B3F8D">
      <w:pPr>
        <w:spacing w:after="0" w:line="240" w:lineRule="auto"/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3B3F8D" w14:paraId="70058443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3549C85" w14:textId="77777777" w:rsidR="003B3F8D" w:rsidRDefault="003B3F8D" w:rsidP="007C5D60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B3F8D" w14:paraId="00145F21" w14:textId="77777777" w:rsidTr="007C5D60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EAFF867" w14:textId="77777777" w:rsidR="003B3F8D" w:rsidRDefault="003B3F8D" w:rsidP="007C5D60">
            <w:pPr>
              <w:spacing w:before="120" w:after="0" w:line="240" w:lineRule="auto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 xml:space="preserve">Planear as etapas de criação de um algoritmo. </w:t>
            </w:r>
          </w:p>
          <w:p w14:paraId="5FD936D9" w14:textId="77777777" w:rsidR="003B3F8D" w:rsidRDefault="003B3F8D" w:rsidP="007C5D60">
            <w:pPr>
              <w:spacing w:before="120" w:after="0" w:line="240" w:lineRule="auto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Criar algoritmos para resolver problemas de programação.</w:t>
            </w:r>
          </w:p>
          <w:p w14:paraId="2B19FBD9" w14:textId="77777777" w:rsidR="003B3F8D" w:rsidRDefault="003B3F8D" w:rsidP="007C5D60">
            <w:pPr>
              <w:spacing w:before="120" w:after="0" w:line="240" w:lineRule="auto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 Estruturar algoritmos em pseudocódigo.</w:t>
            </w:r>
          </w:p>
          <w:p w14:paraId="1EDF8595" w14:textId="77777777" w:rsidR="003B3F8D" w:rsidRDefault="003B3F8D" w:rsidP="007C5D60">
            <w:p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 Desenhar algoritmos em fluxograma.</w:t>
            </w:r>
          </w:p>
        </w:tc>
      </w:tr>
      <w:tr w:rsidR="003B3F8D" w14:paraId="0C2B5BCF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289218BB" w14:textId="77777777" w:rsidR="003B3F8D" w:rsidRDefault="003B3F8D" w:rsidP="007C5D60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7CB8A11" w14:textId="77777777" w:rsidR="003B3F8D" w:rsidRDefault="003B3F8D" w:rsidP="007C5D60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267C5DE8" w14:textId="77777777" w:rsidR="003B3F8D" w:rsidRDefault="003B3F8D" w:rsidP="007C5D60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3B3F8D" w14:paraId="09EB5B6D" w14:textId="77777777" w:rsidTr="007C5D60">
        <w:trPr>
          <w:trHeight w:val="551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66DD575" w14:textId="77777777" w:rsidR="003B3F8D" w:rsidRDefault="003B3F8D" w:rsidP="007C5D6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 do pensamento computacional.</w:t>
            </w:r>
          </w:p>
          <w:p w14:paraId="6EA2F1B9" w14:textId="77777777" w:rsidR="003B3F8D" w:rsidRDefault="003B3F8D" w:rsidP="007C5D6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Construção de um algoritmo.</w:t>
            </w:r>
          </w:p>
          <w:p w14:paraId="7C2028BC" w14:textId="77777777" w:rsidR="003B3F8D" w:rsidRDefault="003B3F8D" w:rsidP="007C5D6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Noções de ação e estado da ação.</w:t>
            </w:r>
          </w:p>
          <w:p w14:paraId="78C7AF1A" w14:textId="77777777" w:rsidR="003B3F8D" w:rsidRDefault="003B3F8D" w:rsidP="007C5D6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 e a sua sintaxe.</w:t>
            </w:r>
          </w:p>
          <w:p w14:paraId="1F956D8F" w14:textId="77777777" w:rsidR="003B3F8D" w:rsidRDefault="003B3F8D" w:rsidP="007C5D6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Verbos.</w:t>
            </w:r>
          </w:p>
          <w:p w14:paraId="4298DD31" w14:textId="77777777" w:rsidR="003B3F8D" w:rsidRDefault="003B3F8D" w:rsidP="007C5D6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Sintaxe.</w:t>
            </w:r>
          </w:p>
          <w:p w14:paraId="7D6A7D42" w14:textId="77777777" w:rsidR="003B3F8D" w:rsidRDefault="003B3F8D" w:rsidP="007C5D6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Alinhamento das frases.</w:t>
            </w:r>
          </w:p>
          <w:p w14:paraId="795452B8" w14:textId="77777777" w:rsidR="003B3F8D" w:rsidRPr="00862B12" w:rsidRDefault="003B3F8D" w:rsidP="007C5D60">
            <w:pPr>
              <w:numPr>
                <w:ilvl w:val="0"/>
                <w:numId w:val="7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62B1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 de dados em algoritmia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  <w:p w14:paraId="32F665E4" w14:textId="77777777" w:rsidR="003B3F8D" w:rsidRDefault="003B3F8D" w:rsidP="007C5D60">
            <w:pPr>
              <w:numPr>
                <w:ilvl w:val="1"/>
                <w:numId w:val="7"/>
              </w:numP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62B1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Constantes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  <w:r w:rsidRPr="00862B1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</w:p>
          <w:p w14:paraId="31AF97D9" w14:textId="77777777" w:rsidR="003B3F8D" w:rsidRDefault="003B3F8D" w:rsidP="007C5D60">
            <w:pPr>
              <w:numPr>
                <w:ilvl w:val="1"/>
                <w:numId w:val="7"/>
              </w:numP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62B1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Variáveis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  <w:p w14:paraId="38612644" w14:textId="77777777" w:rsidR="003B3F8D" w:rsidRPr="00862B12" w:rsidRDefault="003B3F8D" w:rsidP="007C5D60">
            <w:pPr>
              <w:numPr>
                <w:ilvl w:val="0"/>
                <w:numId w:val="7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62B1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Descrição da entrada e saída de dados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  <w:p w14:paraId="0205CEA8" w14:textId="77777777" w:rsidR="003B3F8D" w:rsidRPr="00862B12" w:rsidRDefault="003B3F8D" w:rsidP="007C5D60">
            <w:pPr>
              <w:numPr>
                <w:ilvl w:val="1"/>
                <w:numId w:val="7"/>
              </w:numP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62B1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Elementos de linguagem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  <w:p w14:paraId="33D5AF3D" w14:textId="77777777" w:rsidR="003B3F8D" w:rsidRDefault="003B3F8D" w:rsidP="007C5D6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Estruturas lógicas básicas e o seu controlo </w:t>
            </w:r>
            <w:r w:rsidRPr="00862B1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 algoritmia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  <w:p w14:paraId="27B09772" w14:textId="77777777" w:rsidR="003B3F8D" w:rsidRDefault="003B3F8D" w:rsidP="007C5D6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Estrutura sequencial, alternativa e repetitiva.</w:t>
            </w:r>
          </w:p>
          <w:p w14:paraId="3CAECA8E" w14:textId="77777777" w:rsidR="003B3F8D" w:rsidRDefault="003B3F8D" w:rsidP="007C5D6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Condições e regras de inicialização e alteração.</w:t>
            </w:r>
          </w:p>
          <w:p w14:paraId="189D70C5" w14:textId="77777777" w:rsidR="003B3F8D" w:rsidRDefault="003B3F8D" w:rsidP="007C5D6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Estruturas diagramáticas como representação algorítmica.</w:t>
            </w:r>
          </w:p>
          <w:p w14:paraId="6AFBFE78" w14:textId="77777777" w:rsidR="003B3F8D" w:rsidRDefault="003B3F8D" w:rsidP="007C5D6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Técnicas de construção de algoritmos.</w:t>
            </w:r>
          </w:p>
          <w:p w14:paraId="605E37AE" w14:textId="77777777" w:rsidR="003B3F8D" w:rsidRDefault="003B3F8D" w:rsidP="007C5D6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Contadores.</w:t>
            </w:r>
          </w:p>
          <w:p w14:paraId="198AF23E" w14:textId="77777777" w:rsidR="003B3F8D" w:rsidRDefault="003B3F8D" w:rsidP="007C5D6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Totalizadores.</w:t>
            </w:r>
          </w:p>
          <w:p w14:paraId="027BFACF" w14:textId="77777777" w:rsidR="003B3F8D" w:rsidRDefault="003B3F8D" w:rsidP="007C5D6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lastRenderedPageBreak/>
              <w:t>Expressões aritméticas.</w:t>
            </w:r>
          </w:p>
          <w:p w14:paraId="69519935" w14:textId="77777777" w:rsidR="003B3F8D" w:rsidRDefault="003B3F8D" w:rsidP="007C5D6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 predefinidas.</w:t>
            </w:r>
          </w:p>
          <w:p w14:paraId="7A6F876E" w14:textId="77777777" w:rsidR="003B3F8D" w:rsidRPr="00862B12" w:rsidRDefault="003B3F8D" w:rsidP="007C5D60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Validação de dados.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AB7D80" w14:textId="77777777" w:rsidR="003B3F8D" w:rsidRDefault="003B3F8D" w:rsidP="007C5D6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lastRenderedPageBreak/>
              <w:t>Interpretar manuais, guiões e tutoriais técnicos.</w:t>
            </w:r>
          </w:p>
          <w:p w14:paraId="04FA58C4" w14:textId="77777777" w:rsidR="003B3F8D" w:rsidRDefault="003B3F8D" w:rsidP="007C5D60">
            <w:pPr>
              <w:numPr>
                <w:ilvl w:val="0"/>
                <w:numId w:val="7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os princípios do pensamento computacional.</w:t>
            </w:r>
          </w:p>
          <w:p w14:paraId="132C12B3" w14:textId="77777777" w:rsidR="003B3F8D" w:rsidRDefault="003B3F8D" w:rsidP="007C5D60">
            <w:pPr>
              <w:numPr>
                <w:ilvl w:val="0"/>
                <w:numId w:val="7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orientações metodológicas para planear as etapas de criação de um algoritmo.</w:t>
            </w:r>
          </w:p>
          <w:p w14:paraId="1CD6190C" w14:textId="77777777" w:rsidR="003B3F8D" w:rsidRDefault="003B3F8D" w:rsidP="007C5D60">
            <w:pPr>
              <w:numPr>
                <w:ilvl w:val="0"/>
                <w:numId w:val="7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Utilizar orientações para decompor um problema em </w:t>
            </w:r>
            <w:proofErr w:type="spellStart"/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subproblemas</w:t>
            </w:r>
            <w:proofErr w:type="spellEnd"/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ou etapas menores.</w:t>
            </w:r>
          </w:p>
          <w:p w14:paraId="5C8BA7CA" w14:textId="77777777" w:rsidR="003B3F8D" w:rsidRDefault="003B3F8D" w:rsidP="007C5D60">
            <w:pPr>
              <w:numPr>
                <w:ilvl w:val="0"/>
                <w:numId w:val="7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técnicas para testar e depurar um algoritmo.</w:t>
            </w:r>
          </w:p>
          <w:p w14:paraId="74B0E6B1" w14:textId="77777777" w:rsidR="003B3F8D" w:rsidRDefault="003B3F8D" w:rsidP="007C5D6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Usar as funcionalidades de aplicações para desenhar e testar algoritmos.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8F0D3C" w14:textId="77777777" w:rsidR="003B3F8D" w:rsidRDefault="003B3F8D" w:rsidP="007C5D6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27FB973B" w14:textId="77777777" w:rsidR="003B3F8D" w:rsidRDefault="003B3F8D" w:rsidP="007C5D6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funções.</w:t>
            </w:r>
          </w:p>
          <w:p w14:paraId="79E58381" w14:textId="77777777" w:rsidR="003B3F8D" w:rsidRDefault="003B3F8D" w:rsidP="007C5D6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Iniciativa.</w:t>
            </w:r>
          </w:p>
          <w:p w14:paraId="74F2DA3B" w14:textId="77777777" w:rsidR="003B3F8D" w:rsidRDefault="003B3F8D" w:rsidP="007C5D6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critico.</w:t>
            </w:r>
          </w:p>
          <w:p w14:paraId="23AAF8B4" w14:textId="77777777" w:rsidR="003B3F8D" w:rsidRDefault="003B3F8D" w:rsidP="007C5D6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de organização.</w:t>
            </w:r>
          </w:p>
          <w:p w14:paraId="7113E130" w14:textId="77777777" w:rsidR="003B3F8D" w:rsidRDefault="003B3F8D" w:rsidP="007C5D6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Disposição para a aprendizagem.</w:t>
            </w:r>
          </w:p>
          <w:p w14:paraId="22B2D970" w14:textId="77777777" w:rsidR="003B3F8D" w:rsidRDefault="003B3F8D" w:rsidP="007C5D6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Empenho e persistência na resolução de problemas.</w:t>
            </w:r>
          </w:p>
          <w:p w14:paraId="424C5FD9" w14:textId="77777777" w:rsidR="003B3F8D" w:rsidRDefault="003B3F8D" w:rsidP="007C5D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0705F096" w14:textId="77777777" w:rsidR="003B3F8D" w:rsidRDefault="003B3F8D" w:rsidP="007C5D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251F092A" w14:textId="77777777" w:rsidR="003B3F8D" w:rsidRDefault="003B3F8D" w:rsidP="003B3F8D">
      <w:pPr>
        <w:rPr>
          <w:rFonts w:ascii="Verdana Pro Light" w:eastAsia="Verdana Pro Light" w:hAnsi="Verdana Pro Light" w:cs="Verdana Pro Light"/>
          <w:smallCaps/>
        </w:rPr>
      </w:pPr>
    </w:p>
    <w:p w14:paraId="32AF5C50" w14:textId="77777777" w:rsidR="003B3F8D" w:rsidRDefault="003B3F8D" w:rsidP="003B3F8D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0C752A8E" w14:textId="77777777" w:rsidR="003B3F8D" w:rsidRDefault="003B3F8D" w:rsidP="003B3F8D">
      <w:pPr>
        <w:spacing w:after="120" w:line="240" w:lineRule="auto"/>
        <w:rPr>
          <w:rFonts w:ascii="Verdana Pro Light" w:eastAsia="Verdana Pro Light" w:hAnsi="Verdana Pro Light" w:cs="Verdana Pro Light"/>
          <w:i/>
          <w:sz w:val="18"/>
          <w:szCs w:val="18"/>
        </w:rPr>
      </w:pPr>
      <w:r>
        <w:rPr>
          <w:rFonts w:ascii="Verdana Pro Light" w:eastAsia="Verdana Pro Light" w:hAnsi="Verdana Pro Light" w:cs="Verdana Pro Light"/>
          <w:i/>
          <w:sz w:val="18"/>
          <w:szCs w:val="18"/>
        </w:rPr>
        <w:t>Desenvolver algoritmos:</w:t>
      </w:r>
    </w:p>
    <w:p w14:paraId="05EE33A0" w14:textId="77777777" w:rsidR="003B3F8D" w:rsidRDefault="003B3F8D" w:rsidP="003B3F8D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bookmarkStart w:id="3" w:name="_Hlk157639301"/>
      <w:r>
        <w:rPr>
          <w:rFonts w:ascii="Verdana Pro Light" w:eastAsia="Verdana Pro Light" w:hAnsi="Verdana Pro Light" w:cs="Verdana Pro Light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sz w:val="18"/>
          <w:szCs w:val="18"/>
        </w:rPr>
        <w:tab/>
        <w:t>Cumprindo as diferentes etapas para planear a construção de algoritmos.</w:t>
      </w:r>
    </w:p>
    <w:p w14:paraId="1E3F30C8" w14:textId="77777777" w:rsidR="003B3F8D" w:rsidRDefault="003B3F8D" w:rsidP="003B3F8D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sz w:val="18"/>
          <w:szCs w:val="18"/>
        </w:rPr>
        <w:tab/>
        <w:t xml:space="preserve">Seguindo as técnicas de construção de algoritmos. </w:t>
      </w:r>
    </w:p>
    <w:p w14:paraId="793F3036" w14:textId="77777777" w:rsidR="003B3F8D" w:rsidRDefault="003B3F8D" w:rsidP="003B3F8D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 xml:space="preserve">CD3.  </w:t>
      </w:r>
      <w:r w:rsidRPr="004A1F41">
        <w:rPr>
          <w:rFonts w:ascii="Verdana Pro Light" w:eastAsia="Verdana Pro Light" w:hAnsi="Verdana Pro Light" w:cs="Verdana Pro Light"/>
          <w:sz w:val="18"/>
          <w:szCs w:val="18"/>
        </w:rPr>
        <w:t>Utiliza</w:t>
      </w:r>
      <w:r>
        <w:rPr>
          <w:rFonts w:ascii="Verdana Pro Light" w:eastAsia="Verdana Pro Light" w:hAnsi="Verdana Pro Light" w:cs="Verdana Pro Light"/>
          <w:sz w:val="18"/>
          <w:szCs w:val="18"/>
        </w:rPr>
        <w:t>ndo</w:t>
      </w:r>
      <w:r w:rsidRPr="004A1F41">
        <w:rPr>
          <w:rFonts w:ascii="Verdana Pro Light" w:eastAsia="Verdana Pro Light" w:hAnsi="Verdana Pro Light" w:cs="Verdana Pro Light"/>
          <w:sz w:val="18"/>
          <w:szCs w:val="18"/>
        </w:rPr>
        <w:t xml:space="preserve"> estruturas de controlo</w:t>
      </w:r>
      <w:r>
        <w:rPr>
          <w:rFonts w:ascii="Verdana Pro Light" w:eastAsia="Verdana Pro Light" w:hAnsi="Verdana Pro Light" w:cs="Verdana Pro Light"/>
          <w:sz w:val="18"/>
          <w:szCs w:val="18"/>
        </w:rPr>
        <w:t>.</w:t>
      </w:r>
      <w:r>
        <w:rPr>
          <w:rFonts w:ascii="Roboto" w:hAnsi="Roboto"/>
          <w:color w:val="435068"/>
          <w:sz w:val="21"/>
          <w:szCs w:val="21"/>
          <w:shd w:val="clear" w:color="auto" w:fill="FFFFFF"/>
        </w:rPr>
        <w:t> </w:t>
      </w:r>
      <w:r>
        <w:rPr>
          <w:rFonts w:ascii="Verdana Pro Light" w:eastAsia="Verdana Pro Light" w:hAnsi="Verdana Pro Light" w:cs="Verdana Pro Light"/>
          <w:sz w:val="18"/>
          <w:szCs w:val="18"/>
        </w:rPr>
        <w:tab/>
      </w:r>
    </w:p>
    <w:p w14:paraId="0829735E" w14:textId="77777777" w:rsidR="003B3F8D" w:rsidRDefault="003B3F8D" w:rsidP="003B3F8D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>
        <w:rPr>
          <w:rFonts w:ascii="Verdana Pro Light" w:eastAsia="Verdana Pro Light" w:hAnsi="Verdana Pro Light" w:cs="Verdana Pro Light"/>
          <w:sz w:val="18"/>
          <w:szCs w:val="18"/>
        </w:rPr>
        <w:t>Utilizando aplicações de representação diagramática de algoritmos.</w:t>
      </w:r>
    </w:p>
    <w:bookmarkEnd w:id="3"/>
    <w:p w14:paraId="393B986B" w14:textId="77777777" w:rsidR="003B3F8D" w:rsidRDefault="003B3F8D" w:rsidP="003B3F8D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3C2E4BCE" w14:textId="77777777" w:rsidR="003B3F8D" w:rsidRPr="003B3F8D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571EEA90" w14:textId="77777777" w:rsidR="003B3F8D" w:rsidRPr="003B3F8D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58197026" w14:textId="77777777" w:rsidR="003B3F8D" w:rsidRPr="003B3F8D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62F059D7" w14:textId="77777777" w:rsidR="003B3F8D" w:rsidRPr="003B3F8D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39B3667F" w14:textId="77777777" w:rsidR="003B3F8D" w:rsidRPr="003B3F8D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326FE45D" w14:textId="77777777" w:rsidR="003B3F8D" w:rsidRPr="003B3F8D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09988F8B" w14:textId="77777777" w:rsidR="003B3F8D" w:rsidRPr="003B3F8D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52F8631B" w14:textId="77777777" w:rsidR="003B3F8D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135A3F21" w14:textId="11A3C63A" w:rsidR="003B3F8D" w:rsidRPr="003B3F8D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informática.</w:t>
      </w:r>
    </w:p>
    <w:p w14:paraId="0834A3D1" w14:textId="77777777" w:rsidR="003B3F8D" w:rsidRDefault="003B3F8D" w:rsidP="003B3F8D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667D3FB2" w14:textId="77777777" w:rsidR="003B3F8D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Manuais, guiões e tutoriais técnicos.</w:t>
      </w:r>
    </w:p>
    <w:p w14:paraId="6E018766" w14:textId="77777777" w:rsidR="003B3F8D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 eletrónicos com acesso à Internet.</w:t>
      </w:r>
    </w:p>
    <w:p w14:paraId="4BB437EF" w14:textId="77777777" w:rsidR="003B3F8D" w:rsidRPr="004A1F41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A1F41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Editor de texto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</w:p>
    <w:p w14:paraId="5BD2AA9B" w14:textId="77777777" w:rsidR="003B3F8D" w:rsidRPr="004A1F41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A1F41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Ambientes integrados de desenvolvimento (IDE)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</w:p>
    <w:p w14:paraId="3BE7F3E5" w14:textId="77777777" w:rsidR="003B3F8D" w:rsidRPr="004A1F41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A1F41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Compiladores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</w:p>
    <w:p w14:paraId="4C846E22" w14:textId="77777777" w:rsidR="003B3F8D" w:rsidRDefault="003B3F8D" w:rsidP="003B3F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A1F41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 de desenho de algoritmos.</w:t>
      </w:r>
    </w:p>
    <w:p w14:paraId="0F81F54E" w14:textId="77777777" w:rsidR="003B3F8D" w:rsidRDefault="003B3F8D" w:rsidP="003B3F8D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07AC7AD8" w14:textId="77777777" w:rsidR="003B3F8D" w:rsidRDefault="003B3F8D" w:rsidP="003B3F8D">
      <w:pPr>
        <w:rPr>
          <w:rFonts w:ascii="Verdana Pro Light" w:eastAsia="Verdana Pro Light" w:hAnsi="Verdana Pro Light" w:cs="Verdana Pro Light"/>
          <w:smallCaps/>
        </w:rPr>
      </w:pPr>
    </w:p>
    <w:p w14:paraId="6055DB1E" w14:textId="6B879F0C" w:rsidR="00791E53" w:rsidRPr="003B3F8D" w:rsidRDefault="003B3F8D" w:rsidP="00A23DCD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D3D18" w:rsidRPr="00136AD8" w14:paraId="0F9FED46" w14:textId="77777777" w:rsidTr="007C5D6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586A473" w14:textId="2A4E24CC" w:rsidR="00CD3D18" w:rsidRPr="00136AD8" w:rsidRDefault="00CD3D18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4" w:name="_Hlk155115978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5F1F5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3A25C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5F1F5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95F7F34" w14:textId="06982AB1" w:rsidR="00CD3D18" w:rsidRPr="009C256C" w:rsidRDefault="00836565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Utilizar</w:t>
            </w:r>
            <w:r w:rsidR="00CD3D18" w:rsidRPr="00BC4B21">
              <w:t xml:space="preserve"> código generativo</w:t>
            </w:r>
          </w:p>
        </w:tc>
      </w:tr>
      <w:bookmarkEnd w:id="4"/>
      <w:tr w:rsidR="00CD3D18" w:rsidRPr="00136AD8" w14:paraId="4FD02FD6" w14:textId="77777777" w:rsidTr="007C5D6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55E41D1" w14:textId="469B4611" w:rsidR="00CD3D18" w:rsidRPr="00136AD8" w:rsidRDefault="00CD3D18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5F1F59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C0FA8EC" w14:textId="77777777" w:rsidR="00CD3D18" w:rsidRPr="00136AD8" w:rsidRDefault="00CD3D18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E5A18">
              <w:rPr>
                <w:rFonts w:ascii="Verdana Pro Light" w:eastAsia="Arial Unicode MS" w:hAnsi="Verdana Pro Light" w:cs="Times New Roman"/>
                <w:sz w:val="18"/>
                <w:szCs w:val="18"/>
              </w:rPr>
              <w:t>Programação com código generativo</w:t>
            </w:r>
          </w:p>
        </w:tc>
      </w:tr>
    </w:tbl>
    <w:p w14:paraId="00C8173D" w14:textId="77777777" w:rsidR="00CD3D18" w:rsidRPr="00136AD8" w:rsidRDefault="00CD3D18" w:rsidP="00CD3D1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7302141" w14:textId="77777777" w:rsidR="00CD3D18" w:rsidRPr="003200F2" w:rsidRDefault="00CD3D18" w:rsidP="00CD3D1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2C7886E5" w14:textId="77777777" w:rsidR="00CD3D18" w:rsidRPr="00136AD8" w:rsidRDefault="00CD3D18" w:rsidP="00CD3D1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D3D18" w:rsidRPr="00136AD8" w14:paraId="56971DE4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DBBAB9" w14:textId="77777777" w:rsidR="00CD3D18" w:rsidRPr="001B353A" w:rsidRDefault="00CD3D18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D3D18" w:rsidRPr="00136AD8" w14:paraId="5D96C3C1" w14:textId="77777777" w:rsidTr="007C5D6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628B61" w14:textId="52D644E2" w:rsidR="00CD3D18" w:rsidRPr="001B353A" w:rsidRDefault="00CD3D18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7796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Escrever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código </w:t>
            </w:r>
            <w:r w:rsidR="005832D2">
              <w:rPr>
                <w:rFonts w:ascii="Verdana Pro Light" w:eastAsia="Arial Unicode MS" w:hAnsi="Verdana Pro Light" w:cs="Arial Unicode MS"/>
                <w:sz w:val="18"/>
                <w:szCs w:val="18"/>
              </w:rPr>
              <w:t>e testar algoritmos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2589FEC7" w14:textId="77777777" w:rsidR="00CD3D18" w:rsidRPr="001B353A" w:rsidRDefault="00CD3D18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Adaptar código para automatização de tarefas.</w:t>
            </w:r>
          </w:p>
          <w:p w14:paraId="39FFD98E" w14:textId="77777777" w:rsidR="00CD3D18" w:rsidRPr="001B353A" w:rsidRDefault="00CD3D18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Utilizar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frameworks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no desenvolvimento.</w:t>
            </w:r>
          </w:p>
          <w:p w14:paraId="5CB3176E" w14:textId="32A2B9B9" w:rsidR="00CD3D18" w:rsidRPr="00C45873" w:rsidRDefault="00CD3D18" w:rsidP="00C4587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Testar código gerado em várias plataformas.</w:t>
            </w:r>
          </w:p>
        </w:tc>
      </w:tr>
      <w:tr w:rsidR="00CD3D18" w:rsidRPr="00136AD8" w14:paraId="6E97B93B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E0B96C" w14:textId="77777777" w:rsidR="00CD3D18" w:rsidRPr="001B353A" w:rsidRDefault="00CD3D18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365D2A" w14:textId="77777777" w:rsidR="00CD3D18" w:rsidRPr="001B353A" w:rsidRDefault="00CD3D18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BA11B0D" w14:textId="77777777" w:rsidR="00CD3D18" w:rsidRPr="001B353A" w:rsidRDefault="00CD3D18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D3D18" w:rsidRPr="00136AD8" w14:paraId="370370B7" w14:textId="77777777" w:rsidTr="007C5D6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A01D9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de programação genérica em linguagens que suportam esse paradigma (por exemplo, </w:t>
            </w:r>
            <w:proofErr w:type="spellStart"/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templates</w:t>
            </w:r>
            <w:proofErr w:type="spellEnd"/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C++, </w:t>
            </w:r>
            <w:proofErr w:type="spellStart"/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generics</w:t>
            </w:r>
            <w:proofErr w:type="spellEnd"/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Java).</w:t>
            </w:r>
          </w:p>
          <w:p w14:paraId="0E15AD97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inguagens de programação ou ferramentas específicas projetadas para geração de código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</w:t>
            </w:r>
            <w:proofErr w:type="spellStart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Template</w:t>
            </w:r>
            <w:proofErr w:type="spellEnd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Engines</w:t>
            </w:r>
            <w:proofErr w:type="spellEnd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DSLs</w:t>
            </w:r>
            <w:proofErr w:type="spellEnd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proofErr w:type="spellStart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Domain-Specific</w:t>
            </w:r>
            <w:proofErr w:type="spellEnd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Languages</w:t>
            </w:r>
            <w:proofErr w:type="spellEnd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) e meta linguagens. </w:t>
            </w:r>
          </w:p>
          <w:p w14:paraId="70B11F78" w14:textId="77777777" w:rsidR="00CD3D18" w:rsidRPr="00BE5A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erramentas ou </w:t>
            </w:r>
            <w:proofErr w:type="spellStart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frameworks</w:t>
            </w:r>
            <w:proofErr w:type="spellEnd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que usam </w:t>
            </w:r>
            <w:proofErr w:type="spellStart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templates</w:t>
            </w:r>
            <w:proofErr w:type="spellEnd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gerar código.</w:t>
            </w:r>
          </w:p>
          <w:p w14:paraId="56111F7A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Fundamentos de </w:t>
            </w:r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Design </w:t>
            </w:r>
            <w:proofErr w:type="spellStart"/>
            <w:r w:rsidRPr="00BE5A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patterns</w:t>
            </w:r>
            <w:proofErr w:type="spellEnd"/>
          </w:p>
          <w:p w14:paraId="69F15FEA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erança e polimorfismo para criar código genérico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BF9709E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5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onceitos de </w:t>
            </w:r>
            <w:proofErr w:type="spellStart"/>
            <w:r w:rsidRPr="00445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metaprogramação</w:t>
            </w:r>
            <w:proofErr w:type="spellEnd"/>
          </w:p>
          <w:p w14:paraId="5B624AB8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Testes de funcionalidades.</w:t>
            </w:r>
          </w:p>
          <w:p w14:paraId="64D94F48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ráticas que facilitam a adaptação do código.</w:t>
            </w:r>
          </w:p>
          <w:p w14:paraId="7FC36035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3B46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ipagem</w:t>
            </w:r>
            <w:proofErr w:type="spellEnd"/>
            <w:r w:rsidRPr="003B46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dinâmica para criar código mais genérico.</w:t>
            </w:r>
          </w:p>
          <w:p w14:paraId="054ED668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3B46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rameworks</w:t>
            </w:r>
            <w:proofErr w:type="spellEnd"/>
            <w:r w:rsidRPr="003B46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bibliotecas que fornecem funcionalidades genéricas.</w:t>
            </w:r>
          </w:p>
          <w:p w14:paraId="3C83FEB7" w14:textId="77777777" w:rsidR="00CD3D18" w:rsidRPr="001B353A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F8F65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algoritmos para diferentes contextos</w:t>
            </w:r>
          </w:p>
          <w:p w14:paraId="6BBCD228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código generativo para automatizar tarefas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5D738C6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 de geração de código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CA9E1AA" w14:textId="77777777" w:rsidR="00CD3D18" w:rsidRPr="00517AA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rmazenar e manipular diferentes tipos de dados.</w:t>
            </w:r>
          </w:p>
          <w:p w14:paraId="4C431983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código genérico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536A004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3B46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dinamicamente o comportamento do código.</w:t>
            </w:r>
          </w:p>
          <w:p w14:paraId="5BA582BB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frameworks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no desenvolvimento de código.</w:t>
            </w:r>
          </w:p>
          <w:p w14:paraId="7795327F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B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Evitar vulnerabilidades comuns e garantir que o código gerado seja seguro.</w:t>
            </w:r>
          </w:p>
          <w:p w14:paraId="31BF27ED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D6B7742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CACF61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82A31D" w14:textId="77777777" w:rsidR="00CD3D18" w:rsidRPr="00057283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87883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52F3FF7F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59D9708" w14:textId="77777777" w:rsidR="00CD3D18" w:rsidRDefault="00CD3D18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39B7FD53" w14:textId="77777777" w:rsidR="00CD3D18" w:rsidRPr="00AB5AF8" w:rsidRDefault="00CD3D18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27E36E3" w14:textId="77777777" w:rsidR="00CD3D18" w:rsidRPr="00AB5AF8" w:rsidRDefault="00CD3D18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F0C8539" w14:textId="77777777" w:rsidR="00CD3D18" w:rsidRPr="00AB5AF8" w:rsidRDefault="00CD3D18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3E5F9E9E" w14:textId="77777777" w:rsidR="00CD3D18" w:rsidRPr="00AB5AF8" w:rsidRDefault="00CD3D18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554F51A" w14:textId="77777777" w:rsidR="00CD3D18" w:rsidRPr="00A128FE" w:rsidRDefault="00CD3D18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74BE140" w14:textId="77777777" w:rsidR="00CD3D18" w:rsidRPr="00AB5AF8" w:rsidRDefault="00CD3D18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50D495E" w14:textId="77777777" w:rsidR="00CD3D18" w:rsidRPr="008047E3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C44AF4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7C4822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E823DB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B46ACB" w14:textId="77777777" w:rsidR="00CD3D18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71A63E" w14:textId="77777777" w:rsidR="00CD3D18" w:rsidRPr="00057283" w:rsidRDefault="00CD3D18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A07F9CE" w14:textId="77777777" w:rsidR="00CD3D18" w:rsidRDefault="00CD3D18" w:rsidP="00CD3D1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F072369" w14:textId="77777777" w:rsidR="00CD3D18" w:rsidRDefault="00CD3D18" w:rsidP="00CD3D1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FE6493E" w14:textId="77777777" w:rsidR="00CD3D18" w:rsidRPr="00F87025" w:rsidRDefault="00CD3D18" w:rsidP="00CD3D1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09477B0" w14:textId="77777777" w:rsidR="00CD3D18" w:rsidRPr="00F20E6F" w:rsidRDefault="00CD3D18" w:rsidP="00CD3D1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244E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Compreender e utilizar código generativo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AC05C34" w14:textId="77777777" w:rsidR="00CD3D18" w:rsidRPr="0064164C" w:rsidRDefault="00CD3D18" w:rsidP="00CD3D1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244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Evita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244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introdução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estrangulamento</w:t>
      </w:r>
      <w:r w:rsidRPr="00B244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no processo de geração.</w:t>
      </w:r>
    </w:p>
    <w:p w14:paraId="309DF263" w14:textId="77777777" w:rsidR="00CD3D18" w:rsidRPr="0064164C" w:rsidRDefault="00CD3D18" w:rsidP="00CD3D1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244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244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geração de código seja escalável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6687BFC" w14:textId="77777777" w:rsidR="00CD3D18" w:rsidRPr="0064164C" w:rsidRDefault="00CD3D18" w:rsidP="00CD3D1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244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Evita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244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geração excessiva de código duplicado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16938FA" w14:textId="77777777" w:rsidR="00CD3D18" w:rsidRPr="0064164C" w:rsidRDefault="00CD3D18" w:rsidP="00CD3D1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244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Facilita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244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integração do código gerado com o restante do código da aplicação.</w:t>
      </w:r>
    </w:p>
    <w:p w14:paraId="1CBBC522" w14:textId="77777777" w:rsidR="00CD3D18" w:rsidRPr="0064164C" w:rsidRDefault="00CD3D18" w:rsidP="00CD3D1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244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Valida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244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entradas e evitar práticas que possam resultar em falhas de segurança.</w:t>
      </w:r>
    </w:p>
    <w:p w14:paraId="6A867BEC" w14:textId="77777777" w:rsidR="00CD3D18" w:rsidRPr="00136AD8" w:rsidRDefault="00CD3D18" w:rsidP="00CD3D1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4CED04" w14:textId="77777777" w:rsidR="00CD3D18" w:rsidRPr="00F87025" w:rsidRDefault="00CD3D18" w:rsidP="00CD3D1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5811BD4" w14:textId="77777777" w:rsidR="00C45873" w:rsidRPr="003B3F8D" w:rsidRDefault="00C45873" w:rsidP="00C458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7515908B" w14:textId="77777777" w:rsidR="00C45873" w:rsidRPr="003B3F8D" w:rsidRDefault="00C45873" w:rsidP="00C458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57572080" w14:textId="77777777" w:rsidR="00C45873" w:rsidRPr="003B3F8D" w:rsidRDefault="00C45873" w:rsidP="00C458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4486C004" w14:textId="77777777" w:rsidR="00C45873" w:rsidRPr="003B3F8D" w:rsidRDefault="00C45873" w:rsidP="00C458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00813A6A" w14:textId="77777777" w:rsidR="00C45873" w:rsidRPr="003B3F8D" w:rsidRDefault="00C45873" w:rsidP="00C458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78AAA9A1" w14:textId="77777777" w:rsidR="00C45873" w:rsidRPr="003B3F8D" w:rsidRDefault="00C45873" w:rsidP="00C458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463A7D60" w14:textId="77777777" w:rsidR="00C45873" w:rsidRPr="003B3F8D" w:rsidRDefault="00C45873" w:rsidP="00C458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4CE8A2DE" w14:textId="77777777" w:rsidR="00C45873" w:rsidRDefault="00C45873" w:rsidP="00C458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6A46E15B" w14:textId="5193D854" w:rsidR="00CD3D18" w:rsidRPr="00C45873" w:rsidRDefault="00C45873" w:rsidP="00C458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</w:t>
      </w:r>
    </w:p>
    <w:p w14:paraId="3C404D3B" w14:textId="77777777" w:rsidR="00CD3D18" w:rsidRPr="00F87025" w:rsidRDefault="00CD3D18" w:rsidP="00CD3D1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9DF9CDD" w14:textId="77777777" w:rsidR="00CD3D18" w:rsidRPr="00564406" w:rsidRDefault="00CD3D18" w:rsidP="00CD3D1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2918840" w14:textId="77777777" w:rsidR="00CD3D18" w:rsidRPr="00501DC8" w:rsidRDefault="00CD3D18" w:rsidP="00CD3D1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Editores de código.</w:t>
      </w:r>
    </w:p>
    <w:p w14:paraId="15E82AAD" w14:textId="41118B0C" w:rsidR="00CD3D18" w:rsidRPr="00BF2D28" w:rsidRDefault="00CD3D18" w:rsidP="00BF2D2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Acesso à internet.</w:t>
      </w:r>
    </w:p>
    <w:p w14:paraId="06B9E4CD" w14:textId="77777777" w:rsidR="00CD3D18" w:rsidRPr="00051C79" w:rsidRDefault="00CD3D18" w:rsidP="00CD3D1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8B378F" w14:textId="77777777" w:rsidR="00CD3D18" w:rsidRPr="00F87025" w:rsidRDefault="00CD3D18" w:rsidP="00CD3D1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BDF2D70" w14:textId="77777777" w:rsidR="00CD3D18" w:rsidRPr="00051C79" w:rsidRDefault="00CD3D18" w:rsidP="00CD3D1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BDED5EB" w14:textId="77777777" w:rsidR="00CD3D18" w:rsidRPr="00051C79" w:rsidRDefault="00CD3D18" w:rsidP="00CD3D1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C13CA2" w14:textId="77777777" w:rsidR="00CD3D18" w:rsidRPr="00051C79" w:rsidRDefault="00CD3D18" w:rsidP="00CD3D1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C7F466" w14:textId="56400FC2" w:rsidR="00CD3D18" w:rsidRDefault="00CD3D18" w:rsidP="00CD3D1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6A25EF0" w14:textId="77777777" w:rsidR="00CD25A3" w:rsidRDefault="00CD25A3" w:rsidP="00CD25A3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D25A3" w:rsidRPr="00136AD8" w14:paraId="4D94FF02" w14:textId="77777777" w:rsidTr="007C5D6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E20F11C" w14:textId="4EB57D81" w:rsidR="00CD25A3" w:rsidRPr="00136AD8" w:rsidRDefault="00CD25A3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BC785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8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BC785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0CE836F" w14:textId="5CCCB5F5" w:rsidR="00CD25A3" w:rsidRPr="009C256C" w:rsidRDefault="00CD25A3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5" w:name="_Hlk155114382"/>
            <w:r w:rsidRPr="00BC4B21">
              <w:t xml:space="preserve">Adaptar </w:t>
            </w:r>
            <w:r w:rsidR="003D6AC2">
              <w:t>c</w:t>
            </w:r>
            <w:r w:rsidRPr="00BC4B21">
              <w:t xml:space="preserve">ódigo </w:t>
            </w:r>
            <w:r w:rsidR="003D6AC2">
              <w:t>g</w:t>
            </w:r>
            <w:r w:rsidRPr="00BC4B21">
              <w:t>enérico para executar conteúdos</w:t>
            </w:r>
            <w:bookmarkEnd w:id="5"/>
          </w:p>
        </w:tc>
      </w:tr>
      <w:tr w:rsidR="00CD25A3" w:rsidRPr="00136AD8" w14:paraId="1D7D24E1" w14:textId="77777777" w:rsidTr="007C5D6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807C6B7" w14:textId="4D97A999" w:rsidR="00CD25A3" w:rsidRPr="00136AD8" w:rsidRDefault="00CD25A3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BC7854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D5F5644" w14:textId="77777777" w:rsidR="00CD25A3" w:rsidRPr="00136AD8" w:rsidRDefault="00CD25A3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Laboratório de Software</w:t>
            </w:r>
          </w:p>
        </w:tc>
      </w:tr>
    </w:tbl>
    <w:p w14:paraId="64FC8BBA" w14:textId="77777777" w:rsidR="00CD25A3" w:rsidRPr="00136AD8" w:rsidRDefault="00CD25A3" w:rsidP="00CD25A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7893D0E" w14:textId="77777777" w:rsidR="00CD25A3" w:rsidRPr="003200F2" w:rsidRDefault="00CD25A3" w:rsidP="00CD25A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76F81DCC" w14:textId="77777777" w:rsidR="00CD25A3" w:rsidRPr="00136AD8" w:rsidRDefault="00CD25A3" w:rsidP="00CD25A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D25A3" w:rsidRPr="00136AD8" w14:paraId="26F3CA4D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79C018A" w14:textId="77777777" w:rsidR="00CD25A3" w:rsidRPr="001B353A" w:rsidRDefault="00CD25A3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D25A3" w:rsidRPr="00136AD8" w14:paraId="5F7CCDC7" w14:textId="77777777" w:rsidTr="007C5D6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4A42B" w14:textId="7E8C9ACE" w:rsidR="00CD25A3" w:rsidRPr="001B353A" w:rsidRDefault="00CD25A3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80EF6">
              <w:rPr>
                <w:rFonts w:ascii="Verdana Pro Light" w:eastAsia="Arial Unicode MS" w:hAnsi="Verdana Pro Light" w:cs="Arial Unicode MS"/>
                <w:sz w:val="18"/>
                <w:szCs w:val="18"/>
              </w:rPr>
              <w:t>Rever o código</w:t>
            </w:r>
            <w:r w:rsidR="005A0BC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-fonte, identificar </w:t>
            </w:r>
            <w:r w:rsidR="005B2D4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funções e algoritmos utilizados </w:t>
            </w:r>
          </w:p>
          <w:p w14:paraId="543AE84D" w14:textId="0964F96D" w:rsidR="00CD25A3" w:rsidRPr="001B353A" w:rsidRDefault="00CD25A3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F605F">
              <w:rPr>
                <w:rFonts w:ascii="Verdana Pro Light" w:eastAsia="Arial Unicode MS" w:hAnsi="Verdana Pro Light" w:cs="Arial Unicode MS"/>
                <w:sz w:val="18"/>
                <w:szCs w:val="18"/>
              </w:rPr>
              <w:t>D</w:t>
            </w:r>
            <w:r w:rsidR="00D437AB" w:rsidRPr="00D437AB">
              <w:rPr>
                <w:rFonts w:ascii="Verdana Pro Light" w:eastAsia="Arial Unicode MS" w:hAnsi="Verdana Pro Light" w:cs="Arial Unicode MS"/>
                <w:sz w:val="18"/>
                <w:szCs w:val="18"/>
              </w:rPr>
              <w:t>efinição de novas funcionalidades, ajustes de desempenho, otimizações ou integração com outros sistemas</w:t>
            </w:r>
          </w:p>
          <w:p w14:paraId="72EEB45A" w14:textId="66D8AF46" w:rsidR="00CD25A3" w:rsidRPr="001B353A" w:rsidRDefault="00CD25A3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D5EE8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DD5EE8" w:rsidRPr="00DD5EE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dição, remoção ou modificação de trechos de código para incorporar novas funcionalidades, ajust</w:t>
            </w:r>
            <w:r w:rsidR="00DD5EE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de </w:t>
            </w:r>
            <w:r w:rsidR="00DD5EE8" w:rsidRPr="00DD5EE8">
              <w:rPr>
                <w:rFonts w:ascii="Verdana Pro Light" w:eastAsia="Arial Unicode MS" w:hAnsi="Verdana Pro Light" w:cs="Arial Unicode MS"/>
                <w:sz w:val="18"/>
                <w:szCs w:val="18"/>
              </w:rPr>
              <w:t>parâmetros</w:t>
            </w:r>
            <w:r w:rsidR="00DD5EE8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239D2AB9" w14:textId="06D51C63" w:rsidR="00CD25A3" w:rsidRPr="001C26EB" w:rsidRDefault="00CD25A3" w:rsidP="001C26E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10BF5">
              <w:rPr>
                <w:rFonts w:ascii="Verdana Pro Light" w:eastAsia="Arial Unicode MS" w:hAnsi="Verdana Pro Light" w:cs="Arial Unicode MS"/>
                <w:sz w:val="18"/>
                <w:szCs w:val="18"/>
              </w:rPr>
              <w:t>Te</w:t>
            </w:r>
            <w:r w:rsidR="00510BF5" w:rsidRPr="00510BF5">
              <w:rPr>
                <w:rFonts w:ascii="Verdana Pro Light" w:eastAsia="Arial Unicode MS" w:hAnsi="Verdana Pro Light" w:cs="Arial Unicode MS"/>
                <w:sz w:val="18"/>
                <w:szCs w:val="18"/>
              </w:rPr>
              <w:t>stes de unidade, testes de integração e testes de aceitação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CD25A3" w:rsidRPr="00136AD8" w14:paraId="138476B5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EF2B93" w14:textId="77777777" w:rsidR="00CD25A3" w:rsidRPr="001B353A" w:rsidRDefault="00CD25A3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678FE6" w14:textId="77777777" w:rsidR="00CD25A3" w:rsidRPr="001B353A" w:rsidRDefault="00CD25A3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308612B" w14:textId="77777777" w:rsidR="00CD25A3" w:rsidRPr="001B353A" w:rsidRDefault="00CD25A3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D25A3" w:rsidRPr="00136AD8" w14:paraId="173A1FAA" w14:textId="77777777" w:rsidTr="007C5D6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AA730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de programação genérica em linguagens que suportam esse paradigma (por exemplo, </w:t>
            </w:r>
            <w:proofErr w:type="spellStart"/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templates</w:t>
            </w:r>
            <w:proofErr w:type="spellEnd"/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C++, </w:t>
            </w:r>
            <w:proofErr w:type="spellStart"/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generics</w:t>
            </w:r>
            <w:proofErr w:type="spellEnd"/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Java).</w:t>
            </w:r>
          </w:p>
          <w:p w14:paraId="087CC770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lgoritmos genéricos que podem ser aplicados a diferentes tipos de dados.</w:t>
            </w:r>
          </w:p>
          <w:p w14:paraId="35FBD5DA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Fundamentos de </w:t>
            </w:r>
            <w:r w:rsidRPr="007C73B4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Design </w:t>
            </w:r>
            <w:proofErr w:type="spellStart"/>
            <w:r w:rsidRPr="007C73B4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patterns</w:t>
            </w:r>
            <w:proofErr w:type="spellEnd"/>
          </w:p>
          <w:p w14:paraId="1947CE96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erança e polimorfismo para criar código genérico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2CD016B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struturas de dados genéricas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DBC572A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Testes de funcionalidades.</w:t>
            </w:r>
          </w:p>
          <w:p w14:paraId="7D68B24E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ráticas que facilitam a adaptação do código.</w:t>
            </w:r>
          </w:p>
          <w:p w14:paraId="348D688D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3B46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ipagem</w:t>
            </w:r>
            <w:proofErr w:type="spellEnd"/>
            <w:r w:rsidRPr="003B46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dinâmica para criar código mais genérico.</w:t>
            </w:r>
          </w:p>
          <w:p w14:paraId="2FF0B9C6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3B46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rameworks</w:t>
            </w:r>
            <w:proofErr w:type="spellEnd"/>
            <w:r w:rsidRPr="003B46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bibliotecas que fornecem funcionalidades genéricas.</w:t>
            </w:r>
          </w:p>
          <w:p w14:paraId="41139E85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8B539FF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7EB1C5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676AD01" w14:textId="77777777" w:rsidR="00CD25A3" w:rsidRPr="001B353A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D7E26C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algoritmos para diferentes contextos</w:t>
            </w:r>
          </w:p>
          <w:p w14:paraId="721601A7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Configurar p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adrões para atender a requisitos específicos.</w:t>
            </w:r>
          </w:p>
          <w:p w14:paraId="514A5B41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princípios de orientação a objetos de maneira genérica.</w:t>
            </w:r>
          </w:p>
          <w:p w14:paraId="2C9BA28F" w14:textId="77777777" w:rsidR="00CD25A3" w:rsidRPr="00517AA8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rmazenar e manipular diferentes tipos de dados.</w:t>
            </w:r>
          </w:p>
          <w:p w14:paraId="69B80889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7C73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código genérico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42C5FA3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3B46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dinamicamente o comportamento do código.</w:t>
            </w:r>
          </w:p>
          <w:p w14:paraId="455DD152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frameworks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no desenvolvimento de código.</w:t>
            </w:r>
          </w:p>
          <w:p w14:paraId="3B342037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9C4A742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51818A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9E380EC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7D5A5E4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49F298" w14:textId="77777777" w:rsidR="00CD25A3" w:rsidRPr="0005728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C9819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5C93B99E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A44C7A1" w14:textId="77777777" w:rsidR="00CD25A3" w:rsidRDefault="00CD25A3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2BAB2E2D" w14:textId="77777777" w:rsidR="00CD25A3" w:rsidRPr="00AB5AF8" w:rsidRDefault="00CD25A3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1174126" w14:textId="77777777" w:rsidR="00CD25A3" w:rsidRPr="00AB5AF8" w:rsidRDefault="00CD25A3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42B2F9C" w14:textId="77777777" w:rsidR="00CD25A3" w:rsidRPr="00AB5AF8" w:rsidRDefault="00CD25A3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7CE6797" w14:textId="77777777" w:rsidR="00CD25A3" w:rsidRPr="00AB5AF8" w:rsidRDefault="00CD25A3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6468BF41" w14:textId="77777777" w:rsidR="00CD25A3" w:rsidRPr="00A128FE" w:rsidRDefault="00CD25A3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217E11AF" w14:textId="77777777" w:rsidR="00CD25A3" w:rsidRPr="00AB5AF8" w:rsidRDefault="00CD25A3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7C791DB8" w14:textId="77777777" w:rsidR="00CD25A3" w:rsidRPr="008047E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76100F" w14:textId="77777777" w:rsidR="00CD25A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52DECC" w14:textId="77777777" w:rsidR="00CD25A3" w:rsidRPr="00057283" w:rsidRDefault="00CD25A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BDD7149" w14:textId="77777777" w:rsidR="00CD25A3" w:rsidRDefault="00CD25A3" w:rsidP="00CD25A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94FBDA8" w14:textId="77777777" w:rsidR="00CD25A3" w:rsidRDefault="00CD25A3" w:rsidP="00CD25A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32BC274" w14:textId="77777777" w:rsidR="00CD25A3" w:rsidRPr="00F87025" w:rsidRDefault="00CD25A3" w:rsidP="00CD25A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0CFAF9D" w14:textId="77777777" w:rsidR="00CD25A3" w:rsidRPr="00F20E6F" w:rsidRDefault="00CD25A3" w:rsidP="00CD25A3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B465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Adaptar Código Genérico para executar conteúdos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A90DADA" w14:textId="77777777" w:rsidR="00CD25A3" w:rsidRPr="0064164C" w:rsidRDefault="00CD25A3" w:rsidP="00CD25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3B46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B46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desempenho do código adaptado seja eficiente.</w:t>
      </w:r>
    </w:p>
    <w:p w14:paraId="1228953F" w14:textId="77777777" w:rsidR="00CD25A3" w:rsidRPr="0064164C" w:rsidRDefault="00CD25A3" w:rsidP="00CD25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3B46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Evita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B46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complexidades desnecessárias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9F24045" w14:textId="77777777" w:rsidR="00CD25A3" w:rsidRPr="0064164C" w:rsidRDefault="00CD25A3" w:rsidP="00CD25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E5A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E5A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estratégias como introspeção ou sistemas de </w:t>
      </w:r>
      <w:proofErr w:type="spellStart"/>
      <w:r w:rsidRPr="00BE5A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tipagem</w:t>
      </w:r>
      <w:proofErr w:type="spellEnd"/>
      <w:r w:rsidRPr="00BE5A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dinâmica.</w:t>
      </w:r>
    </w:p>
    <w:p w14:paraId="1D985B41" w14:textId="77777777" w:rsidR="00CD25A3" w:rsidRPr="0064164C" w:rsidRDefault="00CD25A3" w:rsidP="00CD25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E5A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Implementa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E5A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tratamento de erros de forma genérica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8F18B53" w14:textId="77777777" w:rsidR="00CD25A3" w:rsidRPr="0064164C" w:rsidRDefault="00CD25A3" w:rsidP="00CD25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E5A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E5A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estratégias algorítmicas conforme necessário.</w:t>
      </w:r>
    </w:p>
    <w:p w14:paraId="657AF0A0" w14:textId="77777777" w:rsidR="00CD25A3" w:rsidRPr="00136AD8" w:rsidRDefault="00CD25A3" w:rsidP="00CD25A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6E2588" w14:textId="77777777" w:rsidR="00CD25A3" w:rsidRPr="00F87025" w:rsidRDefault="00CD25A3" w:rsidP="00CD25A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001B42C" w14:textId="77777777" w:rsidR="004E1C46" w:rsidRPr="003B3F8D" w:rsidRDefault="004E1C46" w:rsidP="004E1C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3C69E2A3" w14:textId="77777777" w:rsidR="004E1C46" w:rsidRPr="003B3F8D" w:rsidRDefault="004E1C46" w:rsidP="004E1C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45285B36" w14:textId="77777777" w:rsidR="004E1C46" w:rsidRPr="003B3F8D" w:rsidRDefault="004E1C46" w:rsidP="004E1C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383FF1D9" w14:textId="77777777" w:rsidR="004E1C46" w:rsidRPr="003B3F8D" w:rsidRDefault="004E1C46" w:rsidP="004E1C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082DD366" w14:textId="77777777" w:rsidR="004E1C46" w:rsidRPr="003B3F8D" w:rsidRDefault="004E1C46" w:rsidP="004E1C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6113A10E" w14:textId="77777777" w:rsidR="004E1C46" w:rsidRPr="003B3F8D" w:rsidRDefault="004E1C46" w:rsidP="004E1C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49168E58" w14:textId="77777777" w:rsidR="004E1C46" w:rsidRPr="003B3F8D" w:rsidRDefault="004E1C46" w:rsidP="004E1C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7E287767" w14:textId="77777777" w:rsidR="004E1C46" w:rsidRDefault="004E1C46" w:rsidP="004E1C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12A50141" w14:textId="12270646" w:rsidR="00CD25A3" w:rsidRPr="004E1C46" w:rsidRDefault="004E1C46" w:rsidP="004E1C4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E1C4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</w:t>
      </w:r>
    </w:p>
    <w:p w14:paraId="5F2DCD7D" w14:textId="77777777" w:rsidR="00CD25A3" w:rsidRPr="00F87025" w:rsidRDefault="00CD25A3" w:rsidP="00CD25A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B311B0F" w14:textId="77777777" w:rsidR="00CD25A3" w:rsidRPr="00564406" w:rsidRDefault="00CD25A3" w:rsidP="00CD25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5E808CF" w14:textId="77777777" w:rsidR="00CD25A3" w:rsidRPr="00501DC8" w:rsidRDefault="00CD25A3" w:rsidP="00CD25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Editores de código.</w:t>
      </w:r>
    </w:p>
    <w:p w14:paraId="51A6B880" w14:textId="77777777" w:rsidR="00CD25A3" w:rsidRDefault="00CD25A3" w:rsidP="00CD25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Acesso à internet.</w:t>
      </w:r>
    </w:p>
    <w:p w14:paraId="0400F566" w14:textId="77777777" w:rsidR="00CD25A3" w:rsidRPr="00501DC8" w:rsidRDefault="00CD25A3" w:rsidP="00CD25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3D2F6F0" w14:textId="77777777" w:rsidR="00CD25A3" w:rsidRPr="00501DC8" w:rsidRDefault="00CD25A3" w:rsidP="00CD25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F582776" w14:textId="77777777" w:rsidR="00CD25A3" w:rsidRPr="00051C79" w:rsidRDefault="00CD25A3" w:rsidP="00CD25A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EE9E47" w14:textId="77777777" w:rsidR="00CD25A3" w:rsidRPr="00F87025" w:rsidRDefault="00CD25A3" w:rsidP="00CD25A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43ADD69" w14:textId="77777777" w:rsidR="00CD25A3" w:rsidRPr="00051C79" w:rsidRDefault="00CD25A3" w:rsidP="00CD25A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4CFA42" w14:textId="77777777" w:rsidR="00CD25A3" w:rsidRPr="00051C79" w:rsidRDefault="00CD25A3" w:rsidP="00CD25A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298C25" w14:textId="77777777" w:rsidR="00CD25A3" w:rsidRPr="00051C79" w:rsidRDefault="00CD25A3" w:rsidP="00CD25A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F23CEF" w14:textId="77777777" w:rsidR="00CD25A3" w:rsidRDefault="00CD25A3" w:rsidP="00CD25A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A435972" w14:textId="77777777" w:rsidR="00B97EE5" w:rsidRDefault="00B97EE5" w:rsidP="00CD25A3">
      <w:pPr>
        <w:rPr>
          <w:rFonts w:ascii="Verdana Pro Light" w:hAnsi="Verdana Pro Light"/>
          <w:smallCaps/>
        </w:rPr>
      </w:pPr>
    </w:p>
    <w:p w14:paraId="60A5D2E6" w14:textId="77777777" w:rsidR="00B97EE5" w:rsidRDefault="00B97EE5" w:rsidP="00B97EE5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97EE5" w:rsidRPr="00136AD8" w14:paraId="29F1B510" w14:textId="77777777" w:rsidTr="007C5D6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498ADFA" w14:textId="77777777" w:rsidR="00B97EE5" w:rsidRPr="00136AD8" w:rsidRDefault="00B97EE5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0009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057234B" w14:textId="77777777" w:rsidR="00B97EE5" w:rsidRPr="009C256C" w:rsidRDefault="00B97EE5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Configurar microcontroladores e programar respostas</w:t>
            </w:r>
          </w:p>
        </w:tc>
      </w:tr>
      <w:tr w:rsidR="00B97EE5" w:rsidRPr="00136AD8" w14:paraId="29A0B57A" w14:textId="77777777" w:rsidTr="007C5D6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8BBDEDC" w14:textId="77777777" w:rsidR="00B97EE5" w:rsidRPr="00136AD8" w:rsidRDefault="00B97EE5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E7E6E6" w:themeFill="background2"/>
          </w:tcPr>
          <w:p w14:paraId="1A61810E" w14:textId="77777777" w:rsidR="00B97EE5" w:rsidRPr="00136AD8" w:rsidRDefault="00B97EE5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5531F">
              <w:rPr>
                <w:rFonts w:ascii="Verdana Pro Light" w:eastAsia="Arial Unicode MS" w:hAnsi="Verdana Pro Light" w:cs="Times New Roman"/>
                <w:sz w:val="18"/>
                <w:szCs w:val="18"/>
              </w:rPr>
              <w:t>Sensores e microcontroladores em multimédia</w:t>
            </w:r>
          </w:p>
        </w:tc>
      </w:tr>
    </w:tbl>
    <w:p w14:paraId="155ED66D" w14:textId="77777777" w:rsidR="00B97EE5" w:rsidRPr="00136AD8" w:rsidRDefault="00B97EE5" w:rsidP="00B97EE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254C38D" w14:textId="77777777" w:rsidR="00B97EE5" w:rsidRPr="003200F2" w:rsidRDefault="00B97EE5" w:rsidP="00B97EE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8DEDBA7" w14:textId="77777777" w:rsidR="00B97EE5" w:rsidRPr="00136AD8" w:rsidRDefault="00B97EE5" w:rsidP="00B97EE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97EE5" w:rsidRPr="00136AD8" w14:paraId="2B051D50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89D7101" w14:textId="77777777" w:rsidR="00B97EE5" w:rsidRPr="001B353A" w:rsidRDefault="00B97EE5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97EE5" w:rsidRPr="00136AD8" w14:paraId="61F58F07" w14:textId="77777777" w:rsidTr="007C5D6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4259C1" w14:textId="77777777" w:rsidR="00B97EE5" w:rsidRPr="00A5531F" w:rsidRDefault="00B97EE5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Selecionar o microcontrolador, a ferramenta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IDE’s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Pr="00225B4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compiladores, depuradores e emuladores.</w:t>
            </w:r>
          </w:p>
          <w:p w14:paraId="527A3D32" w14:textId="77777777" w:rsidR="00B97EE5" w:rsidRPr="00A5531F" w:rsidRDefault="00B97EE5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225B4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configurar o hardware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</w:t>
            </w:r>
            <w:r w:rsidRPr="004363D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conexão de periféricos, sensores, atuadores e outros componentes eletr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ó</w:t>
            </w:r>
            <w:r w:rsidRPr="004363DE">
              <w:rPr>
                <w:rFonts w:ascii="Verdana Pro Light" w:eastAsia="Arial Unicode MS" w:hAnsi="Verdana Pro Light" w:cs="Arial Unicode MS"/>
                <w:sz w:val="18"/>
                <w:szCs w:val="18"/>
              </w:rPr>
              <w:t>nicos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368A7936" w14:textId="77777777" w:rsidR="00B97EE5" w:rsidRPr="001B353A" w:rsidRDefault="00B97EE5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Desenvolver e compilar o código-fonte</w:t>
            </w:r>
          </w:p>
          <w:p w14:paraId="7958E27B" w14:textId="77777777" w:rsidR="00B97EE5" w:rsidRPr="001B353A" w:rsidRDefault="00B97EE5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Carregar o código no microcontrolador, testar e depurar </w:t>
            </w:r>
          </w:p>
        </w:tc>
      </w:tr>
      <w:tr w:rsidR="00B97EE5" w:rsidRPr="00136AD8" w14:paraId="5C8DB17B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7CF39C" w14:textId="77777777" w:rsidR="00B97EE5" w:rsidRPr="001B353A" w:rsidRDefault="00B97EE5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9A6902" w14:textId="77777777" w:rsidR="00B97EE5" w:rsidRPr="001B353A" w:rsidRDefault="00B97EE5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6BB5A8E" w14:textId="77777777" w:rsidR="00B97EE5" w:rsidRPr="001B353A" w:rsidRDefault="00B97EE5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97EE5" w:rsidRPr="00136AD8" w14:paraId="2ABD82AC" w14:textId="77777777" w:rsidTr="007C5D6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EA8DB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básicos de eletr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nica, incluindo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resistências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condensadores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transístores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300A5FC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ensores para detetar movimento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toque, luz, cor,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orientação.</w:t>
            </w:r>
          </w:p>
          <w:p w14:paraId="7AEC98DF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rotocolos de comunicação, como I2C, SPI, UART.</w:t>
            </w:r>
          </w:p>
          <w:p w14:paraId="61B1AB9B" w14:textId="77777777" w:rsidR="00B97EE5" w:rsidRPr="00AB5DD8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Plataforma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Arduino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sua linguagem de programação.</w:t>
            </w:r>
          </w:p>
          <w:p w14:paraId="7811383D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Utilização do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Raspberry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Pi como microcontrolador em projetos multim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dia.</w:t>
            </w:r>
          </w:p>
          <w:p w14:paraId="47A781AF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istemas operacionais de tempo real para microcontroladores</w:t>
            </w:r>
          </w:p>
          <w:p w14:paraId="0026E46E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lataformas de desenvolvimento para prototipagem rápida.</w:t>
            </w:r>
          </w:p>
          <w:p w14:paraId="6F15F8DF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esign de layout de PCB (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Printed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Board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para projetos mais avançados.</w:t>
            </w:r>
          </w:p>
          <w:p w14:paraId="38F96399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6EABB0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ABD673C" w14:textId="77777777" w:rsidR="00B97EE5" w:rsidRPr="001B353A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E6301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as potencialidades de sensores e microcontroladores na criação de novas interfaces e produtos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1990118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</w:t>
            </w: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fundamentos de medição, conversão AD/DA e controlo.</w:t>
            </w:r>
          </w:p>
          <w:p w14:paraId="25CBC67E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</w:t>
            </w: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principais dispositivos </w:t>
            </w:r>
            <w:proofErr w:type="gramStart"/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</w:t>
            </w:r>
            <w:proofErr w:type="spellStart"/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IDEs</w:t>
            </w:r>
            <w:proofErr w:type="spellEnd"/>
            <w:proofErr w:type="gramEnd"/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disponíveis.</w:t>
            </w:r>
          </w:p>
          <w:p w14:paraId="158AA246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instalações / dispositivos interativos programando microcontroladores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2800A63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 e interpretar esquemas elétricos</w:t>
            </w:r>
          </w:p>
          <w:p w14:paraId="051B18DD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sensores.</w:t>
            </w:r>
          </w:p>
          <w:p w14:paraId="7B957FCB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rogramar microcontroladores para interagir com sensores</w:t>
            </w:r>
          </w:p>
          <w:p w14:paraId="315497B5" w14:textId="77777777" w:rsidR="00B97EE5" w:rsidRPr="00517AA8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APIs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facilitar a comunicação entre sensores e software.</w:t>
            </w:r>
          </w:p>
          <w:p w14:paraId="154CC6F5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protótipos rapidamente usando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protoboards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jumpers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D79746E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aplicação.</w:t>
            </w:r>
          </w:p>
          <w:p w14:paraId="7774681D" w14:textId="77777777" w:rsidR="00B97EE5" w:rsidRPr="00057283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B1DAA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563DE9C8" w14:textId="77777777" w:rsidR="00B97EE5" w:rsidRDefault="00B97E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03E947F" w14:textId="77777777" w:rsidR="00B97EE5" w:rsidRDefault="00B97EE5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1BD382C3" w14:textId="77777777" w:rsidR="00B97EE5" w:rsidRPr="00AB5AF8" w:rsidRDefault="00B97EE5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1C4C3647" w14:textId="77777777" w:rsidR="00B97EE5" w:rsidRPr="00AB5AF8" w:rsidRDefault="00B97EE5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2CB078D" w14:textId="77777777" w:rsidR="00B97EE5" w:rsidRPr="00AB5AF8" w:rsidRDefault="00B97EE5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31ED8A2F" w14:textId="77777777" w:rsidR="00B97EE5" w:rsidRPr="00AB5AF8" w:rsidRDefault="00B97EE5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00DAFE60" w14:textId="77777777" w:rsidR="00B97EE5" w:rsidRPr="00A128FE" w:rsidRDefault="00B97EE5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6C5D5F6C" w14:textId="77777777" w:rsidR="00B97EE5" w:rsidRPr="00AB5AF8" w:rsidRDefault="00B97EE5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5229511" w14:textId="77777777" w:rsidR="00B97EE5" w:rsidRPr="00057283" w:rsidRDefault="00B97EE5" w:rsidP="007C5D6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34ABDA0" w14:textId="77777777" w:rsidR="00B97EE5" w:rsidRDefault="00B97EE5" w:rsidP="00B97EE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559855C" w14:textId="77777777" w:rsidR="00B97EE5" w:rsidRDefault="00B97EE5" w:rsidP="00B97EE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65DD2EA" w14:textId="77777777" w:rsidR="00B97EE5" w:rsidRPr="00F87025" w:rsidRDefault="00B97EE5" w:rsidP="00B97EE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8715991" w14:textId="77777777" w:rsidR="00B97EE5" w:rsidRPr="00F20E6F" w:rsidRDefault="00B97EE5" w:rsidP="00B97EE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6" w:name="_Hlk155102256"/>
      <w:r w:rsidRPr="00FF0542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Configurar microcontroladores e programar respostas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F85BB35" w14:textId="77777777" w:rsidR="00B97EE5" w:rsidRPr="0064164C" w:rsidRDefault="00B97EE5" w:rsidP="00B97E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O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timiza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 para ocupar o mínimo de espaço possível na memória.</w:t>
      </w:r>
    </w:p>
    <w:p w14:paraId="486BCE8C" w14:textId="77777777" w:rsidR="00B97EE5" w:rsidRPr="0064164C" w:rsidRDefault="00B97EE5" w:rsidP="00B97E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P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rograma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as respostas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para serem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geradas e executadas em tempo hábil.</w:t>
      </w:r>
    </w:p>
    <w:p w14:paraId="6ADFB915" w14:textId="77777777" w:rsidR="00B97EE5" w:rsidRPr="0064164C" w:rsidRDefault="00B97EE5" w:rsidP="00B97E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Trata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adequad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amente a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exceç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ão d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 erros.</w:t>
      </w:r>
    </w:p>
    <w:p w14:paraId="23CC4DDF" w14:textId="77777777" w:rsidR="00B97EE5" w:rsidRPr="0064164C" w:rsidRDefault="00B97EE5" w:rsidP="00B97E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Adot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boas práticas de programação para tornar o código compreensível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bookmarkEnd w:id="6"/>
    <w:p w14:paraId="6FD42592" w14:textId="77777777" w:rsidR="00B97EE5" w:rsidRPr="00136AD8" w:rsidRDefault="00B97EE5" w:rsidP="00B97EE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B24FC5" w14:textId="77777777" w:rsidR="00B97EE5" w:rsidRPr="00F87025" w:rsidRDefault="00B97EE5" w:rsidP="00B97EE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BAB0A9D" w14:textId="77777777" w:rsidR="00B97EE5" w:rsidRPr="008047E3" w:rsidRDefault="00B97EE5" w:rsidP="00B97E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7" w:name="_Hlk155102325"/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Departamentos criativos de empresas de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 diversificadas</w:t>
      </w:r>
    </w:p>
    <w:p w14:paraId="5BC2FEE7" w14:textId="77777777" w:rsidR="00B97EE5" w:rsidRPr="003B3F8D" w:rsidRDefault="00B97EE5" w:rsidP="00B97E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62B9C3E6" w14:textId="77777777" w:rsidR="00B97EE5" w:rsidRPr="003B3F8D" w:rsidRDefault="00B97EE5" w:rsidP="00B97E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0B9D428C" w14:textId="77777777" w:rsidR="00B97EE5" w:rsidRPr="003B3F8D" w:rsidRDefault="00B97EE5" w:rsidP="00B97E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2B0EAF3B" w14:textId="77777777" w:rsidR="00B97EE5" w:rsidRPr="003B3F8D" w:rsidRDefault="00B97EE5" w:rsidP="00B97E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6D653103" w14:textId="77777777" w:rsidR="00B97EE5" w:rsidRPr="003B3F8D" w:rsidRDefault="00B97EE5" w:rsidP="00B97E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5E164456" w14:textId="77777777" w:rsidR="00B97EE5" w:rsidRPr="003B3F8D" w:rsidRDefault="00B97EE5" w:rsidP="00B97E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17488803" w14:textId="77777777" w:rsidR="00B97EE5" w:rsidRPr="003B3F8D" w:rsidRDefault="00B97EE5" w:rsidP="00B97E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54969CBA" w14:textId="77777777" w:rsidR="00B97EE5" w:rsidRDefault="00B97EE5" w:rsidP="00B97E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310769E8" w14:textId="77777777" w:rsidR="00B97EE5" w:rsidRPr="002E5597" w:rsidRDefault="00B97EE5" w:rsidP="00B97EE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E1C4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</w:t>
      </w:r>
    </w:p>
    <w:p w14:paraId="0476B710" w14:textId="77777777" w:rsidR="00B97EE5" w:rsidRPr="00F87025" w:rsidRDefault="00B97EE5" w:rsidP="00B97EE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95982C1" w14:textId="77777777" w:rsidR="00B97EE5" w:rsidRPr="008047E3" w:rsidRDefault="00B97EE5" w:rsidP="00B97E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59FA0AD1" w14:textId="77777777" w:rsidR="00B97EE5" w:rsidRPr="00501DC8" w:rsidRDefault="00B97EE5" w:rsidP="00B97E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Aplicações informáticas de modelação 3D</w:t>
      </w:r>
    </w:p>
    <w:p w14:paraId="687DD28F" w14:textId="77777777" w:rsidR="00B97EE5" w:rsidRDefault="00B97EE5" w:rsidP="00B97E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Microcontroladores e Sensores</w:t>
      </w:r>
    </w:p>
    <w:p w14:paraId="3E03A199" w14:textId="77777777" w:rsidR="00B97EE5" w:rsidRDefault="00B97EE5" w:rsidP="00B97E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Kit de instalações eletrónicas.</w:t>
      </w:r>
    </w:p>
    <w:p w14:paraId="2C5B48C5" w14:textId="77777777" w:rsidR="00B97EE5" w:rsidRPr="00501DC8" w:rsidRDefault="00B97EE5" w:rsidP="00B97E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IDE de desenvolvimento de aplicações.</w:t>
      </w:r>
    </w:p>
    <w:bookmarkEnd w:id="7"/>
    <w:p w14:paraId="45036D68" w14:textId="77777777" w:rsidR="00B97EE5" w:rsidRPr="00051C79" w:rsidRDefault="00B97EE5" w:rsidP="00B97EE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88FF55" w14:textId="77777777" w:rsidR="00B97EE5" w:rsidRPr="00F87025" w:rsidRDefault="00B97EE5" w:rsidP="00B97EE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5B81D79" w14:textId="77777777" w:rsidR="00B97EE5" w:rsidRPr="00051C79" w:rsidRDefault="00B97EE5" w:rsidP="00B97EE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4F6A45" w14:textId="77777777" w:rsidR="00B97EE5" w:rsidRPr="00051C79" w:rsidRDefault="00B97EE5" w:rsidP="00B97EE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ACC590" w14:textId="77777777" w:rsidR="00B97EE5" w:rsidRDefault="00B97EE5" w:rsidP="00B97EE5">
      <w:pPr>
        <w:rPr>
          <w:rFonts w:ascii="Verdana Pro Light" w:hAnsi="Verdana Pro Light"/>
          <w:smallCaps/>
        </w:rPr>
      </w:pPr>
    </w:p>
    <w:p w14:paraId="77144B9E" w14:textId="77777777" w:rsidR="00B97EE5" w:rsidRDefault="00B97EE5" w:rsidP="00CD25A3">
      <w:pPr>
        <w:rPr>
          <w:rFonts w:ascii="Verdana Pro Light" w:hAnsi="Verdana Pro Light"/>
          <w:smallCaps/>
        </w:rPr>
      </w:pPr>
    </w:p>
    <w:p w14:paraId="047004DD" w14:textId="77777777" w:rsidR="00C33D68" w:rsidRDefault="00C33D68" w:rsidP="00CD25A3">
      <w:pPr>
        <w:rPr>
          <w:rFonts w:ascii="Verdana Pro Light" w:hAnsi="Verdana Pro Light"/>
          <w:smallCaps/>
        </w:rPr>
      </w:pPr>
    </w:p>
    <w:p w14:paraId="71B3A768" w14:textId="77777777" w:rsidR="00C33D68" w:rsidRDefault="00C33D68" w:rsidP="00CD25A3">
      <w:pPr>
        <w:rPr>
          <w:rFonts w:ascii="Verdana Pro Light" w:hAnsi="Verdana Pro Light"/>
          <w:smallCaps/>
        </w:rPr>
      </w:pPr>
    </w:p>
    <w:p w14:paraId="334E1DD5" w14:textId="77777777" w:rsidR="00C33D68" w:rsidRDefault="00C33D68" w:rsidP="00CD25A3">
      <w:pPr>
        <w:rPr>
          <w:rFonts w:ascii="Verdana Pro Light" w:hAnsi="Verdana Pro Light"/>
          <w:smallCaps/>
        </w:rPr>
      </w:pPr>
    </w:p>
    <w:p w14:paraId="4E6663A2" w14:textId="77777777" w:rsidR="00CD3D18" w:rsidRDefault="00CD3D18" w:rsidP="00A23DCD">
      <w:pPr>
        <w:rPr>
          <w:rFonts w:ascii="Verdana Pro Light" w:hAnsi="Verdana Pro Light"/>
          <w:smallCaps/>
        </w:rPr>
      </w:pPr>
    </w:p>
    <w:p w14:paraId="7B63440A" w14:textId="77777777" w:rsidR="00CD3D18" w:rsidRDefault="00CD3D18" w:rsidP="00A23DCD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23DCD" w:rsidRPr="00136AD8" w14:paraId="50CF8500" w14:textId="77777777" w:rsidTr="001B4FD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BBA6AF9" w14:textId="74A54CBD" w:rsidR="00A23DCD" w:rsidRPr="00136AD8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48385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48385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9A6D894" w14:textId="57C2DE4D" w:rsidR="00A23DCD" w:rsidRPr="009C256C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C4B21">
              <w:t>Configurar sensores</w:t>
            </w:r>
          </w:p>
        </w:tc>
      </w:tr>
      <w:tr w:rsidR="00A23DCD" w:rsidRPr="00136AD8" w14:paraId="6423603A" w14:textId="77777777" w:rsidTr="001B4FD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42E25AB" w14:textId="6A649285" w:rsidR="00A23DCD" w:rsidRPr="00136AD8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483859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3967F4B4" w14:textId="77777777" w:rsidR="00A23DCD" w:rsidRPr="00136AD8" w:rsidRDefault="00E61652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Sensores e equipamentos de resposta.</w:t>
            </w:r>
          </w:p>
        </w:tc>
      </w:tr>
    </w:tbl>
    <w:p w14:paraId="3C2F6BCF" w14:textId="77777777" w:rsidR="00A23DCD" w:rsidRPr="00136AD8" w:rsidRDefault="00A23DCD" w:rsidP="00A23DC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247BCC5" w14:textId="77777777" w:rsidR="00A23DCD" w:rsidRPr="003200F2" w:rsidRDefault="00A23DCD" w:rsidP="00A23DC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5217982" w14:textId="77777777" w:rsidR="00A23DCD" w:rsidRPr="00136AD8" w:rsidRDefault="00A23DCD" w:rsidP="00A23DC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23DCD" w:rsidRPr="00136AD8" w14:paraId="5038855A" w14:textId="77777777" w:rsidTr="001B4FD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03F1C96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23DCD" w:rsidRPr="00136AD8" w14:paraId="6172B26D" w14:textId="77777777" w:rsidTr="001B4FD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60A5E3" w14:textId="5E9EF327" w:rsidR="00E61652" w:rsidRDefault="00E61652" w:rsidP="00E6165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846AE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</w:t>
            </w:r>
            <w:r w:rsidR="00E2185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</w:t>
            </w:r>
            <w:r w:rsidR="008846A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requisitos e definir as interações a criar </w:t>
            </w:r>
          </w:p>
          <w:p w14:paraId="4DC8C749" w14:textId="7B220C0E" w:rsidR="00E61652" w:rsidRPr="00A5531F" w:rsidRDefault="00E61652" w:rsidP="00E6165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72D78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os sensores (</w:t>
            </w:r>
            <w:r w:rsidR="00FD73D7" w:rsidRPr="00FD73D7">
              <w:rPr>
                <w:rFonts w:ascii="Verdana Pro Light" w:eastAsia="Arial Unicode MS" w:hAnsi="Verdana Pro Light" w:cs="Arial Unicode MS"/>
                <w:sz w:val="18"/>
                <w:szCs w:val="18"/>
              </w:rPr>
              <w:t>sensores de movimento, sensores de toque, sensores de luz, sensores de proximidade</w:t>
            </w:r>
            <w:r w:rsidR="00FD73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proofErr w:type="spellStart"/>
            <w:r w:rsidR="00FD73D7">
              <w:rPr>
                <w:rFonts w:ascii="Verdana Pro Light" w:eastAsia="Arial Unicode MS" w:hAnsi="Verdana Pro Light" w:cs="Arial Unicode MS"/>
                <w:sz w:val="18"/>
                <w:szCs w:val="18"/>
              </w:rPr>
              <w:t>etc</w:t>
            </w:r>
            <w:proofErr w:type="spellEnd"/>
            <w:r w:rsidR="00FD73D7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2A9222D9" w14:textId="172CC4B0" w:rsidR="00E61652" w:rsidRPr="001B353A" w:rsidRDefault="00E61652" w:rsidP="00E6165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D73D7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 a tecnologia de comunicação</w:t>
            </w:r>
            <w:r w:rsidR="00946D2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para conectar os sensores aos sistema</w:t>
            </w:r>
            <w:r w:rsidR="007179E6"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="00946D2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produção de conteúdo</w:t>
            </w:r>
          </w:p>
          <w:p w14:paraId="434FA4D1" w14:textId="0B4D363F" w:rsidR="00A23DCD" w:rsidRPr="001B353A" w:rsidRDefault="00E61652" w:rsidP="00E6165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179E6">
              <w:rPr>
                <w:rFonts w:ascii="Verdana Pro Light" w:eastAsia="Arial Unicode MS" w:hAnsi="Verdana Pro Light" w:cs="Arial Unicode MS"/>
                <w:sz w:val="18"/>
                <w:szCs w:val="18"/>
              </w:rPr>
              <w:t>M</w:t>
            </w:r>
            <w:r w:rsidR="007179E6" w:rsidRPr="007179E6">
              <w:rPr>
                <w:rFonts w:ascii="Verdana Pro Light" w:eastAsia="Arial Unicode MS" w:hAnsi="Verdana Pro Light" w:cs="Arial Unicode MS"/>
                <w:sz w:val="18"/>
                <w:szCs w:val="18"/>
              </w:rPr>
              <w:t>onta</w:t>
            </w:r>
            <w:r w:rsidR="0037300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7179E6" w:rsidRPr="007179E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sensores </w:t>
            </w:r>
            <w:r w:rsidR="00EA2BB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nas </w:t>
            </w:r>
            <w:r w:rsidR="007179E6" w:rsidRPr="007179E6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estruturas físicas, fixa</w:t>
            </w:r>
            <w:r w:rsidR="00EA2BB2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7179E6" w:rsidRPr="007179E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em objetos ou superfícies</w:t>
            </w: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A23DCD" w:rsidRPr="00136AD8" w14:paraId="78D4FA07" w14:textId="77777777" w:rsidTr="001B4FD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33EAE6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C7313A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6B85656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61652" w:rsidRPr="00136AD8" w14:paraId="399BDB58" w14:textId="77777777" w:rsidTr="001B4FD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8E81D" w14:textId="77777777" w:rsidR="00E61652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básicos de eletr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nica, incluindo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resistências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condensadores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transístores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8CF3B4B" w14:textId="59CE1AC5" w:rsidR="003C24CF" w:rsidRDefault="003C24CF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Linguagem de programação</w:t>
            </w:r>
            <w:r w:rsidR="00A314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(e.g. </w:t>
            </w:r>
            <w:proofErr w:type="spellStart"/>
            <w:r w:rsidR="00A314E7" w:rsidRPr="00A314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Python</w:t>
            </w:r>
            <w:proofErr w:type="spellEnd"/>
            <w:r w:rsidR="00A314E7" w:rsidRPr="00A314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JavaScript, C++</w:t>
            </w:r>
            <w:r w:rsidR="00A314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outras) </w:t>
            </w:r>
          </w:p>
          <w:p w14:paraId="283D66E5" w14:textId="0938D78B" w:rsidR="00E61652" w:rsidRDefault="009B3531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de s</w:t>
            </w:r>
            <w:r w:rsidR="00E61652"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ensores para detetar movimento</w:t>
            </w:r>
            <w:r w:rsidR="00E616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toque, luz, cor,</w:t>
            </w:r>
            <w:r w:rsidR="00E61652"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orientação.</w:t>
            </w:r>
          </w:p>
          <w:p w14:paraId="0E5E5547" w14:textId="55E64603" w:rsidR="009B3531" w:rsidRDefault="009B3531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Princípios de </w:t>
            </w:r>
            <w:r w:rsidR="00EC34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interação</w:t>
            </w:r>
            <w:r w:rsidR="008E08E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Humano-Computador (HC)</w:t>
            </w:r>
          </w:p>
          <w:p w14:paraId="56A1282C" w14:textId="77777777" w:rsidR="00E61652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rotocolos de comunicação, como I2C, SPI, UART.</w:t>
            </w:r>
          </w:p>
          <w:p w14:paraId="197123FA" w14:textId="7DAE5D87" w:rsidR="00EC34A7" w:rsidRDefault="00EC34A7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EC34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de UX design</w:t>
            </w:r>
          </w:p>
          <w:p w14:paraId="7F8EF6AC" w14:textId="77777777" w:rsidR="00E61652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lataformas de desenvolvimento para prototipagem rápida.</w:t>
            </w:r>
          </w:p>
          <w:p w14:paraId="2A9A2AC2" w14:textId="77777777" w:rsidR="00E61652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esign de layout de PCB (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Printed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Board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para projetos mais avançados.</w:t>
            </w:r>
          </w:p>
          <w:p w14:paraId="77671B22" w14:textId="2486DE62" w:rsidR="00E61652" w:rsidRDefault="00E61652" w:rsidP="003C24C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88CC34" w14:textId="77777777" w:rsidR="00E61652" w:rsidRPr="001B353A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ED39D" w14:textId="77777777" w:rsidR="00E61652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 e interpretar esquemas elétricos</w:t>
            </w:r>
          </w:p>
          <w:p w14:paraId="73D8F703" w14:textId="06F6F55F" w:rsidR="00E61652" w:rsidRDefault="00216D19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</w:t>
            </w: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fundamentos de medição, conversão AD/DA e controlo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CFB807D" w14:textId="1BC37085" w:rsidR="00FD73D7" w:rsidRDefault="00EA2BB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</w:t>
            </w:r>
            <w:r w:rsidR="00FD73D7"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os principais dispositivos </w:t>
            </w:r>
            <w:proofErr w:type="gramStart"/>
            <w:r w:rsidR="00FD73D7"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</w:t>
            </w:r>
            <w:proofErr w:type="spellStart"/>
            <w:r w:rsidR="00FD73D7"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IDEs</w:t>
            </w:r>
            <w:proofErr w:type="spellEnd"/>
            <w:proofErr w:type="gramEnd"/>
            <w:r w:rsidR="00FD73D7"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disponíveis.</w:t>
            </w:r>
          </w:p>
          <w:p w14:paraId="65892B25" w14:textId="6F7CACBB" w:rsidR="00E61652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protótipos rapidamente usando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protoboards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jumpers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F21C539" w14:textId="77777777" w:rsidR="00E61652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D97FC71" w14:textId="77777777" w:rsidR="00E61652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BC41A3" w14:textId="77777777" w:rsidR="00E61652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2EC1BD" w14:textId="77777777" w:rsidR="00E61652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CB39FC" w14:textId="77777777" w:rsidR="00E61652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67C7FF1" w14:textId="77777777" w:rsidR="00E61652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452316" w14:textId="77777777" w:rsidR="00E61652" w:rsidRPr="00057283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FB0FF" w14:textId="77777777" w:rsidR="000C1506" w:rsidRDefault="000C1506" w:rsidP="000C15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61614B4" w14:textId="77777777" w:rsidR="000C1506" w:rsidRDefault="000C1506" w:rsidP="000C15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4825428A" w14:textId="77777777" w:rsidR="000C1506" w:rsidRDefault="000C1506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5876796E" w14:textId="77777777" w:rsidR="000C1506" w:rsidRPr="00AB5AF8" w:rsidRDefault="000C1506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541D4DDF" w14:textId="77777777" w:rsidR="000C1506" w:rsidRPr="00AB5AF8" w:rsidRDefault="000C1506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034146D9" w14:textId="77777777" w:rsidR="000C1506" w:rsidRDefault="000C1506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EC42146" w14:textId="3A8FB100" w:rsidR="00A746D7" w:rsidRDefault="00A746D7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Resolução</w:t>
            </w:r>
            <w:r w:rsidR="0084073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 w:rsidR="0084073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problemas</w:t>
            </w:r>
          </w:p>
          <w:p w14:paraId="781C65CC" w14:textId="22CA5DA3" w:rsidR="0084073B" w:rsidRPr="00AB5AF8" w:rsidRDefault="0084073B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Criatividade e inovação</w:t>
            </w:r>
          </w:p>
          <w:p w14:paraId="7A479658" w14:textId="77777777" w:rsidR="000C1506" w:rsidRPr="00AB5AF8" w:rsidRDefault="000C1506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75FB1EC" w14:textId="77777777" w:rsidR="000C1506" w:rsidRPr="00A128FE" w:rsidRDefault="000C1506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1D397032" w14:textId="77777777" w:rsidR="000C1506" w:rsidRPr="00AB5AF8" w:rsidRDefault="000C1506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3F91F040" w14:textId="77777777" w:rsidR="00E61652" w:rsidRPr="008047E3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CBAA908" w14:textId="77777777" w:rsidR="00E61652" w:rsidRPr="008047E3" w:rsidRDefault="00E61652" w:rsidP="00E6165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FF37351" w14:textId="77777777" w:rsidR="00E61652" w:rsidRPr="00057283" w:rsidRDefault="00E61652" w:rsidP="00E61652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B3A8E9E" w14:textId="77777777" w:rsidR="00A23DCD" w:rsidRDefault="00A23DCD" w:rsidP="00A23DC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07E2077" w14:textId="77777777" w:rsidR="00A23DCD" w:rsidRDefault="00A23DCD" w:rsidP="00A23DC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1B01946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C65411" w14:textId="77777777" w:rsidR="00A23DCD" w:rsidRPr="00F20E6F" w:rsidRDefault="00423D7C" w:rsidP="00A23DC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23D7C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Configurar sensores</w:t>
      </w:r>
      <w:r w:rsidR="00A23D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293FA02" w14:textId="77777777" w:rsidR="00A23DCD" w:rsidRPr="0064164C" w:rsidRDefault="00A23DCD" w:rsidP="00A23D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23D7C" w:rsidRPr="00423D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Escolhe</w:t>
      </w:r>
      <w:r w:rsidR="00423D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423D7C" w:rsidRPr="00423D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sensores com resolução apropriada para as necessidades específicas do sistema.</w:t>
      </w:r>
    </w:p>
    <w:p w14:paraId="61EB0A8C" w14:textId="77777777" w:rsidR="00A23DCD" w:rsidRPr="0064164C" w:rsidRDefault="00A23DCD" w:rsidP="00A23D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6737C"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Monitor</w:t>
      </w:r>
      <w:r w:rsid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izando</w:t>
      </w:r>
      <w:r w:rsidR="0036737C"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continu</w:t>
      </w:r>
      <w:r w:rsid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amente</w:t>
      </w:r>
      <w:r w:rsidR="0036737C"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calibra</w:t>
      </w:r>
      <w:r w:rsid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quando necessário</w:t>
      </w:r>
      <w:r w:rsidR="0036737C"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1008550" w14:textId="77777777" w:rsidR="00A23DCD" w:rsidRPr="0064164C" w:rsidRDefault="00A23DCD" w:rsidP="00A23D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6737C"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Seleciona</w:t>
      </w:r>
      <w:r w:rsid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36737C"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sensores projetados para ambientes específicos</w:t>
      </w:r>
    </w:p>
    <w:p w14:paraId="5C07097B" w14:textId="77777777" w:rsidR="00A23DCD" w:rsidRPr="0064164C" w:rsidRDefault="00A23DCD" w:rsidP="00A23D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6737C"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 w:rsid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36737C"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os sensores sejam compatíveis com o restante do sistema.</w:t>
      </w:r>
    </w:p>
    <w:p w14:paraId="15038F19" w14:textId="77777777" w:rsidR="00A23DCD" w:rsidRPr="0064164C" w:rsidRDefault="00A23DCD" w:rsidP="00A23D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6737C"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Protege</w:t>
      </w:r>
      <w:r w:rsid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="0036737C" w:rsidRP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sensores contra interferências externas</w:t>
      </w:r>
      <w:r w:rsidR="003673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4957CA3" w14:textId="77777777" w:rsidR="00A23DCD" w:rsidRPr="00136AD8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DB48CA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3E7F952" w14:textId="77777777" w:rsidR="00D47AD4" w:rsidRPr="003B3F8D" w:rsidRDefault="00D47AD4" w:rsidP="00D47A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45547856" w14:textId="77777777" w:rsidR="00D47AD4" w:rsidRPr="003B3F8D" w:rsidRDefault="00D47AD4" w:rsidP="00D47A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549941E6" w14:textId="77777777" w:rsidR="00D47AD4" w:rsidRPr="003B3F8D" w:rsidRDefault="00D47AD4" w:rsidP="00D47A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1681F969" w14:textId="77777777" w:rsidR="00D47AD4" w:rsidRPr="003B3F8D" w:rsidRDefault="00D47AD4" w:rsidP="00D47A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1349F75B" w14:textId="77777777" w:rsidR="00D47AD4" w:rsidRPr="003B3F8D" w:rsidRDefault="00D47AD4" w:rsidP="00D47A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17A3191B" w14:textId="77777777" w:rsidR="00D47AD4" w:rsidRPr="003B3F8D" w:rsidRDefault="00D47AD4" w:rsidP="00D47A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6706D961" w14:textId="77777777" w:rsidR="00D47AD4" w:rsidRPr="003B3F8D" w:rsidRDefault="00D47AD4" w:rsidP="00D47A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0CCE3D67" w14:textId="77777777" w:rsidR="00D47AD4" w:rsidRDefault="00D47AD4" w:rsidP="00D47A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0D3052C9" w14:textId="43B78DAE" w:rsidR="00E61652" w:rsidRPr="00D47AD4" w:rsidRDefault="00D47AD4" w:rsidP="00D47AD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E1C4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</w:t>
      </w:r>
    </w:p>
    <w:p w14:paraId="11E4AF75" w14:textId="77777777" w:rsidR="00E61652" w:rsidRPr="00051C79" w:rsidRDefault="00E61652" w:rsidP="00E6165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2BC518" w14:textId="77777777" w:rsidR="00E61652" w:rsidRPr="00F87025" w:rsidRDefault="00E61652" w:rsidP="00E6165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334D5ED" w14:textId="77777777" w:rsidR="00E61652" w:rsidRPr="008047E3" w:rsidRDefault="00E61652" w:rsidP="00E61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CFFC561" w14:textId="77777777" w:rsidR="00E61652" w:rsidRPr="00501DC8" w:rsidRDefault="00E61652" w:rsidP="00E61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Aplicações informáticas de modelação 3D</w:t>
      </w:r>
    </w:p>
    <w:p w14:paraId="7B4403BC" w14:textId="77777777" w:rsidR="00E61652" w:rsidRDefault="00E61652" w:rsidP="00E61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Microcontroladores e Sensores</w:t>
      </w:r>
    </w:p>
    <w:p w14:paraId="7B5039E8" w14:textId="77777777" w:rsidR="00E61652" w:rsidRDefault="00E61652" w:rsidP="00E61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Kit de instalações eletrónicas.</w:t>
      </w:r>
    </w:p>
    <w:p w14:paraId="4FCA67CD" w14:textId="77777777" w:rsidR="00E61652" w:rsidRPr="00501DC8" w:rsidRDefault="00E61652" w:rsidP="00E6165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IDE de desenvolvimento de aplicações.</w:t>
      </w:r>
    </w:p>
    <w:p w14:paraId="22FCFA51" w14:textId="77777777" w:rsidR="00A23DCD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1BBCE8" w14:textId="77777777" w:rsidR="0036737C" w:rsidRPr="00051C79" w:rsidRDefault="0036737C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2AF50F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008260E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01A07F" w14:textId="2E68D8D5" w:rsidR="00CE54DC" w:rsidRDefault="00CE54DC" w:rsidP="00A23DC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Animação 2 e 3 D</w:t>
      </w:r>
    </w:p>
    <w:p w14:paraId="1B838B82" w14:textId="77777777" w:rsidR="00CE54DC" w:rsidRDefault="00CE54DC" w:rsidP="00A23DCD">
      <w:pPr>
        <w:rPr>
          <w:rFonts w:ascii="Verdana Pro Light" w:hAnsi="Verdana Pro Light"/>
          <w:smallCaps/>
        </w:rPr>
      </w:pPr>
    </w:p>
    <w:p w14:paraId="293D67F2" w14:textId="77777777" w:rsidR="00CE54DC" w:rsidRDefault="00CE54DC" w:rsidP="00A23DCD">
      <w:pPr>
        <w:rPr>
          <w:rFonts w:ascii="Verdana Pro Light" w:hAnsi="Verdana Pro Light"/>
          <w:smallCaps/>
        </w:rPr>
      </w:pPr>
    </w:p>
    <w:p w14:paraId="5106DA08" w14:textId="77777777" w:rsidR="00CE54DC" w:rsidRDefault="00CE54DC" w:rsidP="00A23DCD">
      <w:pPr>
        <w:rPr>
          <w:rFonts w:ascii="Verdana Pro Light" w:hAnsi="Verdana Pro Light"/>
          <w:smallCaps/>
        </w:rPr>
      </w:pPr>
    </w:p>
    <w:p w14:paraId="5A981D73" w14:textId="77777777" w:rsidR="00CE54DC" w:rsidRDefault="00CE54DC" w:rsidP="00A23DCD">
      <w:pPr>
        <w:rPr>
          <w:rFonts w:ascii="Verdana Pro Light" w:hAnsi="Verdana Pro Light"/>
          <w:smallCaps/>
        </w:rPr>
      </w:pPr>
    </w:p>
    <w:p w14:paraId="0229B57C" w14:textId="77777777" w:rsidR="00CE54DC" w:rsidRDefault="00CE54DC" w:rsidP="00A23DCD">
      <w:pPr>
        <w:rPr>
          <w:rFonts w:ascii="Verdana Pro Light" w:hAnsi="Verdana Pro Light"/>
          <w:smallCaps/>
        </w:rPr>
      </w:pPr>
    </w:p>
    <w:p w14:paraId="1F6F0F4F" w14:textId="77777777" w:rsidR="00CE54DC" w:rsidRDefault="00CE54DC" w:rsidP="00A23DCD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23DCD" w:rsidRPr="00136AD8" w14:paraId="1A85F518" w14:textId="77777777" w:rsidTr="001B4FD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BAC55E7" w14:textId="23802663" w:rsidR="00A23DCD" w:rsidRPr="00136AD8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A2715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A2715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D686F63" w14:textId="77777777" w:rsidR="00A23DCD" w:rsidRPr="009C256C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8" w:name="_Hlk155166159"/>
            <w:r w:rsidRPr="00BC4B21">
              <w:t>Produzir uma instalação interativa utilizando microcontroladores e sensores</w:t>
            </w:r>
            <w:bookmarkEnd w:id="8"/>
          </w:p>
        </w:tc>
      </w:tr>
      <w:tr w:rsidR="00A23DCD" w:rsidRPr="00136AD8" w14:paraId="2938E485" w14:textId="77777777" w:rsidTr="001B4FD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018622D" w14:textId="640E8576" w:rsidR="00A23DCD" w:rsidRPr="00136AD8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A27154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627B249F" w14:textId="77777777" w:rsidR="00A23DCD" w:rsidRPr="00136AD8" w:rsidRDefault="00AD453F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Projeto de Instalações</w:t>
            </w:r>
          </w:p>
        </w:tc>
      </w:tr>
    </w:tbl>
    <w:p w14:paraId="06A3865B" w14:textId="77777777" w:rsidR="00A23DCD" w:rsidRPr="00136AD8" w:rsidRDefault="00A23DCD" w:rsidP="00A23DC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A6601D6" w14:textId="77777777" w:rsidR="00A23DCD" w:rsidRPr="003200F2" w:rsidRDefault="00A23DCD" w:rsidP="00A23DC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6615219" w14:textId="77777777" w:rsidR="00A23DCD" w:rsidRPr="00136AD8" w:rsidRDefault="00A23DCD" w:rsidP="00A23DC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23DCD" w:rsidRPr="00136AD8" w14:paraId="2FE612FA" w14:textId="77777777" w:rsidTr="001B4FD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975D61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23DCD" w:rsidRPr="00136AD8" w14:paraId="53E8ADCE" w14:textId="77777777" w:rsidTr="001B4FD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72D843" w14:textId="330A293E" w:rsidR="008C343C" w:rsidRPr="008C343C" w:rsidRDefault="008C343C" w:rsidP="008C343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>R1</w:t>
            </w:r>
            <w:r w:rsidR="001E0A5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Identificar </w:t>
            </w:r>
            <w:r w:rsidR="007A230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os </w:t>
            </w:r>
            <w:r w:rsidR="005E783D">
              <w:rPr>
                <w:rFonts w:ascii="Verdana Pro Light" w:eastAsia="Arial Unicode MS" w:hAnsi="Verdana Pro Light" w:cs="Arial Unicode MS"/>
                <w:sz w:val="18"/>
                <w:szCs w:val="18"/>
              </w:rPr>
              <w:t>sensores necessários para a interatividade desejada</w:t>
            </w:r>
          </w:p>
          <w:p w14:paraId="58DF5B34" w14:textId="73BA795F" w:rsidR="008C343C" w:rsidRPr="008C343C" w:rsidRDefault="008C343C" w:rsidP="008C343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047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Escolher os </w:t>
            </w:r>
            <w:r w:rsidR="00204767" w:rsidRPr="00204767">
              <w:rPr>
                <w:rFonts w:ascii="Verdana Pro Light" w:eastAsia="Arial Unicode MS" w:hAnsi="Verdana Pro Light" w:cs="Arial Unicode MS"/>
                <w:sz w:val="18"/>
                <w:szCs w:val="18"/>
              </w:rPr>
              <w:t>microcontroladores</w:t>
            </w:r>
            <w:r w:rsidR="002047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="00204767" w:rsidRPr="002047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considerando </w:t>
            </w:r>
            <w:r w:rsidR="00204767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204767" w:rsidRPr="002047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potência de processamento, conectividade e capacidade de expansão.</w:t>
            </w:r>
          </w:p>
          <w:p w14:paraId="257D8A02" w14:textId="2D0AD28C" w:rsidR="00E429BD" w:rsidRDefault="008C343C" w:rsidP="008C343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429BD" w:rsidRPr="00E429BD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</w:t>
            </w:r>
            <w:r w:rsidR="00E429BD">
              <w:rPr>
                <w:rFonts w:ascii="Verdana Pro Light" w:eastAsia="Arial Unicode MS" w:hAnsi="Verdana Pro Light" w:cs="Arial Unicode MS"/>
                <w:sz w:val="18"/>
                <w:szCs w:val="18"/>
              </w:rPr>
              <w:t>ar os</w:t>
            </w:r>
            <w:r w:rsidR="00E429BD" w:rsidRPr="00E429B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sensores, </w:t>
            </w:r>
            <w:r w:rsidR="00DC466F">
              <w:rPr>
                <w:rFonts w:ascii="Verdana Pro Light" w:eastAsia="Arial Unicode MS" w:hAnsi="Verdana Pro Light" w:cs="Arial Unicode MS"/>
                <w:sz w:val="18"/>
                <w:szCs w:val="18"/>
              </w:rPr>
              <w:t>de acordo com</w:t>
            </w:r>
            <w:r w:rsidR="00E429BD" w:rsidRPr="00E429B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requisitos de </w:t>
            </w:r>
            <w:r w:rsidR="00DC466F" w:rsidRPr="00E429BD">
              <w:rPr>
                <w:rFonts w:ascii="Verdana Pro Light" w:eastAsia="Arial Unicode MS" w:hAnsi="Verdana Pro Light" w:cs="Arial Unicode MS"/>
                <w:sz w:val="18"/>
                <w:szCs w:val="18"/>
              </w:rPr>
              <w:t>deteção</w:t>
            </w:r>
            <w:r w:rsidR="00E429BD" w:rsidRPr="00E429B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os tipos de interação desejados.</w:t>
            </w:r>
          </w:p>
          <w:p w14:paraId="1700826A" w14:textId="04681D76" w:rsidR="008C343C" w:rsidRPr="008C343C" w:rsidRDefault="008C343C" w:rsidP="006B4FD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="00DC466F">
              <w:t xml:space="preserve"> </w:t>
            </w:r>
            <w:r w:rsidR="00DC466F" w:rsidRPr="00DC466F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</w:t>
            </w:r>
            <w:r w:rsidR="00DC466F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DC466F" w:rsidRPr="00DC466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ambiente de desenvolvimento </w:t>
            </w:r>
            <w:r w:rsidR="00DC466F">
              <w:rPr>
                <w:rFonts w:ascii="Verdana Pro Light" w:eastAsia="Arial Unicode MS" w:hAnsi="Verdana Pro Light" w:cs="Arial Unicode MS"/>
                <w:sz w:val="18"/>
                <w:szCs w:val="18"/>
              </w:rPr>
              <w:t>e instalar os</w:t>
            </w:r>
            <w:r w:rsidR="00DC466F" w:rsidRPr="00DC466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drivers</w:t>
            </w:r>
          </w:p>
          <w:p w14:paraId="0997E5DE" w14:textId="39333F1E" w:rsidR="008C343C" w:rsidRPr="008C343C" w:rsidRDefault="008C343C" w:rsidP="008C343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373BC7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0661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Escrever o código, integrar sensores</w:t>
            </w:r>
          </w:p>
          <w:p w14:paraId="193D95E0" w14:textId="77777777" w:rsidR="00A23DCD" w:rsidRDefault="008C343C" w:rsidP="008C343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373BC7"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73BC7">
              <w:rPr>
                <w:rFonts w:ascii="Verdana Pro Light" w:eastAsia="Arial Unicode MS" w:hAnsi="Verdana Pro Light" w:cs="Arial Unicode MS"/>
                <w:sz w:val="18"/>
                <w:szCs w:val="18"/>
              </w:rPr>
              <w:t>Montar os componentes, conec</w:t>
            </w:r>
            <w:r w:rsidR="00396FE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tar os componentes, testar e corrigir </w:t>
            </w:r>
          </w:p>
          <w:p w14:paraId="235A2275" w14:textId="2F1D78A2" w:rsidR="00396FEB" w:rsidRPr="001B353A" w:rsidRDefault="00396FEB" w:rsidP="008C343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396FEB">
              <w:rPr>
                <w:rFonts w:ascii="Verdana Pro Light" w:eastAsia="Arial Unicode MS" w:hAnsi="Verdana Pro Light" w:cs="Arial Unicode MS"/>
                <w:sz w:val="18"/>
                <w:szCs w:val="18"/>
              </w:rPr>
              <w:t>R7.</w:t>
            </w: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 xml:space="preserve"> </w:t>
            </w:r>
            <w:r w:rsidR="00D37EE1" w:rsidRPr="00D37EE1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Escrever o guião de instalação</w:t>
            </w:r>
          </w:p>
        </w:tc>
      </w:tr>
      <w:tr w:rsidR="00A23DCD" w:rsidRPr="00136AD8" w14:paraId="363A44F5" w14:textId="77777777" w:rsidTr="001B4FD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60A6BB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E9272E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990E1FC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D6E7F" w:rsidRPr="00136AD8" w14:paraId="025039EC" w14:textId="77777777" w:rsidTr="001B4FD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43E9F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básicos de eletr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</w:t>
            </w: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nica, incluindo circuitos,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resistências</w:t>
            </w: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condensadores</w:t>
            </w: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ligações</w:t>
            </w: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elétricas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A934EE0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5C5F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icrocontroladores populares, como </w:t>
            </w:r>
            <w:proofErr w:type="spellStart"/>
            <w:r w:rsidRPr="005C5F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Arduino</w:t>
            </w:r>
            <w:proofErr w:type="spellEnd"/>
            <w:r w:rsidRPr="005C5F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5C5F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Raspberry</w:t>
            </w:r>
            <w:proofErr w:type="spellEnd"/>
            <w:r w:rsidRPr="005C5F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045BD9D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5C5F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atuadores.</w:t>
            </w:r>
          </w:p>
          <w:p w14:paraId="3E8832DC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0D6E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nterfaces de comunicação usadas em projetos de microcontroladores, como UART, I2C ou SPI.</w:t>
            </w:r>
          </w:p>
          <w:p w14:paraId="0A140176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D6E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de design de interação</w:t>
            </w:r>
          </w:p>
          <w:p w14:paraId="3C88AFAF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0D6E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xperiência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0D6E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projetar a interação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2C89FAB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A24DD2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903DF0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A5196B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CD1A2E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D721760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CF78E59" w14:textId="77777777" w:rsidR="000D6E7F" w:rsidRPr="001B353A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C00D5" w14:textId="7819D4CD" w:rsidR="000D6E7F" w:rsidRDefault="00AE1CA4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Enunciar</w:t>
            </w: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diferentes fases que compõem o processo de conceção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do projeto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0D6E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0D6E7F" w:rsidRPr="00DB52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rogramar microcontroladores</w:t>
            </w:r>
          </w:p>
          <w:p w14:paraId="2166E1A8" w14:textId="77777777" w:rsidR="00E03764" w:rsidRDefault="00E03764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</w:t>
            </w: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estrutura de produção necessária ao desenvolvimento de projetos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E289A80" w14:textId="77777777" w:rsidR="00E03764" w:rsidRDefault="00E03764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Planificar e estruturar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guião da instalação</w:t>
            </w: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6258A2F9" w14:textId="7F0C83C8" w:rsidR="000D6E7F" w:rsidRPr="00517AA8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Instalar sensores e atuadores.</w:t>
            </w:r>
          </w:p>
          <w:p w14:paraId="7D71221D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0D6E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protótipos rapidamente usando placas de ensaio</w:t>
            </w:r>
          </w:p>
          <w:p w14:paraId="51058E16" w14:textId="2C0C20DB" w:rsidR="001E0A50" w:rsidRDefault="001E0A50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A5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Planear e controlar a produção utilizando as metodologias e ferramentas adequadas ao processo</w:t>
            </w:r>
          </w:p>
          <w:p w14:paraId="7836B5CE" w14:textId="44E2EF5D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0D6E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testes abrangentes e solucionar problemas</w:t>
            </w:r>
          </w:p>
          <w:p w14:paraId="65E9A907" w14:textId="4B4F7C29" w:rsidR="000D6E7F" w:rsidRDefault="00E03764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C343C">
              <w:rPr>
                <w:rFonts w:ascii="Verdana Pro Light" w:eastAsia="Arial Unicode MS" w:hAnsi="Verdana Pro Light" w:cs="Arial Unicode MS"/>
                <w:sz w:val="18"/>
                <w:szCs w:val="18"/>
              </w:rPr>
              <w:t>Avaliar o produto final e assegurar a sua manutenção e atualização.</w:t>
            </w:r>
          </w:p>
          <w:p w14:paraId="500661DC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E5197A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0F2E05" w14:textId="77777777" w:rsidR="000D6E7F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8FE1EAB" w14:textId="77777777" w:rsidR="000D6E7F" w:rsidRPr="00D12548" w:rsidRDefault="000D6E7F" w:rsidP="00D12548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B3328" w14:textId="77777777" w:rsidR="000C1506" w:rsidRDefault="000C1506" w:rsidP="000C15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35163F60" w14:textId="77777777" w:rsidR="000C1506" w:rsidRDefault="000C1506" w:rsidP="000C15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18A2868" w14:textId="77777777" w:rsidR="000C1506" w:rsidRDefault="000C1506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1C3CF227" w14:textId="77777777" w:rsidR="000C1506" w:rsidRPr="00AB5AF8" w:rsidRDefault="000C1506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92289DF" w14:textId="77777777" w:rsidR="000C1506" w:rsidRPr="00AB5AF8" w:rsidRDefault="000C1506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D1029B1" w14:textId="77777777" w:rsidR="000C1506" w:rsidRPr="00AB5AF8" w:rsidRDefault="000C1506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201C6AE8" w14:textId="77777777" w:rsidR="000C1506" w:rsidRPr="00AB5AF8" w:rsidRDefault="000C1506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D3E06A4" w14:textId="77777777" w:rsidR="000C1506" w:rsidRPr="00A128FE" w:rsidRDefault="000C1506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4F91C2E7" w14:textId="77777777" w:rsidR="000C1506" w:rsidRPr="00AB5AF8" w:rsidRDefault="000C1506" w:rsidP="000C150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25EF058A" w14:textId="77777777" w:rsidR="000C1506" w:rsidRPr="008047E3" w:rsidRDefault="000C1506" w:rsidP="000C15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B44F01" w14:textId="77777777" w:rsidR="000D6E7F" w:rsidRPr="008047E3" w:rsidRDefault="000D6E7F" w:rsidP="000D6E7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47CB54" w14:textId="77777777" w:rsidR="000D6E7F" w:rsidRPr="00057283" w:rsidRDefault="000D6E7F" w:rsidP="000D6E7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ACAD57F" w14:textId="77777777" w:rsidR="00A23DCD" w:rsidRDefault="00A23DCD" w:rsidP="00A23DC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26D3CE9" w14:textId="77777777" w:rsidR="00A23DCD" w:rsidRDefault="00A23DCD" w:rsidP="00A23DC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3C683F9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1C1AC52" w14:textId="77777777" w:rsidR="00A23DCD" w:rsidRPr="00F20E6F" w:rsidRDefault="000D6E7F" w:rsidP="00A23DC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D6E7F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Produzir uma instalação interativa utilizando microcontroladores e sensores</w:t>
      </w:r>
      <w:r w:rsidR="00A23D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DFC767E" w14:textId="77777777" w:rsidR="00A23DCD" w:rsidRPr="0064164C" w:rsidRDefault="00A23DCD" w:rsidP="00A23D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A1D05" w:rsidRPr="00AA1D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Proporcionando uma experiência interativa aos </w:t>
      </w:r>
      <w:r w:rsid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utilizadores</w:t>
      </w:r>
      <w:r w:rsidR="00AA1D05" w:rsidRPr="00AA1D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95A9C28" w14:textId="77777777" w:rsidR="00A23DCD" w:rsidRPr="0064164C" w:rsidRDefault="00A23DCD" w:rsidP="00A23D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Tornando a </w:t>
      </w:r>
      <w:r w:rsidR="00A84469" w:rsidRP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instalação intuitiva e envolvente.</w:t>
      </w:r>
    </w:p>
    <w:p w14:paraId="5425A94F" w14:textId="77777777" w:rsidR="00A23DCD" w:rsidRPr="0064164C" w:rsidRDefault="00A23DCD" w:rsidP="00A23D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</w:t>
      </w:r>
      <w:r w:rsidR="00A84469" w:rsidRP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scolh</w:t>
      </w:r>
      <w:r w:rsid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endo </w:t>
      </w:r>
      <w:r w:rsidR="00A84469" w:rsidRP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sensores e microcontroladores de</w:t>
      </w:r>
      <w:r w:rsid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forma </w:t>
      </w:r>
      <w:r w:rsidR="00A84469" w:rsidRP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apropriada para a aplicação.</w:t>
      </w:r>
    </w:p>
    <w:p w14:paraId="43DD226D" w14:textId="77777777" w:rsidR="00A23DCD" w:rsidRPr="0064164C" w:rsidRDefault="00A23DCD" w:rsidP="00A23D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Garantindo que a instalação seja </w:t>
      </w:r>
      <w:r w:rsidR="00A84469" w:rsidRP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estável e confiável durante o uso prolongado</w:t>
      </w:r>
    </w:p>
    <w:p w14:paraId="157E8A90" w14:textId="77777777" w:rsidR="00A23DCD" w:rsidRDefault="00A23DCD" w:rsidP="00A23D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84469" w:rsidRP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Projeta</w:t>
      </w:r>
      <w:r w:rsid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84469" w:rsidRP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instalação de forma que seja adaptável a atualizações futuras</w:t>
      </w:r>
    </w:p>
    <w:p w14:paraId="3F7BAE5D" w14:textId="115F6DD3" w:rsidR="006A0D65" w:rsidRPr="0064164C" w:rsidRDefault="006A0D65" w:rsidP="00A23D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CD6. </w:t>
      </w:r>
      <w:r w:rsidRPr="006A0D6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Document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ando </w:t>
      </w:r>
      <w:r w:rsidRPr="006A0D6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processo de desenvolvimento, incluindo o código fonte, esquemas elétricos, manuais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</w:t>
      </w:r>
      <w:r w:rsidR="004F5E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izador e o plano de manutenção da instalação interativa</w:t>
      </w:r>
      <w:r w:rsidRPr="006A0D6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2967D6C" w14:textId="77777777" w:rsidR="00A23DCD" w:rsidRPr="00136AD8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565A2C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6F3C52F" w14:textId="77777777" w:rsidR="004F5E26" w:rsidRPr="003B3F8D" w:rsidRDefault="004F5E26" w:rsidP="004F5E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20E04D28" w14:textId="77777777" w:rsidR="004F5E26" w:rsidRPr="003B3F8D" w:rsidRDefault="004F5E26" w:rsidP="004F5E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57FCAA08" w14:textId="77777777" w:rsidR="004F5E26" w:rsidRPr="003B3F8D" w:rsidRDefault="004F5E26" w:rsidP="004F5E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1313DF15" w14:textId="77777777" w:rsidR="004F5E26" w:rsidRPr="003B3F8D" w:rsidRDefault="004F5E26" w:rsidP="004F5E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7C61EADD" w14:textId="77777777" w:rsidR="004F5E26" w:rsidRPr="003B3F8D" w:rsidRDefault="004F5E26" w:rsidP="004F5E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537C1001" w14:textId="77777777" w:rsidR="004F5E26" w:rsidRPr="003B3F8D" w:rsidRDefault="004F5E26" w:rsidP="004F5E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597EC99B" w14:textId="77777777" w:rsidR="004F5E26" w:rsidRPr="003B3F8D" w:rsidRDefault="004F5E26" w:rsidP="004F5E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700937F1" w14:textId="77777777" w:rsidR="004F5E26" w:rsidRDefault="004F5E26" w:rsidP="004F5E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2CB40353" w14:textId="77777777" w:rsidR="004F5E26" w:rsidRPr="00D47AD4" w:rsidRDefault="004F5E26" w:rsidP="004F5E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E1C4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</w:t>
      </w:r>
    </w:p>
    <w:p w14:paraId="37A62571" w14:textId="77777777" w:rsidR="000D6E7F" w:rsidRPr="00051C79" w:rsidRDefault="000D6E7F" w:rsidP="000D6E7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F72AE7" w14:textId="77777777" w:rsidR="000D6E7F" w:rsidRPr="00F87025" w:rsidRDefault="000D6E7F" w:rsidP="000D6E7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435CB5D" w14:textId="77777777" w:rsidR="000D6E7F" w:rsidRPr="008047E3" w:rsidRDefault="000D6E7F" w:rsidP="000D6E7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EC79AE8" w14:textId="77777777" w:rsidR="000D6E7F" w:rsidRPr="00501DC8" w:rsidRDefault="000D6E7F" w:rsidP="000D6E7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Aplicações informáticas de modelação 3D</w:t>
      </w:r>
    </w:p>
    <w:p w14:paraId="3A8E943E" w14:textId="77777777" w:rsidR="000D6E7F" w:rsidRDefault="000D6E7F" w:rsidP="000D6E7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Microcontroladores e Sensores</w:t>
      </w:r>
    </w:p>
    <w:p w14:paraId="0AD9DFD3" w14:textId="77777777" w:rsidR="000D6E7F" w:rsidRDefault="000D6E7F" w:rsidP="000D6E7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Kit de instalações eletrónicas.</w:t>
      </w:r>
    </w:p>
    <w:p w14:paraId="636C5833" w14:textId="77777777" w:rsidR="000D6E7F" w:rsidRPr="00501DC8" w:rsidRDefault="000D6E7F" w:rsidP="000D6E7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IDE de desenvolvimento de aplicações.</w:t>
      </w:r>
    </w:p>
    <w:p w14:paraId="4E807F5B" w14:textId="77777777" w:rsidR="000D6E7F" w:rsidRPr="00501DC8" w:rsidRDefault="000D6E7F" w:rsidP="000D6E7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2A2B64D" w14:textId="77777777" w:rsidR="000D6E7F" w:rsidRPr="00051C79" w:rsidRDefault="000D6E7F" w:rsidP="000D6E7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38858F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6893C5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CF9B7B8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09EECE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1B09F6" w14:textId="77777777" w:rsidR="00A23DCD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D24334" w14:textId="77777777" w:rsidR="003529D3" w:rsidRDefault="003529D3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35161F" w14:textId="77777777" w:rsidR="003529D3" w:rsidRDefault="003529D3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99E34E" w14:textId="77777777" w:rsidR="008C01DE" w:rsidRDefault="008C01DE" w:rsidP="008C01DE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01DE" w:rsidRPr="00136AD8" w14:paraId="689B1FFD" w14:textId="77777777" w:rsidTr="007C5D6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FB21050" w14:textId="42F7D393" w:rsidR="008C01DE" w:rsidRPr="00136AD8" w:rsidRDefault="008C01DE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="00D6307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D2892F9" w14:textId="77777777" w:rsidR="008C01DE" w:rsidRPr="009C256C" w:rsidRDefault="008C01DE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C4B21">
              <w:t>Editar Imagens vetoriais</w:t>
            </w:r>
          </w:p>
        </w:tc>
      </w:tr>
      <w:tr w:rsidR="008C01DE" w:rsidRPr="00136AD8" w14:paraId="4EEBBA22" w14:textId="77777777" w:rsidTr="007C5D6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2271C55" w14:textId="27C4518C" w:rsidR="008C01DE" w:rsidRPr="00136AD8" w:rsidRDefault="008C01DE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1473C5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176A02D" w14:textId="77777777" w:rsidR="008C01DE" w:rsidRPr="00136AD8" w:rsidRDefault="008C01DE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0973EC"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Vetorial</w:t>
            </w:r>
          </w:p>
        </w:tc>
      </w:tr>
    </w:tbl>
    <w:p w14:paraId="445097BF" w14:textId="77777777" w:rsidR="008C01DE" w:rsidRPr="00136AD8" w:rsidRDefault="008C01DE" w:rsidP="008C01D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2DA5BB7" w14:textId="77777777" w:rsidR="008C01DE" w:rsidRPr="003200F2" w:rsidRDefault="008C01DE" w:rsidP="008C01D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6DFD79CF" w14:textId="77777777" w:rsidR="008C01DE" w:rsidRPr="00136AD8" w:rsidRDefault="008C01DE" w:rsidP="008C01D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01DE" w:rsidRPr="00136AD8" w14:paraId="43DB8516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36DD7B" w14:textId="77777777" w:rsidR="008C01DE" w:rsidRPr="001B353A" w:rsidRDefault="008C01DE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01DE" w:rsidRPr="00136AD8" w14:paraId="63463721" w14:textId="77777777" w:rsidTr="007C5D6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8D68D2" w14:textId="77777777" w:rsidR="008C01DE" w:rsidRPr="004760DA" w:rsidRDefault="008C01DE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princípios da imagem vetorial.</w:t>
            </w:r>
          </w:p>
          <w:p w14:paraId="66FB133C" w14:textId="77777777" w:rsidR="008C01DE" w:rsidRPr="004760DA" w:rsidRDefault="008C01DE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 nomenclatura referente ao desenho assistido por computador.</w:t>
            </w:r>
          </w:p>
          <w:p w14:paraId="491DC18F" w14:textId="77777777" w:rsidR="008C01DE" w:rsidRPr="004760DA" w:rsidRDefault="008C01DE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imagens vetoriais a partir de bitmaps.</w:t>
            </w:r>
          </w:p>
          <w:p w14:paraId="15975FD9" w14:textId="77777777" w:rsidR="008C01DE" w:rsidRPr="004760DA" w:rsidRDefault="008C01DE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Trabalhar e gerir pranchetas.</w:t>
            </w:r>
          </w:p>
          <w:p w14:paraId="6B44B396" w14:textId="77777777" w:rsidR="008C01DE" w:rsidRPr="004760DA" w:rsidRDefault="008C01DE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layouts.</w:t>
            </w:r>
          </w:p>
          <w:p w14:paraId="45AA84B1" w14:textId="77777777" w:rsidR="008C01DE" w:rsidRPr="004760DA" w:rsidRDefault="008C01DE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as ferramentas de texto.</w:t>
            </w:r>
          </w:p>
          <w:p w14:paraId="39B1563D" w14:textId="77777777" w:rsidR="008C01DE" w:rsidRPr="001B353A" w:rsidRDefault="008C01DE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R7.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Salvar e exportar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imprimir </w:t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imagens.</w:t>
            </w:r>
          </w:p>
        </w:tc>
      </w:tr>
      <w:tr w:rsidR="008C01DE" w:rsidRPr="00136AD8" w14:paraId="3FF89BB7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BDC615" w14:textId="77777777" w:rsidR="008C01DE" w:rsidRPr="001B353A" w:rsidRDefault="008C01DE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64C5FB" w14:textId="77777777" w:rsidR="008C01DE" w:rsidRPr="001B353A" w:rsidRDefault="008C01DE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30C0A6C" w14:textId="77777777" w:rsidR="008C01DE" w:rsidRPr="001B353A" w:rsidRDefault="008C01DE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01DE" w:rsidRPr="00136AD8" w14:paraId="0F292A97" w14:textId="77777777" w:rsidTr="007C5D6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A8416" w14:textId="77777777" w:rsidR="008C01DE" w:rsidRPr="00340BF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Contextualização cultural, histórica, artística e social da ilustração</w:t>
            </w:r>
          </w:p>
          <w:p w14:paraId="5A2A1A34" w14:textId="77777777" w:rsidR="008C01DE" w:rsidRPr="00340BF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ilustração</w:t>
            </w:r>
          </w:p>
          <w:p w14:paraId="1C3C3168" w14:textId="77777777" w:rsidR="008C01DE" w:rsidRPr="00340BF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 meios para a realização de ilustração</w:t>
            </w:r>
          </w:p>
          <w:p w14:paraId="4C402791" w14:textId="77777777" w:rsidR="008C01DE" w:rsidRPr="00340BF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produção do projeto de desenho de ilustração</w:t>
            </w:r>
          </w:p>
          <w:p w14:paraId="543AB5C6" w14:textId="77777777" w:rsidR="008C01D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e processo criativo </w:t>
            </w:r>
          </w:p>
          <w:p w14:paraId="6B5C4D6F" w14:textId="77777777" w:rsidR="008C01D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1399BA" w14:textId="77777777" w:rsidR="008C01D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DFD5EE5" w14:textId="77777777" w:rsidR="008C01D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2E475E" w14:textId="77777777" w:rsidR="008C01DE" w:rsidRPr="001B353A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4A243" w14:textId="77777777" w:rsidR="008C01DE" w:rsidRPr="00340BF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 tipologias de ilustração</w:t>
            </w:r>
          </w:p>
          <w:p w14:paraId="5381B842" w14:textId="77777777" w:rsidR="008C01DE" w:rsidRPr="00340BF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função das diferentes tipologias de ilustração</w:t>
            </w:r>
          </w:p>
          <w:p w14:paraId="3286A69A" w14:textId="77777777" w:rsidR="008C01DE" w:rsidRPr="00340BF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Aferir sobre a evolução histórica da ilustração</w:t>
            </w:r>
          </w:p>
          <w:p w14:paraId="72B227A0" w14:textId="77777777" w:rsidR="008C01DE" w:rsidRPr="00340BF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diferentes técnicas de representação</w:t>
            </w:r>
          </w:p>
          <w:p w14:paraId="37A7227B" w14:textId="77777777" w:rsidR="008C01DE" w:rsidRPr="00340BF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Manusear diferentes materiais de desenho</w:t>
            </w:r>
          </w:p>
          <w:p w14:paraId="21E29E2E" w14:textId="77777777" w:rsidR="008C01DE" w:rsidRPr="00340BF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ilustração analógicas e/ou digitais</w:t>
            </w:r>
          </w:p>
          <w:p w14:paraId="0DDB07DB" w14:textId="77777777" w:rsidR="008C01D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processo criativo</w:t>
            </w:r>
          </w:p>
          <w:p w14:paraId="26C9186E" w14:textId="77777777" w:rsidR="008C01D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BAEC76" w14:textId="77777777" w:rsidR="008C01D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0E1CB2" w14:textId="77777777" w:rsidR="008C01D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6FAA7C" w14:textId="77777777" w:rsidR="008C01DE" w:rsidRPr="00057283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C3E5F" w14:textId="77777777" w:rsidR="008C01D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921AEDC" w14:textId="77777777" w:rsidR="008C01DE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C3DFA93" w14:textId="77777777" w:rsidR="008C01DE" w:rsidRDefault="008C01DE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0C2AC45" w14:textId="77777777" w:rsidR="008C01DE" w:rsidRPr="00AB5AF8" w:rsidRDefault="008C01DE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2757CF39" w14:textId="77777777" w:rsidR="008C01DE" w:rsidRPr="00AB5AF8" w:rsidRDefault="008C01DE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EB596B8" w14:textId="77777777" w:rsidR="008C01DE" w:rsidRPr="00AB5AF8" w:rsidRDefault="008C01DE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76408F4" w14:textId="77777777" w:rsidR="008C01DE" w:rsidRPr="00AB5AF8" w:rsidRDefault="008C01DE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63B85912" w14:textId="77777777" w:rsidR="008C01DE" w:rsidRPr="00A128FE" w:rsidRDefault="008C01DE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323DFEFA" w14:textId="77777777" w:rsidR="008C01DE" w:rsidRPr="00AB5AF8" w:rsidRDefault="008C01DE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0F6B84D4" w14:textId="77777777" w:rsidR="008C01DE" w:rsidRPr="008047E3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D381D9" w14:textId="77777777" w:rsidR="008C01DE" w:rsidRPr="00057283" w:rsidRDefault="008C01DE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953A4A5" w14:textId="77777777" w:rsidR="008C01DE" w:rsidRDefault="008C01DE" w:rsidP="008C01D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8E013D9" w14:textId="77777777" w:rsidR="008C01DE" w:rsidRDefault="008C01DE" w:rsidP="008C01D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76657BB" w14:textId="77777777" w:rsidR="008C01DE" w:rsidRPr="00F87025" w:rsidRDefault="008C01DE" w:rsidP="008C01D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C4069FE" w14:textId="77777777" w:rsidR="008C01DE" w:rsidRPr="00F20E6F" w:rsidRDefault="008C01DE" w:rsidP="008C01DE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Editar imagens vetoriais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E2EEC91" w14:textId="77777777" w:rsidR="008C01DE" w:rsidRPr="00340BFE" w:rsidRDefault="008C01DE" w:rsidP="008C01D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Escolhendo soluções visuais adequadas à tipologia do projeto de ilustração</w:t>
      </w:r>
    </w:p>
    <w:p w14:paraId="193678D4" w14:textId="77777777" w:rsidR="008C01DE" w:rsidRPr="00340BFE" w:rsidRDefault="008C01DE" w:rsidP="008C01D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Aplicando técnicas de representação adequadas à tipologia do projeto de ilustração</w:t>
      </w:r>
    </w:p>
    <w:p w14:paraId="59C6241F" w14:textId="77777777" w:rsidR="008C01DE" w:rsidRPr="00340BFE" w:rsidRDefault="008C01DE" w:rsidP="008C01D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Manuseando corretamente as ferramentas escolhidas para o projeto de ilustração</w:t>
      </w:r>
    </w:p>
    <w:p w14:paraId="2164A190" w14:textId="77777777" w:rsidR="008C01DE" w:rsidRPr="000973EC" w:rsidRDefault="008C01DE" w:rsidP="008C01D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Fundamentando a narrativa visual do projeto de ilustração tendo em conta a sua função.</w:t>
      </w:r>
    </w:p>
    <w:p w14:paraId="2C96E529" w14:textId="77777777" w:rsidR="008C01DE" w:rsidRPr="0064164C" w:rsidRDefault="008C01DE" w:rsidP="008C01DE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33E21330" w14:textId="77777777" w:rsidR="008C01DE" w:rsidRPr="00136AD8" w:rsidRDefault="008C01DE" w:rsidP="008C01D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06E23F" w14:textId="77777777" w:rsidR="008C01DE" w:rsidRPr="00F87025" w:rsidRDefault="008C01DE" w:rsidP="008C01D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A223B24" w14:textId="77777777" w:rsidR="008C01DE" w:rsidRPr="00984B30" w:rsidRDefault="008C01DE" w:rsidP="008C01D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4E43AD05" w14:textId="77777777" w:rsidR="008C01DE" w:rsidRPr="00984B30" w:rsidRDefault="008C01DE" w:rsidP="008C01D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5517A9A" w14:textId="77777777" w:rsidR="008C01DE" w:rsidRPr="00984B30" w:rsidRDefault="008C01DE" w:rsidP="008C01D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1D91AFE" w14:textId="77777777" w:rsidR="008C01DE" w:rsidRPr="00051C79" w:rsidRDefault="008C01DE" w:rsidP="008C01D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ED7331" w14:textId="77777777" w:rsidR="008C01DE" w:rsidRPr="00F87025" w:rsidRDefault="008C01DE" w:rsidP="008C01D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068EE74" w14:textId="77777777" w:rsidR="008C01DE" w:rsidRPr="00340BFE" w:rsidRDefault="008C01DE" w:rsidP="008C01D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4908ED6" w14:textId="77777777" w:rsidR="008C01DE" w:rsidRPr="00340BFE" w:rsidRDefault="008C01DE" w:rsidP="008C01D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imagem estática</w:t>
      </w:r>
    </w:p>
    <w:p w14:paraId="68C49882" w14:textId="77777777" w:rsidR="008C01DE" w:rsidRPr="00340BFE" w:rsidRDefault="008C01DE" w:rsidP="008C01D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</w:t>
      </w:r>
    </w:p>
    <w:p w14:paraId="591B9B4D" w14:textId="77777777" w:rsidR="008C01DE" w:rsidRPr="00340BFE" w:rsidRDefault="008C01DE" w:rsidP="008C01D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Materiais de desenho diversificados</w:t>
      </w:r>
    </w:p>
    <w:p w14:paraId="1321BE47" w14:textId="77777777" w:rsidR="008C01DE" w:rsidRPr="00501DC8" w:rsidRDefault="008C01DE" w:rsidP="008C01D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08D7373" w14:textId="77777777" w:rsidR="008C01DE" w:rsidRPr="00501DC8" w:rsidRDefault="008C01DE" w:rsidP="008C01D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D92CB76" w14:textId="77777777" w:rsidR="008C01DE" w:rsidRPr="00501DC8" w:rsidRDefault="008C01DE" w:rsidP="008C01D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39428B0" w14:textId="77777777" w:rsidR="008C01DE" w:rsidRPr="00051C79" w:rsidRDefault="008C01DE" w:rsidP="008C01D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E9B1F8" w14:textId="77777777" w:rsidR="008C01DE" w:rsidRPr="00F87025" w:rsidRDefault="008C01DE" w:rsidP="008C01D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15D3C40" w14:textId="77777777" w:rsidR="008C01DE" w:rsidRPr="00051C79" w:rsidRDefault="008C01DE" w:rsidP="008C01D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UC. em Tec. </w:t>
      </w:r>
      <w:proofErr w:type="spellStart"/>
      <w:r>
        <w:rPr>
          <w:rFonts w:ascii="Verdana Pro Light" w:hAnsi="Verdana Pro Light"/>
          <w:smallCaps/>
        </w:rPr>
        <w:t>MultimédiA</w:t>
      </w:r>
      <w:proofErr w:type="spellEnd"/>
    </w:p>
    <w:p w14:paraId="20DD5631" w14:textId="77777777" w:rsidR="008C01DE" w:rsidRPr="00051C79" w:rsidRDefault="008C01DE" w:rsidP="008C01D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4061DA" w14:textId="77777777" w:rsidR="008C01DE" w:rsidRPr="00051C79" w:rsidRDefault="008C01DE" w:rsidP="008C01D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B07C35" w14:textId="4EF6D00C" w:rsidR="008C01DE" w:rsidRDefault="008C01DE" w:rsidP="008C01D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870795" w:rsidRPr="00870795" w14:paraId="2F1AF265" w14:textId="77777777" w:rsidTr="00017090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55263BA6" w14:textId="2093ADAD" w:rsidR="00870795" w:rsidRPr="00870795" w:rsidRDefault="00870795" w:rsidP="00870795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t>UC 0000</w:t>
            </w:r>
            <w:r w:rsidRPr="0087079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545A47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13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36CB44CB" w14:textId="77777777" w:rsidR="00870795" w:rsidRPr="00870795" w:rsidRDefault="00870795" w:rsidP="00870795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ED7D31" w:themeColor="accent2"/>
                <w:sz w:val="18"/>
                <w:szCs w:val="18"/>
              </w:rPr>
              <w:t xml:space="preserve">Editar imagens </w:t>
            </w:r>
            <w:r w:rsidRPr="00870795">
              <w:rPr>
                <w:rFonts w:ascii="Verdana Pro Light" w:eastAsia="Verdana Pro Light" w:hAnsi="Verdana Pro Light" w:cs="Verdana Pro Light"/>
                <w:i/>
                <w:color w:val="ED7D31" w:themeColor="accent2"/>
                <w:sz w:val="18"/>
                <w:szCs w:val="18"/>
              </w:rPr>
              <w:t>bitmap</w:t>
            </w:r>
          </w:p>
        </w:tc>
      </w:tr>
      <w:tr w:rsidR="00870795" w:rsidRPr="00870795" w14:paraId="56B53810" w14:textId="77777777" w:rsidTr="00017090">
        <w:trPr>
          <w:trHeight w:val="268"/>
        </w:trPr>
        <w:tc>
          <w:tcPr>
            <w:tcW w:w="2457" w:type="dxa"/>
            <w:shd w:val="clear" w:color="auto" w:fill="E7E6E6"/>
          </w:tcPr>
          <w:p w14:paraId="37D1CD95" w14:textId="77777777" w:rsidR="00870795" w:rsidRPr="00870795" w:rsidRDefault="00870795" w:rsidP="00870795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 0000</w:t>
            </w:r>
            <w:r w:rsidRPr="00870795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/0009</w:t>
            </w:r>
          </w:p>
        </w:tc>
        <w:tc>
          <w:tcPr>
            <w:tcW w:w="7324" w:type="dxa"/>
            <w:shd w:val="clear" w:color="auto" w:fill="E7E6E6"/>
          </w:tcPr>
          <w:p w14:paraId="06C88C26" w14:textId="77777777" w:rsidR="00870795" w:rsidRPr="00870795" w:rsidRDefault="00870795" w:rsidP="00870795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Desenho bitmap</w:t>
            </w:r>
          </w:p>
        </w:tc>
      </w:tr>
    </w:tbl>
    <w:p w14:paraId="0134A8BD" w14:textId="77777777" w:rsidR="00870795" w:rsidRPr="00870795" w:rsidRDefault="00870795" w:rsidP="00870795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5C3A15DA" w14:textId="771BD96A" w:rsidR="00870795" w:rsidRPr="00870795" w:rsidRDefault="00870795" w:rsidP="00870795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 w:rsidR="00131B3D"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3B653911" w14:textId="77777777" w:rsidR="00870795" w:rsidRPr="00870795" w:rsidRDefault="00870795" w:rsidP="00870795">
      <w:pPr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870795" w:rsidRPr="00870795" w14:paraId="1E9FEB62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54B238F" w14:textId="77777777" w:rsidR="00870795" w:rsidRPr="00870795" w:rsidRDefault="00870795" w:rsidP="00870795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70795" w:rsidRPr="00870795" w14:paraId="4AFD30E5" w14:textId="77777777" w:rsidTr="00017090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815DE8C" w14:textId="77777777" w:rsidR="00870795" w:rsidRPr="00870795" w:rsidRDefault="00870795" w:rsidP="00870795">
            <w:pPr>
              <w:spacing w:before="12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87079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870795">
              <w:rPr>
                <w:rFonts w:ascii="Verdana Pro Light" w:hAnsi="Verdana Pro Light" w:cs="Arial Unicode MS"/>
                <w:sz w:val="18"/>
                <w:szCs w:val="18"/>
              </w:rPr>
              <w:t>Criar um documento, formatar a página de trabalho, definir a resolução do trabalho e importar imagens</w:t>
            </w:r>
          </w:p>
          <w:p w14:paraId="7A0799CA" w14:textId="77777777" w:rsidR="00870795" w:rsidRPr="00870795" w:rsidRDefault="00870795" w:rsidP="00870795">
            <w:pPr>
              <w:spacing w:before="12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870795">
              <w:rPr>
                <w:rFonts w:ascii="Verdana Pro Light" w:hAnsi="Verdana Pro Light" w:cs="Arial Unicode MS"/>
                <w:sz w:val="18"/>
                <w:szCs w:val="18"/>
              </w:rPr>
              <w:t>R2. Fazer ajustes de cor, brilho, contraste e enquadramento</w:t>
            </w:r>
          </w:p>
          <w:p w14:paraId="10A3E12F" w14:textId="77777777" w:rsidR="00870795" w:rsidRPr="00870795" w:rsidRDefault="00870795" w:rsidP="00870795">
            <w:pPr>
              <w:spacing w:before="12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870795">
              <w:rPr>
                <w:rFonts w:ascii="Verdana Pro Light" w:hAnsi="Verdana Pro Light" w:cs="Arial Unicode MS"/>
                <w:sz w:val="18"/>
                <w:szCs w:val="18"/>
              </w:rPr>
              <w:t>R3. Criar seleções e manipular as imagens através do retoque, pintura, filtros e adição e subtração de elementos</w:t>
            </w:r>
          </w:p>
          <w:p w14:paraId="7A0272DB" w14:textId="77777777" w:rsidR="00870795" w:rsidRPr="00870795" w:rsidRDefault="00870795" w:rsidP="0087079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357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hAnsi="Verdana Pro Light" w:cs="Arial Unicode MS"/>
                <w:sz w:val="18"/>
                <w:szCs w:val="18"/>
              </w:rPr>
              <w:t>Salvar e exportar imagens.</w:t>
            </w:r>
          </w:p>
        </w:tc>
      </w:tr>
      <w:tr w:rsidR="00870795" w:rsidRPr="00870795" w14:paraId="2381F18B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E49AC69" w14:textId="77777777" w:rsidR="00870795" w:rsidRPr="00870795" w:rsidRDefault="00870795" w:rsidP="00870795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1B683594" w14:textId="77777777" w:rsidR="00870795" w:rsidRPr="00870795" w:rsidRDefault="00870795" w:rsidP="00870795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07DC24F1" w14:textId="77777777" w:rsidR="00870795" w:rsidRPr="00870795" w:rsidRDefault="00870795" w:rsidP="00870795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870795" w:rsidRPr="00870795" w14:paraId="6ADB50D1" w14:textId="77777777" w:rsidTr="00017090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B1C199E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 e manipulação de imagens digitais para a Web usando aplicativo</w:t>
            </w:r>
          </w:p>
          <w:p w14:paraId="100F9E1D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Interface do aplicativo de edição de imagem bitmap</w:t>
            </w:r>
          </w:p>
          <w:p w14:paraId="42317E99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de perfis de cor</w:t>
            </w:r>
          </w:p>
          <w:p w14:paraId="7FD29908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 caixa de ferramentas</w:t>
            </w:r>
          </w:p>
          <w:p w14:paraId="4D45C5DC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Usar as paletas e menus</w:t>
            </w:r>
          </w:p>
          <w:p w14:paraId="08C46FCD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Teclas de atalho</w:t>
            </w:r>
          </w:p>
          <w:p w14:paraId="7301CE02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Cores para a</w:t>
            </w: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870795">
              <w:rPr>
                <w:rFonts w:ascii="Roboto" w:eastAsia="Roboto" w:hAnsi="Roboto" w:cs="Roboto"/>
                <w:color w:val="435068"/>
                <w:sz w:val="21"/>
                <w:szCs w:val="21"/>
              </w:rPr>
              <w:t>Web</w:t>
            </w:r>
          </w:p>
          <w:p w14:paraId="274907F5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 seguras</w:t>
            </w:r>
          </w:p>
          <w:p w14:paraId="37C304C4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Códigos de cores</w:t>
            </w:r>
          </w:p>
          <w:p w14:paraId="4F9AA6F9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Prever o</w:t>
            </w:r>
            <w:r w:rsidRPr="00870795">
              <w:rPr>
                <w:rFonts w:ascii="Roboto" w:eastAsia="Roboto" w:hAnsi="Roboto" w:cs="Roboto"/>
                <w:i/>
                <w:color w:val="435068"/>
                <w:sz w:val="21"/>
                <w:szCs w:val="21"/>
              </w:rPr>
              <w:t xml:space="preserve"> </w:t>
            </w: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dithering</w:t>
            </w:r>
            <w:proofErr w:type="spellEnd"/>
          </w:p>
          <w:p w14:paraId="7B047B24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Prever cores</w:t>
            </w:r>
          </w:p>
          <w:p w14:paraId="75F5085D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Otimização</w:t>
            </w:r>
          </w:p>
          <w:p w14:paraId="544ED464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Velocidade na Web</w:t>
            </w:r>
          </w:p>
          <w:p w14:paraId="6F36DCDD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aos GIF e JPEG</w:t>
            </w:r>
          </w:p>
          <w:p w14:paraId="26C3F0A4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GIF transparentes e animações</w:t>
            </w:r>
          </w:p>
          <w:p w14:paraId="45F37BD9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Opções para </w:t>
            </w: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GIFs</w:t>
            </w:r>
            <w:proofErr w:type="spellEnd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 </w:t>
            </w: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JPEGs</w:t>
            </w:r>
            <w:proofErr w:type="spellEnd"/>
          </w:p>
          <w:p w14:paraId="28E31D7C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Camadas (</w:t>
            </w:r>
            <w:proofErr w:type="spellStart"/>
            <w:r w:rsidRPr="00870795"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Layers</w:t>
            </w:r>
            <w:proofErr w:type="spellEnd"/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2BEED5DF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Introdução às </w:t>
            </w: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  <w:proofErr w:type="spellEnd"/>
          </w:p>
          <w:p w14:paraId="048F8BDB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Criação e manipulação de </w:t>
            </w: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  <w:proofErr w:type="spellEnd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simples</w:t>
            </w:r>
          </w:p>
          <w:p w14:paraId="11F4FABF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Tipos de </w:t>
            </w: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  <w:proofErr w:type="spellEnd"/>
          </w:p>
          <w:p w14:paraId="7E442EF9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lastRenderedPageBreak/>
              <w:t>Clipping</w:t>
            </w:r>
            <w:proofErr w:type="spellEnd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groups</w:t>
            </w:r>
            <w:proofErr w:type="spellEnd"/>
          </w:p>
          <w:p w14:paraId="18CB1280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Texto (</w:t>
            </w:r>
            <w:proofErr w:type="spellStart"/>
            <w:r w:rsidRPr="00870795"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type</w:t>
            </w:r>
            <w:proofErr w:type="spellEnd"/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41917EB5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ao texto</w:t>
            </w:r>
          </w:p>
          <w:p w14:paraId="05B6C72A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 paletas caráter e paragrafo</w:t>
            </w:r>
          </w:p>
          <w:p w14:paraId="50034ED4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e manipulação de texto</w:t>
            </w:r>
          </w:p>
          <w:p w14:paraId="29F3FA2D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Estilos</w:t>
            </w:r>
          </w:p>
          <w:p w14:paraId="0FD15E0D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aos estilos</w:t>
            </w:r>
          </w:p>
          <w:p w14:paraId="6E11DA0F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e manipulação de estilos</w:t>
            </w:r>
          </w:p>
          <w:p w14:paraId="3DE75A46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Shapes</w:t>
            </w:r>
            <w:proofErr w:type="spellEnd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 as suas ferramentas</w:t>
            </w:r>
          </w:p>
          <w:p w14:paraId="6F7F0DC3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 de imagens de fundo (</w:t>
            </w:r>
            <w:r w:rsidRPr="00870795"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 xml:space="preserve">background </w:t>
            </w:r>
            <w:proofErr w:type="spellStart"/>
            <w:r w:rsidRPr="00870795"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images</w:t>
            </w:r>
            <w:proofErr w:type="spellEnd"/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783FE5FA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Manipulação e otimização de fundos para a Web</w:t>
            </w:r>
          </w:p>
          <w:p w14:paraId="466696A4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proofErr w:type="spellStart"/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GIFs</w:t>
            </w:r>
            <w:proofErr w:type="spellEnd"/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transparentes</w:t>
            </w:r>
          </w:p>
          <w:p w14:paraId="68ADDDEE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 de problemas com a transparência</w:t>
            </w:r>
          </w:p>
          <w:p w14:paraId="7127D0D2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Anti-Alaising</w:t>
            </w:r>
            <w:proofErr w:type="spellEnd"/>
          </w:p>
          <w:p w14:paraId="1F82EE92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Transparências, máscaras e </w:t>
            </w: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GIFs</w:t>
            </w:r>
            <w:proofErr w:type="spellEnd"/>
          </w:p>
          <w:p w14:paraId="7D070843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Mapas de imagens no servidor e no cliente</w:t>
            </w:r>
          </w:p>
          <w:p w14:paraId="11D4FF82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Fatias (</w:t>
            </w:r>
            <w:proofErr w:type="spellStart"/>
            <w:r w:rsidRPr="00870795"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Slices</w:t>
            </w:r>
            <w:proofErr w:type="spellEnd"/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335AD9CC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 de fatias;</w:t>
            </w:r>
          </w:p>
          <w:p w14:paraId="3F622A18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e manipulação de fatias</w:t>
            </w:r>
          </w:p>
          <w:p w14:paraId="33F5C365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proofErr w:type="spellStart"/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Rollovers</w:t>
            </w:r>
            <w:proofErr w:type="spellEnd"/>
          </w:p>
          <w:p w14:paraId="7655CA03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Slices</w:t>
            </w:r>
            <w:proofErr w:type="spellEnd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baseadas em </w:t>
            </w: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  <w:proofErr w:type="spellEnd"/>
          </w:p>
          <w:p w14:paraId="5433CA80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Criação e manipulação de </w:t>
            </w: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rollovers</w:t>
            </w:r>
            <w:proofErr w:type="spellEnd"/>
          </w:p>
          <w:p w14:paraId="61EC829D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proofErr w:type="spellStart"/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GIFs</w:t>
            </w:r>
            <w:proofErr w:type="spellEnd"/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animados</w:t>
            </w:r>
          </w:p>
          <w:p w14:paraId="495BB360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às técnicas básicas de animação</w:t>
            </w:r>
          </w:p>
          <w:p w14:paraId="5DFD4AC1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Harmonização das animações</w:t>
            </w:r>
          </w:p>
          <w:p w14:paraId="5929C8FF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Desafios da compressão</w:t>
            </w:r>
          </w:p>
          <w:p w14:paraId="3310B448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Automatização</w:t>
            </w:r>
          </w:p>
          <w:p w14:paraId="22E0F93D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Introdução às </w:t>
            </w: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actions</w:t>
            </w:r>
            <w:proofErr w:type="spellEnd"/>
          </w:p>
          <w:p w14:paraId="2BC64CCA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Introdução às </w:t>
            </w:r>
            <w:proofErr w:type="spellStart"/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droplets</w:t>
            </w:r>
            <w:proofErr w:type="spellEnd"/>
          </w:p>
          <w:p w14:paraId="717C9AA0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lastRenderedPageBreak/>
              <w:t>Importação/Exportação</w:t>
            </w:r>
          </w:p>
          <w:p w14:paraId="5444E3A2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ao HTML</w:t>
            </w:r>
          </w:p>
          <w:p w14:paraId="71DDB343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Implementação</w:t>
            </w:r>
          </w:p>
          <w:p w14:paraId="61330361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 w:rsidRPr="00870795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Tratamento fotográfico:</w:t>
            </w:r>
          </w:p>
          <w:p w14:paraId="7D158BC2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Manipulação de fotografias digitais</w:t>
            </w:r>
          </w:p>
          <w:p w14:paraId="3E9F846B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40" w:lineRule="auto"/>
              <w:ind w:left="720"/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Otimização de fotografias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A7C8ED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lastRenderedPageBreak/>
              <w:t>Utilizar a ferramenta de desenho bitmap</w:t>
            </w:r>
          </w:p>
          <w:p w14:paraId="27D3ED96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Demonstrar técnicas específicas de desenho digital</w:t>
            </w:r>
          </w:p>
          <w:p w14:paraId="084E63E5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Reconhecer características de resolução de imagem</w:t>
            </w:r>
          </w:p>
          <w:p w14:paraId="425AF7D9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Expressar criatividade por meio de desenhos digitais.</w:t>
            </w:r>
          </w:p>
          <w:p w14:paraId="36E30764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camadas e máscaras para organizar elementos de forma não destrutiva</w:t>
            </w:r>
          </w:p>
          <w:p w14:paraId="3E9F4CB6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sombras e técnicas de coloração para criar efeitos de profundidade</w:t>
            </w:r>
          </w:p>
          <w:p w14:paraId="004EC39A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Adaptar-se a diferentes estilos de desenho de acordo com o objetivo</w:t>
            </w:r>
          </w:p>
          <w:p w14:paraId="68B2AA7B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Adicionar e manipular texturas </w:t>
            </w:r>
          </w:p>
          <w:p w14:paraId="29433217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Automatizar tarefas repetitivas</w:t>
            </w:r>
          </w:p>
          <w:p w14:paraId="11E55275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Exportar nos diferentes formatos de acordo com o objetivo</w:t>
            </w:r>
          </w:p>
          <w:p w14:paraId="25990B87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B5BF648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  <w:ind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</w:t>
            </w:r>
          </w:p>
          <w:p w14:paraId="120429DC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44C6A095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 w:line="276" w:lineRule="auto"/>
              <w:ind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130B4ECC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 w:line="276" w:lineRule="auto"/>
              <w:ind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33DA9358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 w:line="276" w:lineRule="auto"/>
              <w:ind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crítico</w:t>
            </w:r>
          </w:p>
          <w:p w14:paraId="63536963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 w:line="276" w:lineRule="auto"/>
              <w:ind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 estética e criativa</w:t>
            </w:r>
          </w:p>
          <w:p w14:paraId="11FEF3AD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 w:line="276" w:lineRule="auto"/>
              <w:ind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 de problemas</w:t>
            </w:r>
          </w:p>
          <w:p w14:paraId="7CD6FF39" w14:textId="77777777" w:rsidR="00870795" w:rsidRPr="00870795" w:rsidRDefault="00870795" w:rsidP="0087079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 w:line="276" w:lineRule="auto"/>
              <w:ind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7079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 os direitos de imagem</w:t>
            </w:r>
          </w:p>
          <w:p w14:paraId="5F0A2391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2303673E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549C68C6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0F6C5710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4A54C034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305E57FE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2E628198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1412614A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202B08C9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2DFCC3A3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54EA1C08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34423440" w14:textId="77777777" w:rsidR="00870795" w:rsidRPr="00870795" w:rsidRDefault="00870795" w:rsidP="00870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7AB84C65" w14:textId="77777777" w:rsidR="00870795" w:rsidRPr="00870795" w:rsidRDefault="00870795" w:rsidP="00870795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B57C33E" w14:textId="77777777" w:rsidR="00870795" w:rsidRPr="00870795" w:rsidRDefault="00870795" w:rsidP="00870795">
      <w:pPr>
        <w:rPr>
          <w:rFonts w:ascii="Verdana Pro Light" w:eastAsia="Verdana Pro Light" w:hAnsi="Verdana Pro Light" w:cs="Verdana Pro Light"/>
          <w:smallCaps/>
        </w:rPr>
      </w:pPr>
      <w:r w:rsidRPr="00870795">
        <w:br w:type="page"/>
      </w:r>
    </w:p>
    <w:p w14:paraId="40E9E170" w14:textId="77777777" w:rsidR="00870795" w:rsidRPr="00870795" w:rsidRDefault="00870795" w:rsidP="00870795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870795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lastRenderedPageBreak/>
        <w:t>Critérios de Desempenho</w:t>
      </w:r>
    </w:p>
    <w:p w14:paraId="677A5D34" w14:textId="77777777" w:rsidR="00870795" w:rsidRPr="00870795" w:rsidRDefault="00870795" w:rsidP="00870795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i/>
          <w:iCs/>
          <w:sz w:val="18"/>
          <w:szCs w:val="18"/>
        </w:rPr>
        <w:t>Editar imagens bitmap</w:t>
      </w: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5C5673B9" w14:textId="77777777" w:rsidR="00870795" w:rsidRPr="00870795" w:rsidRDefault="00870795" w:rsidP="00870795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Utilizando as ferramentas de software de desenho bitmap</w:t>
      </w:r>
    </w:p>
    <w:p w14:paraId="7BA26642" w14:textId="77777777" w:rsidR="00870795" w:rsidRPr="00870795" w:rsidRDefault="00870795" w:rsidP="00870795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  Exprimindo originalidade e criatividade através dos desenhos digitais</w:t>
      </w:r>
    </w:p>
    <w:p w14:paraId="2039DAF4" w14:textId="77777777" w:rsidR="00870795" w:rsidRPr="00870795" w:rsidRDefault="00870795" w:rsidP="00870795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Organizando os desenhos em camadas, máscaras e outros recursos</w:t>
      </w:r>
    </w:p>
    <w:p w14:paraId="6691888C" w14:textId="77777777" w:rsidR="00870795" w:rsidRPr="00870795" w:rsidRDefault="00870795" w:rsidP="00870795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Compreendendo a resolução de imagem e manutenção da sua qualidade</w:t>
      </w:r>
    </w:p>
    <w:p w14:paraId="78304EC1" w14:textId="77777777" w:rsidR="00870795" w:rsidRPr="00870795" w:rsidRDefault="00870795" w:rsidP="00870795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Automatizando tarefas facilitando atividades repetitivas</w:t>
      </w:r>
    </w:p>
    <w:p w14:paraId="704A3187" w14:textId="77777777" w:rsidR="00870795" w:rsidRPr="00870795" w:rsidRDefault="00870795" w:rsidP="00870795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870795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695B0C24" w14:textId="77777777" w:rsidR="00870795" w:rsidRPr="00870795" w:rsidRDefault="00870795" w:rsidP="00870795">
      <w:pPr>
        <w:numPr>
          <w:ilvl w:val="0"/>
          <w:numId w:val="18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sz w:val="18"/>
          <w:szCs w:val="18"/>
        </w:rPr>
        <w:t xml:space="preserve"> </w:t>
      </w:r>
      <w:r w:rsidRPr="00870795">
        <w:rPr>
          <w:sz w:val="14"/>
          <w:szCs w:val="14"/>
        </w:rPr>
        <w:t xml:space="preserve">  </w:t>
      </w: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Departamentos criativos de empresas de comunicação diversificadas</w:t>
      </w:r>
    </w:p>
    <w:p w14:paraId="64EDA3E8" w14:textId="77777777" w:rsidR="00870795" w:rsidRPr="00870795" w:rsidRDefault="00870795" w:rsidP="00870795">
      <w:pPr>
        <w:numPr>
          <w:ilvl w:val="0"/>
          <w:numId w:val="18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  Gabinetes de marketing e comunicação de empresas, entidades sem fins lucrativos ou organismos oficiais</w:t>
      </w:r>
    </w:p>
    <w:p w14:paraId="0BB5EB87" w14:textId="77777777" w:rsidR="00870795" w:rsidRPr="00870795" w:rsidRDefault="00870795" w:rsidP="00870795">
      <w:pPr>
        <w:numPr>
          <w:ilvl w:val="0"/>
          <w:numId w:val="18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  Editoras (jornais, revistas, livros)</w:t>
      </w:r>
    </w:p>
    <w:p w14:paraId="5D195144" w14:textId="77777777" w:rsidR="00870795" w:rsidRPr="00870795" w:rsidRDefault="00870795" w:rsidP="00870795">
      <w:pPr>
        <w:numPr>
          <w:ilvl w:val="0"/>
          <w:numId w:val="18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  Gráficas</w:t>
      </w:r>
    </w:p>
    <w:p w14:paraId="2F4F7286" w14:textId="77777777" w:rsidR="00870795" w:rsidRPr="00870795" w:rsidRDefault="00870795" w:rsidP="00870795">
      <w:pPr>
        <w:numPr>
          <w:ilvl w:val="0"/>
          <w:numId w:val="18"/>
        </w:numPr>
        <w:shd w:val="clear" w:color="auto" w:fill="D0CECE"/>
        <w:spacing w:before="240" w:after="0" w:line="360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870795">
        <w:rPr>
          <w:rFonts w:ascii="Arial" w:eastAsia="Arial" w:hAnsi="Arial" w:cs="Arial"/>
          <w:b/>
          <w:smallCaps/>
          <w:sz w:val="20"/>
          <w:szCs w:val="20"/>
        </w:rPr>
        <w:t>Recursos</w:t>
      </w:r>
    </w:p>
    <w:p w14:paraId="15E949D6" w14:textId="77777777" w:rsidR="00870795" w:rsidRPr="00870795" w:rsidRDefault="00870795" w:rsidP="00870795">
      <w:pPr>
        <w:numPr>
          <w:ilvl w:val="0"/>
          <w:numId w:val="18"/>
        </w:numPr>
        <w:spacing w:before="240" w:after="24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 tecnológicos com acesso à internet</w:t>
      </w:r>
    </w:p>
    <w:p w14:paraId="31C25156" w14:textId="77777777" w:rsidR="00870795" w:rsidRPr="00870795" w:rsidRDefault="00870795" w:rsidP="00870795">
      <w:pPr>
        <w:numPr>
          <w:ilvl w:val="0"/>
          <w:numId w:val="18"/>
        </w:numPr>
        <w:spacing w:before="240" w:after="24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 informáticas de edição e criação de imagens bitmap</w:t>
      </w:r>
    </w:p>
    <w:p w14:paraId="06B72BBC" w14:textId="77777777" w:rsidR="00870795" w:rsidRPr="00870795" w:rsidRDefault="00870795" w:rsidP="00870795">
      <w:pPr>
        <w:numPr>
          <w:ilvl w:val="0"/>
          <w:numId w:val="18"/>
        </w:numPr>
        <w:spacing w:before="240" w:after="24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Referências sobre tutoriais de edição de imagens</w:t>
      </w:r>
    </w:p>
    <w:p w14:paraId="3C157675" w14:textId="77777777" w:rsidR="00870795" w:rsidRPr="00870795" w:rsidRDefault="00870795" w:rsidP="00870795">
      <w:pPr>
        <w:numPr>
          <w:ilvl w:val="0"/>
          <w:numId w:val="18"/>
        </w:numPr>
        <w:spacing w:before="240" w:after="24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70795"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Imagens para editar</w:t>
      </w:r>
    </w:p>
    <w:p w14:paraId="1E6E31F6" w14:textId="77777777" w:rsidR="00870795" w:rsidRPr="00870795" w:rsidRDefault="00870795" w:rsidP="00870795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870795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37A506EB" w14:textId="02B48B72" w:rsidR="00B80B02" w:rsidRDefault="00B80B02" w:rsidP="00B80B02">
      <w:pPr>
        <w:rPr>
          <w:rFonts w:ascii="Verdana Pro Light" w:hAnsi="Verdana Pro Light"/>
          <w:smallCaps/>
        </w:rPr>
      </w:pPr>
      <w:bookmarkStart w:id="9" w:name="_Hlk157972850"/>
    </w:p>
    <w:p w14:paraId="66931CDD" w14:textId="3DA847BC" w:rsidR="00B80B02" w:rsidRPr="00051C79" w:rsidRDefault="00107F02" w:rsidP="00B80B0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comum a várias qualificações </w:t>
      </w:r>
    </w:p>
    <w:p w14:paraId="34C7470B" w14:textId="77777777" w:rsidR="00B80B02" w:rsidRPr="00051C79" w:rsidRDefault="00B80B02" w:rsidP="00B80B0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9"/>
    <w:p w14:paraId="6D6F6055" w14:textId="77777777" w:rsidR="00AB4523" w:rsidRDefault="00AB4523" w:rsidP="00A97EB3">
      <w:pPr>
        <w:rPr>
          <w:rFonts w:ascii="Verdana Pro Light" w:hAnsi="Verdana Pro Light"/>
          <w:smallCaps/>
        </w:rPr>
      </w:pPr>
    </w:p>
    <w:p w14:paraId="5EDBBEC0" w14:textId="77777777" w:rsidR="00B80B02" w:rsidRDefault="00B80B02" w:rsidP="00A97EB3">
      <w:pPr>
        <w:rPr>
          <w:rFonts w:ascii="Verdana Pro Light" w:hAnsi="Verdana Pro Light"/>
          <w:smallCaps/>
        </w:rPr>
      </w:pPr>
    </w:p>
    <w:p w14:paraId="5B894500" w14:textId="77777777" w:rsidR="00632586" w:rsidRDefault="00632586" w:rsidP="00A97EB3">
      <w:pPr>
        <w:rPr>
          <w:rFonts w:ascii="Verdana Pro Light" w:hAnsi="Verdana Pro Light"/>
          <w:smallCaps/>
        </w:rPr>
      </w:pPr>
    </w:p>
    <w:p w14:paraId="0D9CF40B" w14:textId="77777777" w:rsidR="00632586" w:rsidRDefault="00632586" w:rsidP="00A97EB3">
      <w:pPr>
        <w:rPr>
          <w:rFonts w:ascii="Verdana Pro Light" w:hAnsi="Verdana Pro Light"/>
          <w:smallCaps/>
        </w:rPr>
      </w:pPr>
    </w:p>
    <w:p w14:paraId="2B21D131" w14:textId="77777777" w:rsidR="00632586" w:rsidRDefault="00632586" w:rsidP="00A97EB3">
      <w:pPr>
        <w:rPr>
          <w:rFonts w:ascii="Verdana Pro Light" w:hAnsi="Verdana Pro Light"/>
          <w:smallCaps/>
        </w:rPr>
      </w:pPr>
    </w:p>
    <w:p w14:paraId="34FFE6B9" w14:textId="77777777" w:rsidR="00632586" w:rsidRDefault="00632586" w:rsidP="00A97EB3">
      <w:pPr>
        <w:rPr>
          <w:rFonts w:ascii="Verdana Pro Light" w:hAnsi="Verdana Pro Light"/>
          <w:smallCaps/>
        </w:rPr>
      </w:pPr>
    </w:p>
    <w:p w14:paraId="23A7EBE7" w14:textId="77777777" w:rsidR="00632586" w:rsidRDefault="00632586" w:rsidP="00A97EB3">
      <w:pPr>
        <w:rPr>
          <w:rFonts w:ascii="Verdana Pro Light" w:hAnsi="Verdana Pro Light"/>
          <w:smallCaps/>
        </w:rPr>
      </w:pPr>
    </w:p>
    <w:p w14:paraId="5012E88F" w14:textId="77777777" w:rsidR="00632586" w:rsidRDefault="00632586" w:rsidP="00A97EB3">
      <w:pPr>
        <w:rPr>
          <w:rFonts w:ascii="Verdana Pro Light" w:hAnsi="Verdana Pro Light"/>
          <w:smallCaps/>
        </w:rPr>
      </w:pPr>
    </w:p>
    <w:p w14:paraId="04216CDA" w14:textId="77777777" w:rsidR="006A361A" w:rsidRDefault="006A361A" w:rsidP="00A97EB3">
      <w:pPr>
        <w:rPr>
          <w:rFonts w:ascii="Verdana Pro Light" w:hAnsi="Verdana Pro Light"/>
          <w:smallCaps/>
        </w:rPr>
      </w:pPr>
    </w:p>
    <w:p w14:paraId="07D3FDFC" w14:textId="77777777" w:rsidR="006A361A" w:rsidRDefault="006A361A" w:rsidP="006A361A">
      <w:pPr>
        <w:rPr>
          <w:rFonts w:ascii="Verdana Pro Light" w:hAnsi="Verdana Pro Light"/>
          <w:smallCaps/>
        </w:rPr>
      </w:pPr>
    </w:p>
    <w:p w14:paraId="6AC367E3" w14:textId="77777777" w:rsidR="006A361A" w:rsidRDefault="006A361A" w:rsidP="006A36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A361A" w:rsidRPr="00136AD8" w14:paraId="5641B102" w14:textId="77777777" w:rsidTr="007C5D6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5756A45" w14:textId="2F8A7FFA" w:rsidR="006A361A" w:rsidRPr="00136AD8" w:rsidRDefault="006A361A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054647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001</w:t>
            </w:r>
            <w:r w:rsidR="00773953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47ACE1A" w14:textId="77777777" w:rsidR="006A361A" w:rsidRPr="00AA7B53" w:rsidRDefault="006A361A" w:rsidP="007C5D60">
            <w:pPr>
              <w:spacing w:before="120" w:after="120" w:line="240" w:lineRule="auto"/>
            </w:pPr>
            <w:r w:rsidRPr="00D865F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Editar som</w:t>
            </w:r>
          </w:p>
        </w:tc>
      </w:tr>
      <w:tr w:rsidR="006A361A" w:rsidRPr="00136AD8" w14:paraId="7D8D190C" w14:textId="77777777" w:rsidTr="007C5D6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1307358" w14:textId="77777777" w:rsidR="006A361A" w:rsidRPr="00136AD8" w:rsidRDefault="006A361A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F73CE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AC5B3BD" w14:textId="77777777" w:rsidR="006A361A" w:rsidRPr="00136AD8" w:rsidRDefault="006A361A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8426E"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de som</w:t>
            </w:r>
          </w:p>
        </w:tc>
      </w:tr>
    </w:tbl>
    <w:p w14:paraId="2906D4D3" w14:textId="77777777" w:rsidR="006A361A" w:rsidRPr="00136AD8" w:rsidRDefault="006A361A" w:rsidP="006A361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61F790C" w14:textId="77777777" w:rsidR="006A361A" w:rsidRPr="003200F2" w:rsidRDefault="006A361A" w:rsidP="006A361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0738566" w14:textId="77777777" w:rsidR="006A361A" w:rsidRPr="00136AD8" w:rsidRDefault="006A361A" w:rsidP="006A361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A361A" w:rsidRPr="00136AD8" w14:paraId="7A30B0BB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D14AD5" w14:textId="77777777" w:rsidR="006A361A" w:rsidRPr="001B353A" w:rsidRDefault="006A361A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A361A" w:rsidRPr="00136AD8" w14:paraId="020CF400" w14:textId="77777777" w:rsidTr="007C5D6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F8FC22" w14:textId="77777777" w:rsidR="006A361A" w:rsidRPr="0093511E" w:rsidRDefault="006A361A" w:rsidP="007C5D6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511E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9351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Captar áudio através de equipamento de aquisição.</w:t>
            </w:r>
          </w:p>
          <w:p w14:paraId="42ED641E" w14:textId="77777777" w:rsidR="006A361A" w:rsidRDefault="006A361A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qualizar e ajustar as diferentes faixas de frequência</w:t>
            </w:r>
          </w:p>
          <w:p w14:paraId="28269C7B" w14:textId="77777777" w:rsidR="006A361A" w:rsidRPr="001B353A" w:rsidRDefault="006A361A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Efetuar a edição </w:t>
            </w:r>
            <w:proofErr w:type="spellStart"/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multitrack</w:t>
            </w:r>
            <w:proofErr w:type="spellEnd"/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6C4DDC65" w14:textId="77777777" w:rsidR="006A361A" w:rsidRPr="001B353A" w:rsidRDefault="006A361A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6A361A" w:rsidRPr="00136AD8" w14:paraId="0D000D7C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F9474B" w14:textId="77777777" w:rsidR="006A361A" w:rsidRPr="001B353A" w:rsidRDefault="006A361A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30D0EF" w14:textId="77777777" w:rsidR="006A361A" w:rsidRPr="001B353A" w:rsidRDefault="006A361A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6CC0C48" w14:textId="77777777" w:rsidR="006A361A" w:rsidRPr="001B353A" w:rsidRDefault="006A361A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A361A" w:rsidRPr="00136AD8" w14:paraId="152E6EA0" w14:textId="77777777" w:rsidTr="007C5D6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2141B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</w:t>
            </w:r>
            <w:r w:rsidRPr="00D87F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edição de áudio, dependendo das necessidades e recursos disponíveis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E9A2348" w14:textId="77777777" w:rsidR="006A361A" w:rsidRPr="00D87F22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87F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onceitos fundamentais de áudio.</w:t>
            </w:r>
          </w:p>
          <w:p w14:paraId="4A4841F8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87F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de Áudio (MP3, WAV, FLAC).</w:t>
            </w:r>
          </w:p>
          <w:p w14:paraId="5117A581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ompressão dinâmica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áudio.</w:t>
            </w:r>
          </w:p>
          <w:p w14:paraId="13351A9C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de aquisição de som.</w:t>
            </w:r>
          </w:p>
          <w:p w14:paraId="774A96DB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Manipulação de faixas simultaneamente.</w:t>
            </w:r>
          </w:p>
          <w:p w14:paraId="038A34A4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Sonoplastia.</w:t>
            </w:r>
          </w:p>
          <w:p w14:paraId="68122C67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C60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Vocais</w:t>
            </w:r>
          </w:p>
          <w:p w14:paraId="1C3E476F" w14:textId="77777777" w:rsidR="006A361A" w:rsidRPr="001B353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722E7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Enunciar</w:t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principais características do som.</w:t>
            </w:r>
          </w:p>
          <w:p w14:paraId="7012A685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Distinguir o formato analógico e digital.</w:t>
            </w:r>
          </w:p>
          <w:p w14:paraId="168B3BC6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</w:t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principais formatos e </w:t>
            </w:r>
            <w:proofErr w:type="spellStart"/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codecs</w:t>
            </w:r>
            <w:proofErr w:type="spellEnd"/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áudio.</w:t>
            </w:r>
          </w:p>
          <w:p w14:paraId="7680CD5A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vocais.</w:t>
            </w:r>
          </w:p>
          <w:p w14:paraId="4652FF43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660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operações básicas de edição na forma de onda.</w:t>
            </w:r>
          </w:p>
          <w:p w14:paraId="79179A0F" w14:textId="77777777" w:rsidR="006A361A" w:rsidRPr="0093511E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transições suaves entre diferentes partes de áudio.</w:t>
            </w:r>
          </w:p>
          <w:p w14:paraId="197E20CC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filtros para remover ruídos indesejados.</w:t>
            </w:r>
          </w:p>
          <w:p w14:paraId="16BCE297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Incorpor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efeitos sonoros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74D8256" w14:textId="77777777" w:rsidR="006A361A" w:rsidRPr="00057283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E0206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19F05F6C" w14:textId="77777777" w:rsidR="006A361A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5897166" w14:textId="77777777" w:rsidR="006A361A" w:rsidRDefault="006A361A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74D0349C" w14:textId="77777777" w:rsidR="006A361A" w:rsidRPr="00AB5AF8" w:rsidRDefault="006A361A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727F4DB7" w14:textId="77777777" w:rsidR="006A361A" w:rsidRPr="00AB5AF8" w:rsidRDefault="006A361A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8D547DD" w14:textId="77777777" w:rsidR="006A361A" w:rsidRPr="00AB5AF8" w:rsidRDefault="006A361A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932AFCB" w14:textId="77777777" w:rsidR="006A361A" w:rsidRPr="00AB5AF8" w:rsidRDefault="006A361A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88ED5AA" w14:textId="77777777" w:rsidR="006A361A" w:rsidRPr="00A128FE" w:rsidRDefault="006A361A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AA7A935" w14:textId="77777777" w:rsidR="006A361A" w:rsidRPr="00AB5AF8" w:rsidRDefault="006A361A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6D1336E9" w14:textId="77777777" w:rsidR="006A361A" w:rsidRPr="00057283" w:rsidRDefault="006A361A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156ABD8" w14:textId="77777777" w:rsidR="006A361A" w:rsidRDefault="006A361A" w:rsidP="006A361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50B4E64" w14:textId="77777777" w:rsidR="006A361A" w:rsidRDefault="006A361A" w:rsidP="006A361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DCB32C2" w14:textId="77777777" w:rsidR="006A361A" w:rsidRPr="00F87025" w:rsidRDefault="006A361A" w:rsidP="006A361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76733E9" w14:textId="77777777" w:rsidR="006A361A" w:rsidRPr="00F20E6F" w:rsidRDefault="006A361A" w:rsidP="006A361A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C602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Editar som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D3F602A" w14:textId="77777777" w:rsidR="006A361A" w:rsidRPr="0064164C" w:rsidRDefault="006A361A" w:rsidP="006A36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Eliminando </w:t>
      </w:r>
      <w:r w:rsidRPr="009D1B4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ruídos indesejados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359021A" w14:textId="77777777" w:rsidR="006A361A" w:rsidRPr="0064164C" w:rsidRDefault="006A361A" w:rsidP="006A36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Ajustando as frequências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para uma reprodução adequada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8B266ED" w14:textId="77777777" w:rsidR="006A361A" w:rsidRPr="0064164C" w:rsidRDefault="006A361A" w:rsidP="006A36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incroniza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forma precisa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para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projetos multim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é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F2376E0" w14:textId="77777777" w:rsidR="006A361A" w:rsidRPr="0064164C" w:rsidRDefault="006A361A" w:rsidP="006A36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consistência ao longo de toda a produção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E9454FB" w14:textId="77777777" w:rsidR="006A361A" w:rsidRPr="0064164C" w:rsidRDefault="006A361A" w:rsidP="006A361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B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alancea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elementos sonoros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para uma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mistura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coesa</w:t>
      </w:r>
    </w:p>
    <w:p w14:paraId="3B8CE059" w14:textId="77777777" w:rsidR="006A361A" w:rsidRPr="00136AD8" w:rsidRDefault="006A361A" w:rsidP="006A36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8794E5" w14:textId="77777777" w:rsidR="006A361A" w:rsidRPr="00F87025" w:rsidRDefault="006A361A" w:rsidP="006A361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A67D182" w14:textId="77777777" w:rsidR="006A361A" w:rsidRPr="00984B30" w:rsidRDefault="006A361A" w:rsidP="006A361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BDD4A88" w14:textId="77777777" w:rsidR="006A361A" w:rsidRPr="00984B30" w:rsidRDefault="006A361A" w:rsidP="006A361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som</w:t>
      </w:r>
    </w:p>
    <w:p w14:paraId="3381293C" w14:textId="77777777" w:rsidR="006A361A" w:rsidRPr="003B3F8D" w:rsidRDefault="006A361A" w:rsidP="006A36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7D17B6DD" w14:textId="77777777" w:rsidR="006A361A" w:rsidRPr="003B3F8D" w:rsidRDefault="006A361A" w:rsidP="006A36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11CF34D9" w14:textId="77777777" w:rsidR="006A361A" w:rsidRPr="003B3F8D" w:rsidRDefault="006A361A" w:rsidP="006A36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552B2659" w14:textId="77777777" w:rsidR="006A361A" w:rsidRPr="003B3F8D" w:rsidRDefault="006A361A" w:rsidP="006A36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736B030A" w14:textId="77777777" w:rsidR="006A361A" w:rsidRPr="003B3F8D" w:rsidRDefault="006A361A" w:rsidP="006A36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6B60873F" w14:textId="77777777" w:rsidR="006A361A" w:rsidRPr="003B3F8D" w:rsidRDefault="006A361A" w:rsidP="006A36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71317C63" w14:textId="77777777" w:rsidR="006A361A" w:rsidRPr="003B3F8D" w:rsidRDefault="006A361A" w:rsidP="006A36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127DCF97" w14:textId="77777777" w:rsidR="006A361A" w:rsidRDefault="006A361A" w:rsidP="006A36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7F917D70" w14:textId="77777777" w:rsidR="006A361A" w:rsidRPr="00380207" w:rsidRDefault="006A361A" w:rsidP="006A36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E1C4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</w:t>
      </w:r>
    </w:p>
    <w:p w14:paraId="0B862AA0" w14:textId="77777777" w:rsidR="006A361A" w:rsidRPr="00051C79" w:rsidRDefault="006A361A" w:rsidP="006A36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1DF632" w14:textId="77777777" w:rsidR="006A361A" w:rsidRPr="00F87025" w:rsidRDefault="006A361A" w:rsidP="006A361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97AAD3C" w14:textId="77777777" w:rsidR="006A361A" w:rsidRDefault="006A361A" w:rsidP="006A361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de captação de som.</w:t>
      </w:r>
    </w:p>
    <w:p w14:paraId="5254C52A" w14:textId="77777777" w:rsidR="006A361A" w:rsidRPr="005E2D82" w:rsidRDefault="006A361A" w:rsidP="006A361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91CCB74" w14:textId="77777777" w:rsidR="006A361A" w:rsidRDefault="006A361A" w:rsidP="006A361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00B5E9E6" w14:textId="77777777" w:rsidR="006A361A" w:rsidRPr="00380207" w:rsidRDefault="006A361A" w:rsidP="006A361A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DDADE57" w14:textId="77777777" w:rsidR="006A361A" w:rsidRPr="00051C79" w:rsidRDefault="006A361A" w:rsidP="006A36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909BE1" w14:textId="77777777" w:rsidR="006A361A" w:rsidRPr="00F87025" w:rsidRDefault="006A361A" w:rsidP="006A361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6B8D7BD" w14:textId="77777777" w:rsidR="006A361A" w:rsidRPr="00051C79" w:rsidRDefault="006A361A" w:rsidP="006A36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392EB2" w14:textId="77777777" w:rsidR="006A361A" w:rsidRPr="00051C79" w:rsidRDefault="006A361A" w:rsidP="006A36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C155FA" w14:textId="77777777" w:rsidR="006A361A" w:rsidRPr="00051C79" w:rsidRDefault="006A361A" w:rsidP="006A36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UC também existe em multimédia</w:t>
      </w:r>
    </w:p>
    <w:p w14:paraId="5C0C46A3" w14:textId="77777777" w:rsidR="006A361A" w:rsidRPr="00051C79" w:rsidRDefault="006A361A" w:rsidP="006A36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FECDDB" w14:textId="77777777" w:rsidR="006A361A" w:rsidRPr="00051C79" w:rsidRDefault="006A361A" w:rsidP="006A361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7C1239" w14:textId="77777777" w:rsidR="006A361A" w:rsidRDefault="006A361A" w:rsidP="00A97EB3">
      <w:pPr>
        <w:rPr>
          <w:rFonts w:ascii="Verdana Pro Light" w:hAnsi="Verdana Pro Light"/>
          <w:smallCaps/>
        </w:rPr>
      </w:pPr>
    </w:p>
    <w:p w14:paraId="78ADD109" w14:textId="77777777" w:rsidR="00632586" w:rsidRDefault="00632586" w:rsidP="00A97EB3">
      <w:pPr>
        <w:rPr>
          <w:rFonts w:ascii="Verdana Pro Light" w:hAnsi="Verdana Pro Light"/>
          <w:smallCaps/>
        </w:rPr>
      </w:pPr>
    </w:p>
    <w:p w14:paraId="121AFB37" w14:textId="77777777" w:rsidR="00632586" w:rsidRDefault="00632586" w:rsidP="00A97EB3">
      <w:pPr>
        <w:rPr>
          <w:rFonts w:ascii="Verdana Pro Light" w:hAnsi="Verdana Pro Light"/>
          <w:smallCaps/>
        </w:rPr>
      </w:pPr>
    </w:p>
    <w:p w14:paraId="6E181425" w14:textId="56004005" w:rsidR="00C71260" w:rsidRDefault="00C71260" w:rsidP="00C71260">
      <w:pPr>
        <w:rPr>
          <w:rFonts w:ascii="Verdana Pro Light" w:hAnsi="Verdana Pro Light"/>
          <w:smallCaps/>
        </w:rPr>
      </w:pPr>
    </w:p>
    <w:p w14:paraId="2CC9BE1D" w14:textId="77777777" w:rsidR="00C71260" w:rsidRDefault="00C71260" w:rsidP="00C71260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71260" w:rsidRPr="00136AD8" w14:paraId="2BDB4C45" w14:textId="77777777" w:rsidTr="007C5D6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28F1CF3" w14:textId="5C19DE9C" w:rsidR="00C71260" w:rsidRPr="00136AD8" w:rsidRDefault="00C71260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77395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7567BE1" w14:textId="1FE86C01" w:rsidR="00C71260" w:rsidRPr="009C256C" w:rsidRDefault="00C71260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C4B21">
              <w:t>Editar sequências de vídeo</w:t>
            </w:r>
          </w:p>
        </w:tc>
      </w:tr>
      <w:tr w:rsidR="00C71260" w:rsidRPr="00136AD8" w14:paraId="2865FE20" w14:textId="77777777" w:rsidTr="007C5D6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709AB44" w14:textId="77777777" w:rsidR="00C71260" w:rsidRPr="00136AD8" w:rsidRDefault="00C71260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8FC0C05" w14:textId="77777777" w:rsidR="00C71260" w:rsidRPr="00136AD8" w:rsidRDefault="00C71260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A4379"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de vídeo</w:t>
            </w:r>
          </w:p>
        </w:tc>
      </w:tr>
    </w:tbl>
    <w:p w14:paraId="6BD2D116" w14:textId="77777777" w:rsidR="00C71260" w:rsidRPr="00136AD8" w:rsidRDefault="00C71260" w:rsidP="00C7126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1AC336E" w14:textId="77777777" w:rsidR="00C71260" w:rsidRPr="003200F2" w:rsidRDefault="00C71260" w:rsidP="00C7126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63DAEF2" w14:textId="77777777" w:rsidR="00C71260" w:rsidRPr="00136AD8" w:rsidRDefault="00C71260" w:rsidP="00C7126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71260" w:rsidRPr="00136AD8" w14:paraId="16081DBF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6D454A" w14:textId="77777777" w:rsidR="00C71260" w:rsidRPr="001B353A" w:rsidRDefault="00C71260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71260" w:rsidRPr="00136AD8" w14:paraId="14236442" w14:textId="77777777" w:rsidTr="007C5D6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69F783" w14:textId="77777777" w:rsidR="00C71260" w:rsidRPr="0038426E" w:rsidRDefault="00C71260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hardware de aquisição de vídeo.</w:t>
            </w:r>
          </w:p>
          <w:p w14:paraId="0C492F3D" w14:textId="77777777" w:rsidR="00C71260" w:rsidRPr="0038426E" w:rsidRDefault="00C71260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Descrever</w:t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especificidades técnicas de um vídeo.</w:t>
            </w:r>
          </w:p>
          <w:p w14:paraId="6EA5F80C" w14:textId="77777777" w:rsidR="00C71260" w:rsidRPr="0038426E" w:rsidRDefault="00C71260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o tratamento/edição de vídeo para as diversas plataformas multimédia.</w:t>
            </w:r>
          </w:p>
          <w:p w14:paraId="7029C9BC" w14:textId="77777777" w:rsidR="00C71260" w:rsidRPr="0038426E" w:rsidRDefault="00C71260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Operar um software de edição.</w:t>
            </w:r>
          </w:p>
          <w:p w14:paraId="0E2D285C" w14:textId="77777777" w:rsidR="00C71260" w:rsidRPr="0038426E" w:rsidRDefault="00C71260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Editar sequências de vídeo.</w:t>
            </w:r>
          </w:p>
          <w:p w14:paraId="75721D06" w14:textId="77777777" w:rsidR="00C71260" w:rsidRPr="001B353A" w:rsidRDefault="00C71260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Exportar as sequências de vídeo</w:t>
            </w:r>
          </w:p>
          <w:p w14:paraId="35D05396" w14:textId="77777777" w:rsidR="00C71260" w:rsidRPr="001B353A" w:rsidRDefault="00C71260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C71260" w:rsidRPr="00136AD8" w14:paraId="6B881470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C9E562" w14:textId="77777777" w:rsidR="00C71260" w:rsidRPr="001B353A" w:rsidRDefault="00C71260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871BD49" w14:textId="77777777" w:rsidR="00C71260" w:rsidRPr="001B353A" w:rsidRDefault="00C71260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E778DD0" w14:textId="77777777" w:rsidR="00C71260" w:rsidRPr="001B353A" w:rsidRDefault="00C71260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71260" w:rsidRPr="00136AD8" w14:paraId="4596326F" w14:textId="77777777" w:rsidTr="007C5D6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50F83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de captação de vídeo.</w:t>
            </w:r>
          </w:p>
          <w:p w14:paraId="31B0F420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Familiaridade com pelo menos um software de edição de vídeo popular.</w:t>
            </w:r>
          </w:p>
          <w:p w14:paraId="6C9239CD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onceitos fundamentais de vídeo.</w:t>
            </w:r>
          </w:p>
          <w:p w14:paraId="40C066EF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ormatos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ficheiros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vídeo (MP4, MOV, AVI).</w:t>
            </w:r>
          </w:p>
          <w:p w14:paraId="3039A33C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Correção de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E38086B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 Visuais.</w:t>
            </w:r>
          </w:p>
          <w:p w14:paraId="36A7BF9F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Enquadramentos e planos de cena.</w:t>
            </w:r>
          </w:p>
          <w:p w14:paraId="5C6F0CEE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Exportação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B4FDBF5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B60326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A384AC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259958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789D2A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31FFB8" w14:textId="77777777" w:rsidR="00C71260" w:rsidRPr="001B353A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BF6CE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Captar vídeos</w:t>
            </w:r>
          </w:p>
          <w:p w14:paraId="07A82930" w14:textId="77777777" w:rsidR="00C71260" w:rsidRPr="00517AA8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operações básicas de edição na linha do tempo.</w:t>
            </w:r>
          </w:p>
          <w:p w14:paraId="5940BC93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transições e efeitos para melhorar a narrativa visual</w:t>
            </w:r>
          </w:p>
          <w:p w14:paraId="238F3EB4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incroniza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trilhas de áudio e vídeo.</w:t>
            </w:r>
          </w:p>
          <w:p w14:paraId="49653710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estilo visual consistente ao vídeo</w:t>
            </w:r>
          </w:p>
          <w:p w14:paraId="4AFE3914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Exportar sequências de vídeo dependendo do suporte final</w:t>
            </w:r>
          </w:p>
          <w:p w14:paraId="15E08D0F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90354A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59449A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A9B749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E96893" w14:textId="77777777" w:rsidR="00C71260" w:rsidRPr="00057283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DAF51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5F1B56B8" w14:textId="77777777" w:rsidR="00C71260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6DAB5B3" w14:textId="77777777" w:rsidR="00C71260" w:rsidRDefault="00C71260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7F79713C" w14:textId="77777777" w:rsidR="00C71260" w:rsidRPr="00AB5AF8" w:rsidRDefault="00C71260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70FA097F" w14:textId="77777777" w:rsidR="00C71260" w:rsidRPr="00AB5AF8" w:rsidRDefault="00C71260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34B5355" w14:textId="77777777" w:rsidR="00C71260" w:rsidRPr="00AB5AF8" w:rsidRDefault="00C71260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3BC8CA02" w14:textId="77777777" w:rsidR="00C71260" w:rsidRPr="00AB5AF8" w:rsidRDefault="00C71260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0FA784F" w14:textId="77777777" w:rsidR="00C71260" w:rsidRPr="00A128FE" w:rsidRDefault="00C71260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43E63069" w14:textId="77777777" w:rsidR="00C71260" w:rsidRPr="00AB5AF8" w:rsidRDefault="00C71260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70DC1172" w14:textId="77777777" w:rsidR="00C71260" w:rsidRPr="00057283" w:rsidRDefault="00C71260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E199515" w14:textId="77777777" w:rsidR="00C71260" w:rsidRDefault="00C71260" w:rsidP="00C7126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679086B" w14:textId="77777777" w:rsidR="00C71260" w:rsidRDefault="00C71260" w:rsidP="00C7126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C44B6C8" w14:textId="77777777" w:rsidR="00C71260" w:rsidRPr="00F87025" w:rsidRDefault="00C71260" w:rsidP="00C712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324DC31" w14:textId="59F9C167" w:rsidR="00C71260" w:rsidRPr="00F20E6F" w:rsidRDefault="00C71260" w:rsidP="00C7126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7435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Editar sequências de víde</w:t>
      </w:r>
      <w:r w:rsidR="00A76971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8200CDA" w14:textId="77777777" w:rsidR="00C71260" w:rsidRPr="0064164C" w:rsidRDefault="00C71260" w:rsidP="00C712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narrativa visual coesa e compreensível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09A0B39" w14:textId="77777777" w:rsidR="00C71260" w:rsidRPr="0064164C" w:rsidRDefault="00C71260" w:rsidP="00C712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Eliminando os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corte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transições abruptas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, para manter 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linha do tempo precisa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0AD3F48" w14:textId="77777777" w:rsidR="00C71260" w:rsidRPr="0064164C" w:rsidRDefault="00C71260" w:rsidP="00C712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Sincronizando áudio e vídeo.</w:t>
      </w:r>
    </w:p>
    <w:p w14:paraId="01618221" w14:textId="77777777" w:rsidR="00C71260" w:rsidRPr="0064164C" w:rsidRDefault="00C71260" w:rsidP="00C712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Aplicando correção de cor.</w:t>
      </w:r>
    </w:p>
    <w:p w14:paraId="14C9EA38" w14:textId="77777777" w:rsidR="00C71260" w:rsidRPr="0064164C" w:rsidRDefault="00C71260" w:rsidP="00C712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Adaptando a sequência de vídeo ao suporte desejado.</w:t>
      </w:r>
    </w:p>
    <w:p w14:paraId="212B2759" w14:textId="77777777" w:rsidR="00C71260" w:rsidRPr="00136AD8" w:rsidRDefault="00C71260" w:rsidP="00C712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91431F" w14:textId="77777777" w:rsidR="00C71260" w:rsidRPr="00F87025" w:rsidRDefault="00C71260" w:rsidP="00C712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2C8C22B" w14:textId="77777777" w:rsidR="00C71260" w:rsidRPr="003B3F8D" w:rsidRDefault="00C71260" w:rsidP="00C712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7ACDD784" w14:textId="77777777" w:rsidR="00C71260" w:rsidRPr="003B3F8D" w:rsidRDefault="00C71260" w:rsidP="00C712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45D1D25F" w14:textId="77777777" w:rsidR="00C71260" w:rsidRPr="003B3F8D" w:rsidRDefault="00C71260" w:rsidP="00C712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1D806440" w14:textId="77777777" w:rsidR="00C71260" w:rsidRPr="003B3F8D" w:rsidRDefault="00C71260" w:rsidP="00C712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6192A7A4" w14:textId="77777777" w:rsidR="00C71260" w:rsidRPr="003B3F8D" w:rsidRDefault="00C71260" w:rsidP="00C712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523627DA" w14:textId="77777777" w:rsidR="00C71260" w:rsidRPr="003B3F8D" w:rsidRDefault="00C71260" w:rsidP="00C712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02A3B7E8" w14:textId="77777777" w:rsidR="00C71260" w:rsidRPr="003B3F8D" w:rsidRDefault="00C71260" w:rsidP="00C712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5DD2ED5C" w14:textId="77777777" w:rsidR="00C71260" w:rsidRDefault="00C71260" w:rsidP="00C712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7FE8D775" w14:textId="77777777" w:rsidR="00C71260" w:rsidRDefault="00C71260" w:rsidP="00C712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E1C4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</w:t>
      </w:r>
    </w:p>
    <w:p w14:paraId="229EB012" w14:textId="77777777" w:rsidR="00C71260" w:rsidRPr="00984B30" w:rsidRDefault="00C71260" w:rsidP="00C712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CD57316" w14:textId="77777777" w:rsidR="00C71260" w:rsidRPr="00380207" w:rsidRDefault="00C71260" w:rsidP="00C712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63ACF6F2" w14:textId="77777777" w:rsidR="00C71260" w:rsidRPr="00051C79" w:rsidRDefault="00C71260" w:rsidP="00C712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8A8797" w14:textId="77777777" w:rsidR="00C71260" w:rsidRPr="00F87025" w:rsidRDefault="00C71260" w:rsidP="00C712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680985A" w14:textId="77777777" w:rsidR="00C71260" w:rsidRDefault="00C71260" w:rsidP="00C712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de aquisição de vídeo</w:t>
      </w:r>
    </w:p>
    <w:p w14:paraId="4E618F22" w14:textId="77777777" w:rsidR="00C71260" w:rsidRPr="005E2D82" w:rsidRDefault="00C71260" w:rsidP="00C712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0FBCEE69" w14:textId="77777777" w:rsidR="00C71260" w:rsidRDefault="00C71260" w:rsidP="00C712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5E12EA90" w14:textId="77777777" w:rsidR="00C71260" w:rsidRPr="00501DC8" w:rsidRDefault="00C71260" w:rsidP="00C712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6BD8DE7" w14:textId="77777777" w:rsidR="00C71260" w:rsidRPr="00051C79" w:rsidRDefault="00C71260" w:rsidP="00C712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0F98680" w14:textId="77777777" w:rsidR="00C71260" w:rsidRPr="00F87025" w:rsidRDefault="00C71260" w:rsidP="00C712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FA99D16" w14:textId="77777777" w:rsidR="00C71260" w:rsidRPr="00051C79" w:rsidRDefault="00C71260" w:rsidP="00C712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UC também existe em multimédia.</w:t>
      </w:r>
    </w:p>
    <w:p w14:paraId="28FC44DD" w14:textId="77777777" w:rsidR="00C71260" w:rsidRPr="00051C79" w:rsidRDefault="00C71260" w:rsidP="00C712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EA98A4" w14:textId="77777777" w:rsidR="00C71260" w:rsidRPr="00051C79" w:rsidRDefault="00C71260" w:rsidP="00C712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E59FD7" w14:textId="15CC6670" w:rsidR="00C71260" w:rsidRDefault="00C71260" w:rsidP="00C7126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13E5994" w14:textId="1F31E462" w:rsidR="00474E09" w:rsidRDefault="00474E09" w:rsidP="00474E09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474E09" w14:paraId="1D4F81E6" w14:textId="77777777" w:rsidTr="007C5D60">
        <w:trPr>
          <w:trHeight w:val="258"/>
        </w:trPr>
        <w:tc>
          <w:tcPr>
            <w:tcW w:w="2268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0FFF52CB" w14:textId="082947B2" w:rsidR="00474E09" w:rsidRDefault="00474E09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  <w:lang w:val="en-US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  <w:lang w:val="en-US"/>
              </w:rPr>
              <w:t xml:space="preserve">UC </w:t>
            </w:r>
            <w:r w:rsidRPr="005813B0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  <w:lang w:val="en-US"/>
              </w:rPr>
              <w:t>000</w:t>
            </w:r>
            <w:r w:rsidR="006C4771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7513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5117E8EC" w14:textId="77777777" w:rsidR="00474E09" w:rsidRPr="001E4AE9" w:rsidRDefault="00474E09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1E4AE9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Realizar modelação de objetos 3D </w:t>
            </w:r>
          </w:p>
        </w:tc>
      </w:tr>
    </w:tbl>
    <w:p w14:paraId="0E371812" w14:textId="77777777" w:rsidR="00474E09" w:rsidRDefault="00474E09" w:rsidP="00474E0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2A310E6" w14:textId="77777777" w:rsidR="00474E09" w:rsidRDefault="00474E09" w:rsidP="00474E0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4CC47C1" w14:textId="77777777" w:rsidR="00474E09" w:rsidRDefault="00474E09" w:rsidP="00474E0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p w14:paraId="5BE9AF39" w14:textId="77777777" w:rsidR="00474E09" w:rsidRDefault="00474E09" w:rsidP="00474E0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474E09" w14:paraId="61697C26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2EF3FE24" w14:textId="77777777" w:rsidR="00474E09" w:rsidRDefault="00474E09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val="en-US"/>
              </w:rPr>
              <w:t>Realizações</w:t>
            </w:r>
            <w:proofErr w:type="spellEnd"/>
          </w:p>
        </w:tc>
      </w:tr>
      <w:tr w:rsidR="00474E09" w14:paraId="7CBB211F" w14:textId="77777777" w:rsidTr="007C5D6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CCAC2D" w14:textId="77777777" w:rsidR="00474E09" w:rsidRPr="001E4AE9" w:rsidRDefault="00474E09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Selecionar o software de modelagem</w:t>
            </w:r>
          </w:p>
          <w:p w14:paraId="14F6032E" w14:textId="77777777" w:rsidR="00474E09" w:rsidRPr="001E4AE9" w:rsidRDefault="00474E09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as formas básicas que representam as partes principais do objeto</w:t>
            </w:r>
          </w:p>
          <w:p w14:paraId="3CE4C478" w14:textId="77777777" w:rsidR="00474E09" w:rsidRPr="001E4AE9" w:rsidRDefault="00474E09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Adicionar detalhes como texturas, relevos, ornamentos</w:t>
            </w:r>
          </w:p>
          <w:p w14:paraId="2F51F162" w14:textId="77777777" w:rsidR="00474E09" w:rsidRPr="001E4AE9" w:rsidRDefault="00474E09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Mapear as coordenadas UV, texturizar</w:t>
            </w:r>
          </w:p>
          <w:p w14:paraId="75A60282" w14:textId="77777777" w:rsidR="00474E09" w:rsidRPr="001E4AE9" w:rsidRDefault="00474E09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Configurar a iluminação de cena e </w:t>
            </w:r>
            <w:proofErr w:type="spellStart"/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renderizar</w:t>
            </w:r>
            <w:proofErr w:type="spellEnd"/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74E09" w14:paraId="666C9C65" w14:textId="77777777" w:rsidTr="007C5D60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31F291AE" w14:textId="77777777" w:rsidR="00474E09" w:rsidRDefault="00474E09" w:rsidP="007C5D6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val="en-US"/>
              </w:rPr>
              <w:t>Conhecimentos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41CB9DF2" w14:textId="77777777" w:rsidR="00474E09" w:rsidRDefault="00474E09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val="en-US"/>
              </w:rPr>
              <w:t>Aptidões</w:t>
            </w:r>
            <w:proofErr w:type="spellEnd"/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772FAC" w14:textId="77777777" w:rsidR="00474E09" w:rsidRDefault="00474E09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val="en-US"/>
              </w:rPr>
              <w:t>Atitudes</w:t>
            </w:r>
            <w:proofErr w:type="spellEnd"/>
          </w:p>
        </w:tc>
      </w:tr>
      <w:tr w:rsidR="00474E09" w14:paraId="1FD4A531" w14:textId="77777777" w:rsidTr="007C5D60">
        <w:trPr>
          <w:trHeight w:val="710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B8B065" w14:textId="77777777" w:rsidR="00474E09" w:rsidRDefault="00474E09" w:rsidP="007C5D6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</w:pPr>
          </w:p>
          <w:p w14:paraId="1B540D80" w14:textId="77777777" w:rsidR="00474E09" w:rsidRPr="00633EBD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Caracterização do ambiente 3D e seus objetos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296B641" w14:textId="77777777" w:rsidR="00474E09" w:rsidRPr="00CA437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Comandos de transformação - movimentação, rotação e alteração de escala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ADA8B6A" w14:textId="77777777" w:rsidR="00474E09" w:rsidRPr="003A71C2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Rendering</w:t>
            </w:r>
            <w:proofErr w:type="spellEnd"/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Finalizar o projeto para visualização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D235D5D" w14:textId="77777777" w:rsidR="00474E09" w:rsidRDefault="00474E09" w:rsidP="007C5D6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Modelação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 xml:space="preserve"> 3D</w:t>
            </w:r>
          </w:p>
          <w:p w14:paraId="30C1B34B" w14:textId="77777777" w:rsidR="00474E0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Definição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da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resolução</w:t>
            </w:r>
            <w:proofErr w:type="spellEnd"/>
          </w:p>
          <w:p w14:paraId="12081D6A" w14:textId="77777777" w:rsidR="00474E09" w:rsidRPr="001E4AE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em função da técnica de Animação 3D</w:t>
            </w:r>
          </w:p>
          <w:p w14:paraId="5C5D24D4" w14:textId="77777777" w:rsidR="00474E09" w:rsidRPr="001E4AE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correção de geometria </w:t>
            </w:r>
            <w:proofErr w:type="gramStart"/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 animação</w:t>
            </w:r>
            <w:proofErr w:type="gramEnd"/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3D</w:t>
            </w:r>
          </w:p>
          <w:p w14:paraId="7C5AB121" w14:textId="77777777" w:rsidR="00474E09" w:rsidRDefault="00474E09" w:rsidP="007C5D6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Modelação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 xml:space="preserve"> para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Animação</w:t>
            </w:r>
            <w:proofErr w:type="spellEnd"/>
          </w:p>
          <w:p w14:paraId="3E4A3035" w14:textId="77777777" w:rsidR="00474E09" w:rsidRPr="001E4AE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Aplicação </w:t>
            </w:r>
            <w:proofErr w:type="gramStart"/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 técnicas</w:t>
            </w:r>
            <w:proofErr w:type="gramEnd"/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mistas de modelação com relação ao  processo de produção</w:t>
            </w:r>
          </w:p>
          <w:p w14:paraId="3F28266A" w14:textId="77777777" w:rsidR="00474E09" w:rsidRDefault="00474E09" w:rsidP="007C5D6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Técnicas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 xml:space="preserve"> de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construção</w:t>
            </w:r>
            <w:proofErr w:type="spellEnd"/>
          </w:p>
          <w:p w14:paraId="02567D17" w14:textId="77777777" w:rsidR="00474E09" w:rsidRPr="001E4AE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e aplicação de modos de modelação para diferentes suportes</w:t>
            </w:r>
          </w:p>
          <w:p w14:paraId="4B0980E5" w14:textId="77777777" w:rsidR="00474E0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Identificação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técnicas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3d</w:t>
            </w:r>
          </w:p>
          <w:p w14:paraId="46A2AB1C" w14:textId="77777777" w:rsidR="00474E09" w:rsidRPr="001E4AE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Aplicação de desenho </w:t>
            </w:r>
            <w:proofErr w:type="gramStart"/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técnico  em</w:t>
            </w:r>
            <w:proofErr w:type="gramEnd"/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suportes digitais 3D</w:t>
            </w:r>
          </w:p>
          <w:p w14:paraId="698B1A73" w14:textId="77777777" w:rsidR="00474E09" w:rsidRDefault="00474E09" w:rsidP="007C5D6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Tipos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 xml:space="preserve"> de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Geometrias</w:t>
            </w:r>
            <w:proofErr w:type="spellEnd"/>
          </w:p>
          <w:p w14:paraId="1882A058" w14:textId="77777777" w:rsidR="00474E0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Polygons</w:t>
            </w:r>
          </w:p>
          <w:p w14:paraId="664E1F64" w14:textId="77777777" w:rsidR="00474E0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Nurbs</w:t>
            </w:r>
            <w:proofErr w:type="spellEnd"/>
          </w:p>
          <w:p w14:paraId="5E172DD9" w14:textId="77777777" w:rsidR="00474E0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Subdivisions</w:t>
            </w:r>
          </w:p>
          <w:p w14:paraId="3A46B49A" w14:textId="77777777" w:rsidR="00474E0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Compound </w:t>
            </w: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objects</w:t>
            </w:r>
            <w:proofErr w:type="gramEnd"/>
          </w:p>
          <w:p w14:paraId="458B3875" w14:textId="77777777" w:rsidR="00474E09" w:rsidRDefault="00474E09" w:rsidP="007C5D6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Formatos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 xml:space="preserve"> de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ficheiros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arquivo</w:t>
            </w:r>
            <w:proofErr w:type="spellEnd"/>
          </w:p>
          <w:p w14:paraId="0901C968" w14:textId="77777777" w:rsidR="00474E09" w:rsidRPr="001E4AE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Tipos de formatos para diferentes processos de produção </w:t>
            </w:r>
            <w:proofErr w:type="gramStart"/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 Animação</w:t>
            </w:r>
            <w:proofErr w:type="gramEnd"/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3D</w:t>
            </w:r>
          </w:p>
          <w:p w14:paraId="249859A6" w14:textId="77777777" w:rsidR="00474E0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Nomenclatura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ficheiros</w:t>
            </w:r>
            <w:proofErr w:type="spellEnd"/>
          </w:p>
          <w:p w14:paraId="03B3F7FF" w14:textId="77777777" w:rsidR="00474E09" w:rsidRPr="001E4AE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4A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3D9814" w14:textId="77777777" w:rsidR="00474E09" w:rsidRPr="00C86BD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86BD9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Analisar e conhecer os pré-requisitos técnicos da animação e modelação 3D</w:t>
            </w:r>
          </w:p>
          <w:p w14:paraId="17FFF1B6" w14:textId="77777777" w:rsidR="00474E09" w:rsidRPr="00C86BD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86BD9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os diferentes suportes e técnicas para a produção de animação 3D</w:t>
            </w:r>
          </w:p>
          <w:p w14:paraId="50E8A0AB" w14:textId="77777777" w:rsidR="00474E09" w:rsidRPr="00C86BD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86BD9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pré-requisitos técnicos de uma animação 3D</w:t>
            </w:r>
          </w:p>
          <w:p w14:paraId="076899E4" w14:textId="77777777" w:rsidR="00474E09" w:rsidRPr="00C86BD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86BD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e corrigir erros técnicos de modelação </w:t>
            </w:r>
            <w:proofErr w:type="gramStart"/>
            <w:r w:rsidRPr="00C86BD9">
              <w:rPr>
                <w:rFonts w:ascii="Verdana Pro Light" w:eastAsia="Arial Unicode MS" w:hAnsi="Verdana Pro Light" w:cs="Arial Unicode MS"/>
                <w:sz w:val="18"/>
                <w:szCs w:val="18"/>
              </w:rPr>
              <w:t>para  Animação</w:t>
            </w:r>
            <w:proofErr w:type="gramEnd"/>
          </w:p>
          <w:p w14:paraId="52E4642B" w14:textId="77777777" w:rsidR="00474E09" w:rsidRPr="00C86BD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86BD9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as diferentes técnicas e tecnologias na Animação 3D</w:t>
            </w:r>
          </w:p>
          <w:p w14:paraId="1EE3A322" w14:textId="77777777" w:rsidR="00474E09" w:rsidRPr="00C86BD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86BD9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formatos de ficheiros e a sua finalidade</w:t>
            </w:r>
          </w:p>
          <w:p w14:paraId="1DF61D34" w14:textId="77777777" w:rsidR="00474E0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 w:rsidRPr="00C86BD9">
              <w:rPr>
                <w:rFonts w:ascii="Verdana Pro Light" w:eastAsia="Arial Unicode MS" w:hAnsi="Verdana Pro Light" w:cs="Arial Unicode MS"/>
                <w:sz w:val="18"/>
                <w:szCs w:val="18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B232B" w14:textId="77777777" w:rsidR="00474E0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Responsabilidade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pelas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suas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ações</w:t>
            </w:r>
            <w:proofErr w:type="spellEnd"/>
          </w:p>
          <w:p w14:paraId="5D10E2D7" w14:textId="77777777" w:rsidR="00474E09" w:rsidRDefault="00474E09" w:rsidP="00474E09">
            <w:pPr>
              <w:numPr>
                <w:ilvl w:val="0"/>
                <w:numId w:val="9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Autonomia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nas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suas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funções</w:t>
            </w:r>
            <w:proofErr w:type="spellEnd"/>
          </w:p>
          <w:p w14:paraId="6BDB311D" w14:textId="77777777" w:rsidR="00474E0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Organização</w:t>
            </w:r>
            <w:proofErr w:type="spellEnd"/>
          </w:p>
          <w:p w14:paraId="52F80BA9" w14:textId="77777777" w:rsidR="00474E09" w:rsidRDefault="00474E09" w:rsidP="00474E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Sentido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crítico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inovação</w:t>
            </w:r>
            <w:proofErr w:type="spellEnd"/>
          </w:p>
          <w:p w14:paraId="10E4426A" w14:textId="77777777" w:rsidR="00474E09" w:rsidRDefault="00474E09" w:rsidP="007C5D60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</w:p>
        </w:tc>
      </w:tr>
    </w:tbl>
    <w:p w14:paraId="3BD2039F" w14:textId="77777777" w:rsidR="00474E09" w:rsidRDefault="00474E09" w:rsidP="00474E0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2E1B4CC" w14:textId="77777777" w:rsidR="00474E09" w:rsidRDefault="00474E09" w:rsidP="00474E09">
      <w:pPr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Critérios de Desempenho</w:t>
      </w:r>
    </w:p>
    <w:p w14:paraId="27E194E8" w14:textId="77777777" w:rsidR="00474E09" w:rsidRPr="003E0E6E" w:rsidRDefault="00474E09" w:rsidP="00474E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3E0E6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Realizar modelação de objetos 3D </w:t>
      </w:r>
    </w:p>
    <w:p w14:paraId="141A54DD" w14:textId="77777777" w:rsidR="00474E09" w:rsidRPr="003A71C2" w:rsidRDefault="00474E09" w:rsidP="00474E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Pr="003A71C2">
        <w:rPr>
          <w:rFonts w:ascii="Verdana Pro Light" w:eastAsia="Arial Unicode MS" w:hAnsi="Verdana Pro Light" w:cs="Arial Unicode MS"/>
          <w:sz w:val="18"/>
          <w:szCs w:val="18"/>
        </w:rPr>
        <w:t xml:space="preserve">Garantindo uma topologia eficiente e limpa nos modelos para facilitar </w:t>
      </w:r>
      <w:proofErr w:type="spellStart"/>
      <w:r w:rsidRPr="003A71C2">
        <w:rPr>
          <w:rFonts w:ascii="Verdana Pro Light" w:eastAsia="Arial Unicode MS" w:hAnsi="Verdana Pro Light" w:cs="Arial Unicode MS"/>
          <w:sz w:val="18"/>
          <w:szCs w:val="18"/>
        </w:rPr>
        <w:t>renderização</w:t>
      </w:r>
      <w:proofErr w:type="spellEnd"/>
      <w:r w:rsidRPr="003A71C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1365ED4" w14:textId="77777777" w:rsidR="00474E09" w:rsidRPr="003A71C2" w:rsidRDefault="00474E09" w:rsidP="00474E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3A71C2">
        <w:rPr>
          <w:rFonts w:ascii="Verdana Pro Light" w:eastAsia="Arial Unicode MS" w:hAnsi="Verdana Pro Light" w:cs="Arial Unicode MS"/>
          <w:sz w:val="18"/>
          <w:szCs w:val="18"/>
        </w:rPr>
        <w:t>CD2.</w:t>
      </w:r>
      <w:r w:rsidRPr="003A71C2">
        <w:rPr>
          <w:rFonts w:ascii="Verdana Pro Light" w:eastAsia="Arial Unicode MS" w:hAnsi="Verdana Pro Light" w:cs="Arial Unicode MS"/>
          <w:sz w:val="18"/>
          <w:szCs w:val="18"/>
        </w:rPr>
        <w:tab/>
        <w:t>Utilizando texturas de forma realista nos modelos</w:t>
      </w:r>
    </w:p>
    <w:p w14:paraId="2DE0BBDD" w14:textId="77777777" w:rsidR="00474E09" w:rsidRPr="003A71C2" w:rsidRDefault="00474E09" w:rsidP="00474E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3A71C2">
        <w:rPr>
          <w:rFonts w:ascii="Verdana Pro Light" w:eastAsia="Arial Unicode MS" w:hAnsi="Verdana Pro Light" w:cs="Arial Unicode MS"/>
          <w:sz w:val="18"/>
          <w:szCs w:val="18"/>
        </w:rPr>
        <w:t>CD3.</w:t>
      </w:r>
      <w:r w:rsidRPr="003A71C2">
        <w:rPr>
          <w:rFonts w:ascii="Verdana Pro Light" w:eastAsia="Arial Unicode MS" w:hAnsi="Verdana Pro Light" w:cs="Arial Unicode MS"/>
          <w:sz w:val="18"/>
          <w:szCs w:val="18"/>
        </w:rPr>
        <w:tab/>
        <w:t xml:space="preserve">Otimizando cenas 3D para um desempenho eficiente durante a edição e </w:t>
      </w:r>
      <w:proofErr w:type="spellStart"/>
      <w:r w:rsidRPr="003A71C2">
        <w:rPr>
          <w:rFonts w:ascii="Verdana Pro Light" w:eastAsia="Arial Unicode MS" w:hAnsi="Verdana Pro Light" w:cs="Arial Unicode MS"/>
          <w:sz w:val="18"/>
          <w:szCs w:val="18"/>
        </w:rPr>
        <w:t>renderização</w:t>
      </w:r>
      <w:proofErr w:type="spellEnd"/>
      <w:r w:rsidRPr="003A71C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193E6C0" w14:textId="77777777" w:rsidR="00474E09" w:rsidRDefault="00474E09" w:rsidP="00474E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3A71C2">
        <w:rPr>
          <w:rFonts w:ascii="Verdana Pro Light" w:eastAsia="Arial Unicode MS" w:hAnsi="Verdana Pro Light" w:cs="Arial Unicode MS"/>
          <w:sz w:val="18"/>
          <w:szCs w:val="18"/>
        </w:rPr>
        <w:t>CD4.</w:t>
      </w:r>
      <w:r w:rsidRPr="003A71C2">
        <w:rPr>
          <w:rFonts w:ascii="Verdana Pro Light" w:eastAsia="Arial Unicode MS" w:hAnsi="Verdana Pro Light" w:cs="Arial Unicode MS"/>
          <w:sz w:val="18"/>
          <w:szCs w:val="18"/>
        </w:rPr>
        <w:tab/>
      </w:r>
      <w:proofErr w:type="spellStart"/>
      <w:r w:rsidRPr="003A71C2">
        <w:rPr>
          <w:rFonts w:ascii="Verdana Pro Light" w:eastAsia="Arial Unicode MS" w:hAnsi="Verdana Pro Light" w:cs="Arial Unicode MS"/>
          <w:sz w:val="18"/>
          <w:szCs w:val="18"/>
        </w:rPr>
        <w:t>Renderizando</w:t>
      </w:r>
      <w:proofErr w:type="spellEnd"/>
      <w:r w:rsidRPr="003A71C2">
        <w:rPr>
          <w:rFonts w:ascii="Verdana Pro Light" w:eastAsia="Arial Unicode MS" w:hAnsi="Verdana Pro Light" w:cs="Arial Unicode MS"/>
          <w:sz w:val="18"/>
          <w:szCs w:val="18"/>
        </w:rPr>
        <w:t xml:space="preserve"> o projeto tendo em conta os canais de difusão.</w:t>
      </w:r>
    </w:p>
    <w:p w14:paraId="420828F2" w14:textId="77777777" w:rsidR="00474E09" w:rsidRDefault="00474E09" w:rsidP="00474E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CD5.Fazendo a exportação de ficheiros tendo em conta as diferentes técnicas e tecnologias de produção, edição e animação 3D inerentes ao projeto</w:t>
      </w:r>
    </w:p>
    <w:p w14:paraId="4E17938C" w14:textId="77777777" w:rsidR="00474E09" w:rsidRDefault="00474E09" w:rsidP="00474E0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842E35" w14:textId="77777777" w:rsidR="00474E09" w:rsidRDefault="00474E09" w:rsidP="00474E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EEDAAFA" w14:textId="77777777" w:rsidR="00474E09" w:rsidRPr="003B3F8D" w:rsidRDefault="00474E09" w:rsidP="00474E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5EC51F3F" w14:textId="77777777" w:rsidR="00474E09" w:rsidRPr="003B3F8D" w:rsidRDefault="00474E09" w:rsidP="00474E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4B4C9957" w14:textId="77777777" w:rsidR="00474E09" w:rsidRPr="003B3F8D" w:rsidRDefault="00474E09" w:rsidP="00474E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54A37632" w14:textId="77777777" w:rsidR="00474E09" w:rsidRPr="003B3F8D" w:rsidRDefault="00474E09" w:rsidP="00474E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1DFA42F8" w14:textId="77777777" w:rsidR="00474E09" w:rsidRPr="003B3F8D" w:rsidRDefault="00474E09" w:rsidP="00474E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24E7DFAA" w14:textId="77777777" w:rsidR="00474E09" w:rsidRPr="003B3F8D" w:rsidRDefault="00474E09" w:rsidP="00474E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6E7C3FBE" w14:textId="77777777" w:rsidR="00474E09" w:rsidRPr="003B3F8D" w:rsidRDefault="00474E09" w:rsidP="00474E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2FA644B3" w14:textId="77777777" w:rsidR="00474E09" w:rsidRDefault="00474E09" w:rsidP="00474E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18A6576E" w14:textId="77777777" w:rsidR="00474E09" w:rsidRDefault="00474E09" w:rsidP="00474E0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E1C4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</w:t>
      </w:r>
    </w:p>
    <w:p w14:paraId="4074C69E" w14:textId="77777777" w:rsidR="00474E09" w:rsidRPr="003411B3" w:rsidRDefault="00474E09" w:rsidP="00474E09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1146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5AF462F4" w14:textId="77777777" w:rsidR="00474E09" w:rsidRDefault="00474E09" w:rsidP="00474E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Recursos</w:t>
      </w:r>
    </w:p>
    <w:p w14:paraId="6C851663" w14:textId="77777777" w:rsidR="00474E09" w:rsidRDefault="00474E09" w:rsidP="00474E0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48B8B572" w14:textId="77777777" w:rsidR="00474E09" w:rsidRDefault="00474E09" w:rsidP="00474E0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anaalógicas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de animação</w:t>
      </w:r>
    </w:p>
    <w:p w14:paraId="7115BC64" w14:textId="77777777" w:rsidR="00474E09" w:rsidRDefault="00474E09" w:rsidP="00474E0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animação</w:t>
      </w:r>
    </w:p>
    <w:p w14:paraId="69E92A55" w14:textId="77777777" w:rsidR="00474E09" w:rsidRPr="003A71C2" w:rsidRDefault="00474E09" w:rsidP="00474E09">
      <w:pPr>
        <w:numPr>
          <w:ilvl w:val="0"/>
          <w:numId w:val="11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Projeto de Animação real ou simulado com diferentes técnicas para serem finalizadas e editadas</w:t>
      </w:r>
    </w:p>
    <w:p w14:paraId="3109EF33" w14:textId="77777777" w:rsidR="00474E09" w:rsidRDefault="00474E09" w:rsidP="00474E09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652A35B7" w14:textId="77777777" w:rsidR="00474E09" w:rsidRDefault="00474E09" w:rsidP="00474E09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F5BA48B" w14:textId="77777777" w:rsidR="00474E09" w:rsidRDefault="00474E09" w:rsidP="00474E09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9C43407" w14:textId="77777777" w:rsidR="00474E09" w:rsidRDefault="00474E09" w:rsidP="00474E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Observações</w:t>
      </w:r>
    </w:p>
    <w:p w14:paraId="170CA79E" w14:textId="77777777" w:rsidR="00474E09" w:rsidRDefault="00474E09" w:rsidP="00474E09">
      <w:pPr>
        <w:rPr>
          <w:rFonts w:ascii="Verdana Pro Light" w:hAnsi="Verdana Pro Light"/>
          <w:smallCaps/>
        </w:rPr>
      </w:pPr>
    </w:p>
    <w:p w14:paraId="5B871F47" w14:textId="77777777" w:rsidR="00474E09" w:rsidRDefault="00474E09" w:rsidP="00474E0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Técnico de animação 2 e 3 D</w:t>
      </w:r>
    </w:p>
    <w:p w14:paraId="69C7E08D" w14:textId="77777777" w:rsidR="00474E09" w:rsidRDefault="00474E09" w:rsidP="00474E09">
      <w:pPr>
        <w:rPr>
          <w:rFonts w:ascii="Verdana Pro Light" w:hAnsi="Verdana Pro Light"/>
          <w:smallCaps/>
        </w:rPr>
      </w:pPr>
    </w:p>
    <w:p w14:paraId="33FE616F" w14:textId="77777777" w:rsidR="00474E09" w:rsidRDefault="00474E09" w:rsidP="00474E09">
      <w:pPr>
        <w:rPr>
          <w:rFonts w:ascii="Verdana Pro Light" w:hAnsi="Verdana Pro Light"/>
          <w:smallCaps/>
        </w:rPr>
      </w:pPr>
    </w:p>
    <w:p w14:paraId="7AA75CF8" w14:textId="77777777" w:rsidR="00F73FA6" w:rsidRDefault="00F73FA6" w:rsidP="00F73FA6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73FA6" w:rsidRPr="00136AD8" w14:paraId="186FEE91" w14:textId="77777777" w:rsidTr="007C5D6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1A68045" w14:textId="6D18AC55" w:rsidR="00F73FA6" w:rsidRPr="00136AD8" w:rsidRDefault="00F73FA6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10" w:name="_Hlk155263867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9B170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B939960" w14:textId="77777777" w:rsidR="00F73FA6" w:rsidRPr="009C256C" w:rsidRDefault="00F73FA6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9B6F6F">
              <w:t>Aplicar iluminação e texturização em modelos 3D</w:t>
            </w:r>
          </w:p>
        </w:tc>
      </w:tr>
      <w:bookmarkEnd w:id="10"/>
      <w:tr w:rsidR="00F73FA6" w:rsidRPr="00136AD8" w14:paraId="66289D66" w14:textId="77777777" w:rsidTr="007C5D6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91FE4E7" w14:textId="77777777" w:rsidR="00F73FA6" w:rsidRPr="00136AD8" w:rsidRDefault="00F73FA6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79D3C8B" w14:textId="77777777" w:rsidR="00F73FA6" w:rsidRPr="00136AD8" w:rsidRDefault="00F73FA6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E0130">
              <w:rPr>
                <w:rFonts w:ascii="Verdana Pro Light" w:eastAsia="Arial Unicode MS" w:hAnsi="Verdana Pro Light" w:cs="Times New Roman"/>
                <w:sz w:val="18"/>
                <w:szCs w:val="18"/>
              </w:rPr>
              <w:t>Animação digital 3D - iluminação e texturização</w:t>
            </w:r>
          </w:p>
        </w:tc>
      </w:tr>
    </w:tbl>
    <w:p w14:paraId="3F2B4A77" w14:textId="77777777" w:rsidR="00F73FA6" w:rsidRPr="00136AD8" w:rsidRDefault="00F73FA6" w:rsidP="00F73FA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AD48D18" w14:textId="77777777" w:rsidR="00F73FA6" w:rsidRPr="003200F2" w:rsidRDefault="00F73FA6" w:rsidP="00F73FA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735D811" w14:textId="77777777" w:rsidR="00F73FA6" w:rsidRPr="00136AD8" w:rsidRDefault="00F73FA6" w:rsidP="00F73FA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73FA6" w:rsidRPr="00136AD8" w14:paraId="08B66614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AED1E0" w14:textId="77777777" w:rsidR="00F73FA6" w:rsidRPr="001B353A" w:rsidRDefault="00F73FA6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73FA6" w:rsidRPr="00136AD8" w14:paraId="47E03231" w14:textId="77777777" w:rsidTr="007C5D6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76CFBA" w14:textId="77777777" w:rsidR="00F73FA6" w:rsidRPr="005A2747" w:rsidRDefault="00F73FA6" w:rsidP="007C5D6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Selecionar</w:t>
            </w:r>
            <w:r w:rsidRPr="005A27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</w:t>
            </w:r>
            <w:r w:rsidRPr="005A27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técnicas de iluminação e de texturização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para o produto</w:t>
            </w:r>
            <w:r w:rsidRPr="005A27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3D.</w:t>
            </w:r>
          </w:p>
          <w:p w14:paraId="610BF0D4" w14:textId="77777777" w:rsidR="00F73FA6" w:rsidRDefault="00F73FA6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Escolher</w:t>
            </w:r>
            <w:r w:rsidRPr="005A27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posicionar o</w:t>
            </w:r>
            <w:r w:rsidRPr="001441D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 de iluminação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(l</w:t>
            </w:r>
            <w:r w:rsidRPr="001441DD">
              <w:rPr>
                <w:rFonts w:ascii="Verdana Pro Light" w:eastAsia="Arial Unicode MS" w:hAnsi="Verdana Pro Light" w:cs="Arial Unicode MS"/>
                <w:sz w:val="18"/>
                <w:szCs w:val="18"/>
              </w:rPr>
              <w:t>uzes direcionais, pontos de luz, luz ambiente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2222E230" w14:textId="77777777" w:rsidR="00F73FA6" w:rsidRDefault="00F73FA6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E95B4C">
              <w:rPr>
                <w:rFonts w:ascii="Verdana Pro Light" w:eastAsia="Arial Unicode MS" w:hAnsi="Verdana Pro Light" w:cs="Arial Unicode MS"/>
                <w:sz w:val="18"/>
                <w:szCs w:val="18"/>
              </w:rPr>
              <w:t>Refin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E95B4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configurações de material para cada textura aplicada, ajustando parâmetros como brilho, reflexão, transparência</w:t>
            </w:r>
          </w:p>
          <w:p w14:paraId="2F4C17DE" w14:textId="77777777" w:rsidR="00F73FA6" w:rsidRPr="001B353A" w:rsidRDefault="00F73FA6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proofErr w:type="spellStart"/>
            <w:r w:rsidRPr="004B47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ação</w:t>
            </w:r>
            <w:proofErr w:type="spellEnd"/>
            <w:r w:rsidRPr="004B475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</w:t>
            </w:r>
            <w:r w:rsidRPr="004B475E">
              <w:rPr>
                <w:rFonts w:ascii="Verdana Pro Light" w:eastAsia="Arial Unicode MS" w:hAnsi="Verdana Pro Light" w:cs="Arial Unicode MS"/>
                <w:sz w:val="18"/>
                <w:szCs w:val="18"/>
              </w:rPr>
              <w:t>o modelo com as texturas e iluminação aplicadas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ajuste final</w:t>
            </w:r>
          </w:p>
          <w:p w14:paraId="153C5D9E" w14:textId="77777777" w:rsidR="00F73FA6" w:rsidRPr="001B353A" w:rsidRDefault="00F73FA6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F73FA6" w:rsidRPr="00136AD8" w14:paraId="0AED0089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F259B0" w14:textId="77777777" w:rsidR="00F73FA6" w:rsidRPr="001B353A" w:rsidRDefault="00F73FA6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67B79D" w14:textId="77777777" w:rsidR="00F73FA6" w:rsidRPr="001B353A" w:rsidRDefault="00F73FA6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FFBD37B" w14:textId="77777777" w:rsidR="00F73FA6" w:rsidRPr="001B353A" w:rsidRDefault="00F73FA6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73FA6" w:rsidRPr="00136AD8" w14:paraId="50943F00" w14:textId="77777777" w:rsidTr="007C5D6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A3BFF" w14:textId="77777777" w:rsidR="00F73FA6" w:rsidRPr="00A10391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1039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Iluminação em computação gráfica</w:t>
            </w:r>
          </w:p>
          <w:p w14:paraId="721C7043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Comportamento da luz e suas caraterísticas</w:t>
            </w:r>
          </w:p>
          <w:p w14:paraId="480BB73F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luzes em 3D</w:t>
            </w:r>
          </w:p>
          <w:p w14:paraId="0481BDF0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Point</w:t>
            </w:r>
            <w:proofErr w:type="spellEnd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Area</w:t>
            </w:r>
            <w:proofErr w:type="spellEnd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Spot,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Direct</w:t>
            </w:r>
            <w:proofErr w:type="spellEnd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</w:p>
          <w:p w14:paraId="00604FB2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Sombras</w:t>
            </w:r>
          </w:p>
          <w:p w14:paraId="09DE194A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iluminação</w:t>
            </w:r>
          </w:p>
          <w:p w14:paraId="287CD326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Três pontos</w:t>
            </w:r>
          </w:p>
          <w:p w14:paraId="57BD218D" w14:textId="77777777" w:rsidR="00F73FA6" w:rsidRPr="00A10391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Key</w:t>
            </w:r>
            <w:proofErr w:type="spell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Fill</w:t>
            </w:r>
            <w:proofErr w:type="spell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Backlight</w:t>
            </w:r>
            <w:proofErr w:type="spell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Skylight</w:t>
            </w:r>
            <w:proofErr w:type="spellEnd"/>
          </w:p>
          <w:p w14:paraId="0DBCF721" w14:textId="77777777" w:rsidR="00F73FA6" w:rsidRPr="00D1477B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 w:rsidRPr="00D1477B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HDRI (High Dynamic Range Imaging)</w:t>
            </w:r>
          </w:p>
          <w:p w14:paraId="25616124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Global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Ilumination</w:t>
            </w:r>
            <w:proofErr w:type="spellEnd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Raytracing</w:t>
            </w:r>
            <w:proofErr w:type="spellEnd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Radiosity</w:t>
            </w:r>
            <w:proofErr w:type="spellEnd"/>
          </w:p>
          <w:p w14:paraId="23D865BE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Índice de refração</w:t>
            </w:r>
          </w:p>
          <w:p w14:paraId="3FC3DE53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 da iluminação nos materiais</w:t>
            </w:r>
          </w:p>
          <w:p w14:paraId="5834E7C0" w14:textId="77777777" w:rsidR="00F73FA6" w:rsidRPr="00A10391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proofErr w:type="gram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Specular</w:t>
            </w:r>
            <w:proofErr w:type="spell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,</w:t>
            </w:r>
            <w:proofErr w:type="gram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Gloss</w:t>
            </w:r>
            <w:proofErr w:type="spellEnd"/>
          </w:p>
          <w:p w14:paraId="00AB832D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de iluminação em produtos 3D</w:t>
            </w:r>
          </w:p>
          <w:p w14:paraId="4ED40154" w14:textId="77777777" w:rsidR="00F73FA6" w:rsidRPr="00A10391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1039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Texturização em objetos tridimensionais</w:t>
            </w:r>
          </w:p>
          <w:p w14:paraId="3643E542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Conceito de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UVs</w:t>
            </w:r>
            <w:proofErr w:type="spellEnd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sua importância</w:t>
            </w:r>
          </w:p>
          <w:p w14:paraId="65BEEFF0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Projeções e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sub-projeções</w:t>
            </w:r>
            <w:proofErr w:type="spellEnd"/>
          </w:p>
          <w:p w14:paraId="6907B7A8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Processos de UV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mapping</w:t>
            </w:r>
            <w:proofErr w:type="spellEnd"/>
          </w:p>
          <w:p w14:paraId="681D9054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Operações de relax, separação e união de ilhas</w:t>
            </w:r>
          </w:p>
          <w:p w14:paraId="5136E0B9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texturas nos canais de materiais</w:t>
            </w:r>
          </w:p>
          <w:p w14:paraId="4157FCDD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texturas</w:t>
            </w:r>
          </w:p>
          <w:p w14:paraId="678C7416" w14:textId="77777777" w:rsidR="00F73FA6" w:rsidRPr="00A10391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Diffuse</w:t>
            </w:r>
            <w:proofErr w:type="spell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Normal,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Specular</w:t>
            </w:r>
            <w:proofErr w:type="spellEnd"/>
          </w:p>
          <w:p w14:paraId="124E6CFA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Ambient</w:t>
            </w:r>
            <w:proofErr w:type="spellEnd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occlusion</w:t>
            </w:r>
            <w:proofErr w:type="spellEnd"/>
          </w:p>
          <w:p w14:paraId="65B76565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Alpha</w:t>
            </w:r>
            <w:proofErr w:type="spellEnd"/>
          </w:p>
          <w:p w14:paraId="47B9C4D5" w14:textId="77777777" w:rsidR="00F73FA6" w:rsidRPr="005D2B32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desenvolvimento de texturas</w:t>
            </w:r>
          </w:p>
          <w:p w14:paraId="3CC103DC" w14:textId="77777777" w:rsidR="00F73FA6" w:rsidRPr="00E04D5F" w:rsidRDefault="00F73FA6" w:rsidP="007C5D60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D2B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de texturização em produtos 3D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DD8A7" w14:textId="77777777" w:rsidR="00F73FA6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2747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Reconhecer os fundamentos teóricos sobre iluminação em computação gráfica e texturização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52D4E51" w14:textId="77777777" w:rsidR="00F73FA6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modelos 3D usando software de modela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ção.</w:t>
            </w:r>
          </w:p>
          <w:p w14:paraId="2622567D" w14:textId="77777777" w:rsidR="00F73FA6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texturas de maneira eficaz nos modelos 3D, incluindo o mapeamento UV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E5CC3D1" w14:textId="77777777" w:rsidR="00F73FA6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shaders</w:t>
            </w:r>
            <w:proofErr w:type="spell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manipular a aparência visual dos objetos, proporcionando efeitos como reflexão especular, refração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7D0EA91" w14:textId="77777777" w:rsidR="00F73FA6" w:rsidRPr="00517AA8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onfigurar corretamente o processo de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4C374A6" w14:textId="77777777" w:rsidR="00F73FA6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tilizar mapas normais e </w:t>
            </w:r>
            <w:proofErr w:type="spellStart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displacement</w:t>
            </w:r>
            <w:proofErr w:type="spellEnd"/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adicionar detalhes geométricos aos modelos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95ED215" w14:textId="77777777" w:rsidR="00F73FA6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texturas e materiais que se alinhem com o estilo artístico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5AE37EF" w14:textId="77777777" w:rsidR="00F73FA6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103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materiais que respondam realisticamente à luz.</w:t>
            </w:r>
          </w:p>
          <w:p w14:paraId="67A4B087" w14:textId="77777777" w:rsidR="00F73FA6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748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texturização e a iluminação para diferentes estilos artísticos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41509AE" w14:textId="77777777" w:rsidR="00F73FA6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2748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timizar texturas e </w:t>
            </w:r>
            <w:proofErr w:type="spellStart"/>
            <w:r w:rsidRPr="002748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shaders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6211B80" w14:textId="77777777" w:rsidR="00F73FA6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</w:t>
            </w:r>
            <w:r w:rsidRPr="002748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a iluminação e textur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</w:t>
            </w:r>
            <w:r w:rsidRPr="002748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maneira que destaque características importantes.</w:t>
            </w:r>
          </w:p>
          <w:p w14:paraId="5F28B552" w14:textId="77777777" w:rsidR="00F73FA6" w:rsidRPr="00E04D5F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2748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e resolver problemas relacionados à iluminação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0F0FE" w14:textId="77777777" w:rsidR="00F73FA6" w:rsidRDefault="00F73FA6" w:rsidP="007C5D60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7FEA10D1" w14:textId="77777777" w:rsidR="00F73FA6" w:rsidRPr="00AE041A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51942C3E" w14:textId="77777777" w:rsidR="00F73FA6" w:rsidRPr="00564406" w:rsidRDefault="00F73FA6" w:rsidP="007C5D60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3C722C5A" w14:textId="77777777" w:rsidR="00F73FA6" w:rsidRPr="00564406" w:rsidRDefault="00F73FA6" w:rsidP="007C5D60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031C4CC5" w14:textId="77777777" w:rsidR="00F73FA6" w:rsidRPr="00564406" w:rsidRDefault="00F73FA6" w:rsidP="007C5D60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6FB9CD66" w14:textId="77777777" w:rsidR="00F73FA6" w:rsidRPr="00564406" w:rsidRDefault="00F73FA6" w:rsidP="007C5D60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4609A5DD" w14:textId="77777777" w:rsidR="00F73FA6" w:rsidRPr="00564406" w:rsidRDefault="00F73FA6" w:rsidP="007C5D60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7B2CD7BD" w14:textId="77777777" w:rsidR="00F73FA6" w:rsidRDefault="00F73FA6" w:rsidP="007C5D60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025D604E" w14:textId="77777777" w:rsidR="00F73FA6" w:rsidRDefault="00F73FA6" w:rsidP="007C5D60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53444084" w14:textId="77777777" w:rsidR="00F73FA6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6BD9EC" w14:textId="77777777" w:rsidR="00F73FA6" w:rsidRPr="00057283" w:rsidRDefault="00F73FA6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241BE09" w14:textId="77777777" w:rsidR="00F73FA6" w:rsidRDefault="00F73FA6" w:rsidP="00F73FA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F2453B6" w14:textId="77777777" w:rsidR="00F73FA6" w:rsidRDefault="00F73FA6" w:rsidP="00F73FA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FAC2AEE" w14:textId="77777777" w:rsidR="00F73FA6" w:rsidRPr="00F87025" w:rsidRDefault="00F73FA6" w:rsidP="00F73FA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AF7E70C" w14:textId="77777777" w:rsidR="00F73FA6" w:rsidRPr="00F20E6F" w:rsidRDefault="00F73FA6" w:rsidP="00F73FA6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B6F6F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Aplicar iluminação e texturização em modelos 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3677121" w14:textId="77777777" w:rsidR="00F73FA6" w:rsidRPr="0064164C" w:rsidRDefault="00F73FA6" w:rsidP="00F73F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</w:t>
      </w:r>
      <w:r w:rsidRPr="0027487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arantindo um resultado esteticamente agradável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verificando a</w:t>
      </w:r>
      <w:r w:rsidRPr="0027487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qualidade visual do produto 3D, incluindo a aparência geral, detalhes texturizados e a iluminação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26BDA8E" w14:textId="77777777" w:rsidR="00F73FA6" w:rsidRPr="0064164C" w:rsidRDefault="00F73FA6" w:rsidP="00F73F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Criando</w:t>
      </w:r>
      <w:r w:rsidRPr="0027487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iluminação e texturização alinhada com o design conceitual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EAC2BB6" w14:textId="77777777" w:rsidR="00F73FA6" w:rsidRPr="0064164C" w:rsidRDefault="00F73FA6" w:rsidP="00F73F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O</w:t>
      </w:r>
      <w:r w:rsidRPr="0027487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timizando o desempenho sem comprometer significativamente a qualidade visual.</w:t>
      </w:r>
    </w:p>
    <w:p w14:paraId="3E15D2D0" w14:textId="77777777" w:rsidR="00F73FA6" w:rsidRPr="0064164C" w:rsidRDefault="00F73FA6" w:rsidP="00F73F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27487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lumina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27487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maneira realista, considerando sombras apropriadas e destacando os elementos relevantes no produto.</w:t>
      </w:r>
    </w:p>
    <w:p w14:paraId="66454C67" w14:textId="77777777" w:rsidR="00F73FA6" w:rsidRPr="0064164C" w:rsidRDefault="00F73FA6" w:rsidP="00F73F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3E14E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3E14E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iluminação e texturização ao contexto do produto, realçando características importantes e contribuindo para a narrativa visual.</w:t>
      </w:r>
    </w:p>
    <w:p w14:paraId="0B90F944" w14:textId="77777777" w:rsidR="00F73FA6" w:rsidRPr="00136AD8" w:rsidRDefault="00F73FA6" w:rsidP="00F73FA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3B7641E" w14:textId="77777777" w:rsidR="00F73FA6" w:rsidRPr="00F87025" w:rsidRDefault="00F73FA6" w:rsidP="00F73FA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D88B880" w14:textId="77777777" w:rsidR="00F73FA6" w:rsidRPr="003B3F8D" w:rsidRDefault="00F73FA6" w:rsidP="00F73F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411AEC07" w14:textId="77777777" w:rsidR="00F73FA6" w:rsidRPr="003B3F8D" w:rsidRDefault="00F73FA6" w:rsidP="00F73F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40DDA71A" w14:textId="77777777" w:rsidR="00F73FA6" w:rsidRPr="003B3F8D" w:rsidRDefault="00F73FA6" w:rsidP="00F73F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12607321" w14:textId="77777777" w:rsidR="00F73FA6" w:rsidRPr="003B3F8D" w:rsidRDefault="00F73FA6" w:rsidP="00F73F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192D74EF" w14:textId="77777777" w:rsidR="00F73FA6" w:rsidRPr="003B3F8D" w:rsidRDefault="00F73FA6" w:rsidP="00F73F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7FEBB449" w14:textId="77777777" w:rsidR="00F73FA6" w:rsidRPr="003B3F8D" w:rsidRDefault="00F73FA6" w:rsidP="00F73F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10704EF5" w14:textId="77777777" w:rsidR="00F73FA6" w:rsidRPr="003B3F8D" w:rsidRDefault="00F73FA6" w:rsidP="00F73F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3F91B8FD" w14:textId="77777777" w:rsidR="00F73FA6" w:rsidRDefault="00F73FA6" w:rsidP="00F73F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54728D49" w14:textId="77777777" w:rsidR="00F73FA6" w:rsidRDefault="00F73FA6" w:rsidP="00F73F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E1C4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</w:t>
      </w:r>
    </w:p>
    <w:p w14:paraId="49A31F62" w14:textId="77777777" w:rsidR="00F73FA6" w:rsidRPr="00984B30" w:rsidRDefault="00F73FA6" w:rsidP="00F73FA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1F7C1BB" w14:textId="77777777" w:rsidR="00F73FA6" w:rsidRPr="00380207" w:rsidRDefault="00F73FA6" w:rsidP="00F73FA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68CFCF37" w14:textId="77777777" w:rsidR="00F73FA6" w:rsidRPr="00051C79" w:rsidRDefault="00F73FA6" w:rsidP="00F73FA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4D583C" w14:textId="77777777" w:rsidR="00F73FA6" w:rsidRPr="00F87025" w:rsidRDefault="00F73FA6" w:rsidP="00F73FA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D3EB4D0" w14:textId="77777777" w:rsidR="00F73FA6" w:rsidRPr="00564406" w:rsidRDefault="00F73FA6" w:rsidP="00F73FA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 e software de edição de imagem</w:t>
      </w:r>
    </w:p>
    <w:p w14:paraId="29AB6030" w14:textId="77777777" w:rsidR="00F73FA6" w:rsidRDefault="00F73FA6" w:rsidP="00F73FA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2E95D600" w14:textId="77777777" w:rsidR="00F73FA6" w:rsidRDefault="00F73FA6" w:rsidP="00F73FA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3D.</w:t>
      </w:r>
    </w:p>
    <w:p w14:paraId="453F7932" w14:textId="77777777" w:rsidR="00F73FA6" w:rsidRPr="00501DC8" w:rsidRDefault="00F73FA6" w:rsidP="00F73FA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criação de animações.</w:t>
      </w:r>
    </w:p>
    <w:p w14:paraId="2F1939AC" w14:textId="77777777" w:rsidR="00F73FA6" w:rsidRPr="00051C79" w:rsidRDefault="00F73FA6" w:rsidP="00F73FA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C65266" w14:textId="77777777" w:rsidR="00F73FA6" w:rsidRPr="00F87025" w:rsidRDefault="00F73FA6" w:rsidP="00F73FA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45407DE" w14:textId="77777777" w:rsidR="00F73FA6" w:rsidRPr="00051C79" w:rsidRDefault="00F73FA6" w:rsidP="00F73FA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BEB062" w14:textId="77777777" w:rsidR="00F73FA6" w:rsidRPr="00051C79" w:rsidRDefault="00F73FA6" w:rsidP="00F73FA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0020D1">
        <w:rPr>
          <w:rFonts w:ascii="Verdana Pro Light" w:hAnsi="Verdana Pro Light"/>
          <w:smallCaps/>
        </w:rPr>
        <w:t>Técnico/a de Animação 2D e 3D</w:t>
      </w:r>
    </w:p>
    <w:p w14:paraId="4C81662F" w14:textId="77777777" w:rsidR="00F73FA6" w:rsidRPr="00051C79" w:rsidRDefault="00F73FA6" w:rsidP="00F73FA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0160524" w14:textId="6B92D704" w:rsidR="00474E09" w:rsidRDefault="00F73FA6" w:rsidP="00474E0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74E09" w:rsidRPr="00136AD8" w14:paraId="498A39DD" w14:textId="77777777" w:rsidTr="007C5D6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7D02425" w14:textId="591CCFD5" w:rsidR="00474E09" w:rsidRPr="00136AD8" w:rsidRDefault="00474E09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11" w:name="_Hlk154600873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05613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7079921" w14:textId="77777777" w:rsidR="00474E09" w:rsidRPr="00AA7B53" w:rsidRDefault="00474E09" w:rsidP="007C5D60">
            <w:pPr>
              <w:spacing w:after="0"/>
            </w:pPr>
            <w:r>
              <w:t>Editar e animar em 3D</w:t>
            </w:r>
          </w:p>
        </w:tc>
      </w:tr>
      <w:bookmarkEnd w:id="11"/>
      <w:tr w:rsidR="00474E09" w:rsidRPr="00136AD8" w14:paraId="6D3FD64D" w14:textId="77777777" w:rsidTr="007C5D6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6DAB9F0" w14:textId="77777777" w:rsidR="00474E09" w:rsidRPr="00136AD8" w:rsidRDefault="00474E09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01C002F" w14:textId="77777777" w:rsidR="00474E09" w:rsidRPr="00136AD8" w:rsidRDefault="00474E09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3D</w:t>
            </w:r>
          </w:p>
        </w:tc>
      </w:tr>
    </w:tbl>
    <w:p w14:paraId="450D2FE6" w14:textId="77777777" w:rsidR="00474E09" w:rsidRPr="00136AD8" w:rsidRDefault="00474E09" w:rsidP="00474E0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5F361FF" w14:textId="77777777" w:rsidR="00474E09" w:rsidRPr="003200F2" w:rsidRDefault="00474E09" w:rsidP="00474E0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5034C81" w14:textId="77777777" w:rsidR="00474E09" w:rsidRPr="00136AD8" w:rsidRDefault="00474E09" w:rsidP="00474E0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74E09" w:rsidRPr="00136AD8" w14:paraId="4C121315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9AB4AC" w14:textId="77777777" w:rsidR="00474E09" w:rsidRPr="001B353A" w:rsidRDefault="00474E09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74E09" w:rsidRPr="00136AD8" w14:paraId="5DC8632F" w14:textId="77777777" w:rsidTr="007C5D6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72FC58" w14:textId="77777777" w:rsidR="00474E09" w:rsidRPr="004D0A1C" w:rsidRDefault="00474E09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modelos básicos e “orgânicos”.</w:t>
            </w:r>
          </w:p>
          <w:p w14:paraId="1247B581" w14:textId="77777777" w:rsidR="00474E09" w:rsidRPr="004D0A1C" w:rsidRDefault="00474E09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modificadores de modulação.</w:t>
            </w:r>
          </w:p>
          <w:p w14:paraId="640AE150" w14:textId="77777777" w:rsidR="00474E09" w:rsidRPr="004D0A1C" w:rsidRDefault="00474E09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texturas para objetos 3D.</w:t>
            </w:r>
          </w:p>
          <w:p w14:paraId="1072B6E5" w14:textId="77777777" w:rsidR="00474E09" w:rsidRPr="004D0A1C" w:rsidRDefault="00474E09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Utilizar</w:t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tipos de mapeamento de texturas e materiais.</w:t>
            </w:r>
          </w:p>
          <w:p w14:paraId="1BDF3A32" w14:textId="77777777" w:rsidR="00474E09" w:rsidRPr="001B353A" w:rsidRDefault="00474E09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Usar 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quadros chave</w:t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necessários à animação de objetos e câmaras.</w:t>
            </w:r>
          </w:p>
        </w:tc>
      </w:tr>
      <w:tr w:rsidR="00474E09" w:rsidRPr="00136AD8" w14:paraId="511271AD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91E5CD" w14:textId="77777777" w:rsidR="00474E09" w:rsidRPr="001B353A" w:rsidRDefault="00474E09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29E09C" w14:textId="77777777" w:rsidR="00474E09" w:rsidRPr="001B353A" w:rsidRDefault="00474E09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C9A9350" w14:textId="77777777" w:rsidR="00474E09" w:rsidRPr="001B353A" w:rsidRDefault="00474E09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74E09" w:rsidRPr="00136AD8" w14:paraId="05F378E1" w14:textId="77777777" w:rsidTr="007C5D6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FDF60" w14:textId="77777777" w:rsidR="00474E09" w:rsidRPr="00633EBD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programas 3D e respetivas características</w:t>
            </w:r>
          </w:p>
          <w:p w14:paraId="4F49446F" w14:textId="77777777" w:rsidR="00474E09" w:rsidRPr="00633EBD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Arquitetura do programa e área de trabalho</w:t>
            </w:r>
          </w:p>
          <w:p w14:paraId="48D33901" w14:textId="77777777" w:rsidR="00474E09" w:rsidRPr="00633EBD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Caracterização do ambiente 3D e seus objetos</w:t>
            </w:r>
          </w:p>
          <w:p w14:paraId="6A3EBDAB" w14:textId="77777777" w:rsidR="00474E09" w:rsidRPr="00633EBD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Comandos de transformação - movimentação, rotação e alteração de escala</w:t>
            </w:r>
          </w:p>
          <w:p w14:paraId="03FF2EF4" w14:textId="77777777" w:rsidR="00474E09" w:rsidRPr="00633EBD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câmaras</w:t>
            </w:r>
          </w:p>
          <w:p w14:paraId="6FB8F458" w14:textId="77777777" w:rsidR="00474E0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Rendering</w:t>
            </w:r>
            <w:proofErr w:type="spellEnd"/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Finalizar o projeto para visualização</w:t>
            </w:r>
          </w:p>
          <w:p w14:paraId="2582CC88" w14:textId="77777777" w:rsidR="00474E0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Animação 3D</w:t>
            </w:r>
          </w:p>
          <w:p w14:paraId="25ED3AED" w14:textId="77777777" w:rsidR="00474E0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FA4E72" w14:textId="77777777" w:rsidR="00474E0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A035AB" w14:textId="77777777" w:rsidR="00474E09" w:rsidRPr="001B353A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7BB2E" w14:textId="77777777" w:rsidR="00474E09" w:rsidRPr="00633EBD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principais programas informáticos 3D</w:t>
            </w:r>
          </w:p>
          <w:p w14:paraId="3B14E0A7" w14:textId="77777777" w:rsidR="00474E09" w:rsidRPr="00633EBD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terminologias de modelação 3D</w:t>
            </w:r>
          </w:p>
          <w:p w14:paraId="2AFB33C5" w14:textId="77777777" w:rsidR="00474E09" w:rsidRPr="00633EBD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e técnicas de modelação 3D</w:t>
            </w:r>
          </w:p>
          <w:p w14:paraId="01FDE2E3" w14:textId="77777777" w:rsidR="00474E09" w:rsidRPr="00633EBD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lumin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objetos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diferentes tipos de luzes</w:t>
            </w:r>
          </w:p>
          <w:p w14:paraId="03F5DB89" w14:textId="77777777" w:rsidR="00474E09" w:rsidRPr="00633EBD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Demonstrar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importância da modelação 3D na prática do design</w:t>
            </w:r>
          </w:p>
          <w:p w14:paraId="09F3CBAD" w14:textId="77777777" w:rsidR="00474E0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62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modelos 3D precisos e detalhados.</w:t>
            </w:r>
          </w:p>
          <w:p w14:paraId="68D95918" w14:textId="77777777" w:rsidR="00474E0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texturas e materiais.</w:t>
            </w:r>
          </w:p>
          <w:p w14:paraId="753BD392" w14:textId="77777777" w:rsidR="00474E09" w:rsidRPr="00057283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animações.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089E5" w14:textId="77777777" w:rsidR="00474E0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826C16D" w14:textId="77777777" w:rsidR="00474E09" w:rsidRDefault="00474E09" w:rsidP="00474E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11D74506" w14:textId="77777777" w:rsidR="00474E09" w:rsidRDefault="00474E09" w:rsidP="00474E0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0A7FA32B" w14:textId="77777777" w:rsidR="00474E09" w:rsidRPr="00AB5AF8" w:rsidRDefault="00474E09" w:rsidP="00474E0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5DA34DA2" w14:textId="77777777" w:rsidR="00474E09" w:rsidRPr="00AB5AF8" w:rsidRDefault="00474E09" w:rsidP="00474E0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CE635B6" w14:textId="77777777" w:rsidR="00474E09" w:rsidRPr="00AB5AF8" w:rsidRDefault="00474E09" w:rsidP="00474E0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06A77C9C" w14:textId="77777777" w:rsidR="00474E09" w:rsidRPr="00AB5AF8" w:rsidRDefault="00474E09" w:rsidP="00474E0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626418F4" w14:textId="77777777" w:rsidR="00474E09" w:rsidRPr="00A128FE" w:rsidRDefault="00474E09" w:rsidP="00474E0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351E2FE5" w14:textId="77777777" w:rsidR="00474E09" w:rsidRPr="00AB5AF8" w:rsidRDefault="00474E09" w:rsidP="00474E0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62202334" w14:textId="77777777" w:rsidR="00474E09" w:rsidRPr="00057283" w:rsidRDefault="00474E09" w:rsidP="007C5D6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871144C" w14:textId="77777777" w:rsidR="00474E09" w:rsidRDefault="00474E09" w:rsidP="00474E0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524892A" w14:textId="77777777" w:rsidR="00474E09" w:rsidRDefault="00474E09" w:rsidP="00474E0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5AEFD20" w14:textId="77777777" w:rsidR="00474E09" w:rsidRPr="00F87025" w:rsidRDefault="00474E09" w:rsidP="00474E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531B1E7" w14:textId="77777777" w:rsidR="00474E09" w:rsidRPr="00F20E6F" w:rsidRDefault="00474E09" w:rsidP="00474E0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12" w:name="_Hlk155104235"/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Editar e animar em </w:t>
      </w:r>
      <w:r w:rsidRPr="0068289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E82DFBB" w14:textId="77777777" w:rsidR="00474E09" w:rsidRPr="0064164C" w:rsidRDefault="00474E09" w:rsidP="00474E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topologia eficiente e limpa nos modelos para facilitar animação e </w:t>
      </w:r>
      <w:proofErr w:type="spellStart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renderização</w:t>
      </w:r>
      <w:proofErr w:type="spellEnd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DCDE998" w14:textId="77777777" w:rsidR="00474E09" w:rsidRPr="0064164C" w:rsidRDefault="00474E09" w:rsidP="00474E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texturas de forma realista nos modelos</w:t>
      </w:r>
    </w:p>
    <w:p w14:paraId="4F872BFB" w14:textId="77777777" w:rsidR="00474E09" w:rsidRPr="0064164C" w:rsidRDefault="00474E09" w:rsidP="00474E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animações com movimentos naturais e fluidos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FAF2C21" w14:textId="77777777" w:rsidR="00474E09" w:rsidRPr="0064164C" w:rsidRDefault="00474E09" w:rsidP="00474E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Otimiza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cenas 3D para um desempenho eficiente durante a edição e </w:t>
      </w:r>
      <w:proofErr w:type="spellStart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renderização</w:t>
      </w:r>
      <w:proofErr w:type="spellEnd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E3CAFB3" w14:textId="77777777" w:rsidR="00474E09" w:rsidRPr="0064164C" w:rsidRDefault="00474E09" w:rsidP="00474E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proofErr w:type="spellStart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Renderizando</w:t>
      </w:r>
      <w:proofErr w:type="spellEnd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projeto tendo em conta os canais de difusão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92D4B56" w14:textId="77777777" w:rsidR="00474E09" w:rsidRPr="00136AD8" w:rsidRDefault="00474E09" w:rsidP="00474E0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AFC589" w14:textId="77777777" w:rsidR="00474E09" w:rsidRPr="00F87025" w:rsidRDefault="00474E09" w:rsidP="00474E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739E173" w14:textId="77777777" w:rsidR="00474E09" w:rsidRPr="008047E3" w:rsidRDefault="00474E09" w:rsidP="00474E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Departamentos criativos de empresas de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 diversificadas</w:t>
      </w:r>
    </w:p>
    <w:p w14:paraId="628AD9F5" w14:textId="77777777" w:rsidR="00474E09" w:rsidRDefault="00474E09" w:rsidP="00474E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3D87C66" w14:textId="77777777" w:rsidR="00474E09" w:rsidRPr="008047E3" w:rsidRDefault="00474E09" w:rsidP="00474E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23291A37" w14:textId="77777777" w:rsidR="00474E09" w:rsidRPr="00984B30" w:rsidRDefault="00474E09" w:rsidP="00474E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ADF7C8E" w14:textId="77777777" w:rsidR="00474E09" w:rsidRPr="00051C79" w:rsidRDefault="00474E09" w:rsidP="00474E0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BA45D9" w14:textId="77777777" w:rsidR="00474E09" w:rsidRPr="00F87025" w:rsidRDefault="00474E09" w:rsidP="00474E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7169630" w14:textId="77777777" w:rsidR="00474E09" w:rsidRPr="008047E3" w:rsidRDefault="00474E09" w:rsidP="00474E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088C68B0" w14:textId="77777777" w:rsidR="00474E09" w:rsidRDefault="00474E09" w:rsidP="00474E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Aplicações informáticas de modelação 3D</w:t>
      </w:r>
    </w:p>
    <w:p w14:paraId="0D98D2BA" w14:textId="77777777" w:rsidR="00474E09" w:rsidRPr="00367F87" w:rsidRDefault="00474E09" w:rsidP="00474E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Computador e software de edição de imagem</w:t>
      </w:r>
    </w:p>
    <w:p w14:paraId="3AD8D22F" w14:textId="77777777" w:rsidR="00474E09" w:rsidRPr="00367F87" w:rsidRDefault="00474E09" w:rsidP="00474E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Software de edição 3D</w:t>
      </w:r>
    </w:p>
    <w:p w14:paraId="2B0419C9" w14:textId="77777777" w:rsidR="00474E09" w:rsidRPr="00367F87" w:rsidRDefault="00474E09" w:rsidP="00474E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575DFD26" w14:textId="77777777" w:rsidR="00474E09" w:rsidRPr="00367F87" w:rsidRDefault="00474E09" w:rsidP="00474E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Ferramentas de produção de storyboards</w:t>
      </w:r>
    </w:p>
    <w:p w14:paraId="4BC57F6F" w14:textId="77777777" w:rsidR="00474E09" w:rsidRPr="00367F87" w:rsidRDefault="00474E09" w:rsidP="00474E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Ferramentas de criação de animações</w:t>
      </w:r>
    </w:p>
    <w:bookmarkEnd w:id="12"/>
    <w:p w14:paraId="72B69CFD" w14:textId="77777777" w:rsidR="00474E09" w:rsidRPr="00051C79" w:rsidRDefault="00474E09" w:rsidP="00474E0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B183AE" w14:textId="77777777" w:rsidR="00474E09" w:rsidRPr="00F87025" w:rsidRDefault="00474E09" w:rsidP="00474E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F158818" w14:textId="77777777" w:rsidR="00474E09" w:rsidRPr="00051C79" w:rsidRDefault="00474E09" w:rsidP="00474E0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12F16A" w14:textId="77777777" w:rsidR="00474E09" w:rsidRPr="00051C79" w:rsidRDefault="00474E09" w:rsidP="00474E0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C42A2D" w14:textId="77777777" w:rsidR="00474E09" w:rsidRDefault="00474E09" w:rsidP="00474E09">
      <w:pPr>
        <w:rPr>
          <w:rFonts w:ascii="Verdana Pro Light" w:hAnsi="Verdana Pro Light"/>
          <w:smallCaps/>
        </w:rPr>
      </w:pPr>
    </w:p>
    <w:p w14:paraId="3B6E9895" w14:textId="5592E2CD" w:rsidR="00474E09" w:rsidRDefault="00474E09" w:rsidP="00474E0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F12FA5D" w14:textId="77777777" w:rsidR="00DC13BD" w:rsidRDefault="00DC13BD" w:rsidP="00DC13BD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C13BD" w:rsidRPr="00136AD8" w14:paraId="011A6244" w14:textId="77777777" w:rsidTr="007C5D6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61B7A34" w14:textId="4BD43DAE" w:rsidR="00DC13BD" w:rsidRPr="00136AD8" w:rsidRDefault="00DC13BD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017B3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72C147A" w14:textId="77777777" w:rsidR="00DC13BD" w:rsidRPr="009C256C" w:rsidRDefault="00DC13BD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3" w:name="_Hlk155117774"/>
            <w:r w:rsidRPr="00A23DC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Utilizar ferramentas AI</w:t>
            </w:r>
            <w:bookmarkEnd w:id="13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em aplicações de Realidade Aumentada e Virtual  </w:t>
            </w:r>
          </w:p>
        </w:tc>
      </w:tr>
      <w:tr w:rsidR="00DC13BD" w:rsidRPr="00136AD8" w14:paraId="6FCC0378" w14:textId="77777777" w:rsidTr="007C5D6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C388B4A" w14:textId="2405479A" w:rsidR="00DC13BD" w:rsidRPr="00136AD8" w:rsidRDefault="00DC13BD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1A58B1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04485C0" w14:textId="77777777" w:rsidR="00DC13BD" w:rsidRPr="00136AD8" w:rsidRDefault="00DC13BD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244E8">
              <w:rPr>
                <w:rFonts w:ascii="Verdana Pro Light" w:eastAsia="Arial Unicode MS" w:hAnsi="Verdana Pro Light" w:cs="Times New Roman"/>
                <w:sz w:val="18"/>
                <w:szCs w:val="18"/>
              </w:rPr>
              <w:t>Ferramentas de Inteligência Artificial</w:t>
            </w:r>
          </w:p>
        </w:tc>
      </w:tr>
    </w:tbl>
    <w:p w14:paraId="00AE01F1" w14:textId="77777777" w:rsidR="00DC13BD" w:rsidRPr="00136AD8" w:rsidRDefault="00DC13BD" w:rsidP="00DC13B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E8D2B08" w14:textId="77777777" w:rsidR="00DC13BD" w:rsidRPr="003200F2" w:rsidRDefault="00DC13BD" w:rsidP="00DC13B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78B89963" w14:textId="77777777" w:rsidR="00DC13BD" w:rsidRPr="00136AD8" w:rsidRDefault="00DC13BD" w:rsidP="00DC13B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C13BD" w:rsidRPr="00136AD8" w14:paraId="4C764DE3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E15B3E" w14:textId="77777777" w:rsidR="00DC13BD" w:rsidRPr="001B353A" w:rsidRDefault="00DC13BD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C13BD" w:rsidRPr="00136AD8" w14:paraId="2E6E62F3" w14:textId="77777777" w:rsidTr="007C5D6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96DAAC" w14:textId="77777777" w:rsidR="00DC13BD" w:rsidRPr="009967B7" w:rsidRDefault="00DC13BD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Enunciar os objetivos da aplicação de RA/RV e os requisitos específicos da IA</w:t>
            </w:r>
          </w:p>
          <w:p w14:paraId="434FF730" w14:textId="77777777" w:rsidR="00DC13BD" w:rsidRPr="009967B7" w:rsidRDefault="00DC13BD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Explorar as bibliotecas de visão computacional</w:t>
            </w:r>
          </w:p>
          <w:p w14:paraId="6DCACC45" w14:textId="77777777" w:rsidR="00DC13BD" w:rsidRPr="001B353A" w:rsidRDefault="00DC13BD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Desenvolver os algoritmos de IA e integrar na aplicação RA/RV</w:t>
            </w:r>
          </w:p>
          <w:p w14:paraId="180B591F" w14:textId="77777777" w:rsidR="00DC13BD" w:rsidRPr="001B353A" w:rsidRDefault="00DC13BD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Capturar e processar os dados do ambiente físico ou virtual</w:t>
            </w:r>
          </w:p>
          <w:p w14:paraId="0666BD07" w14:textId="77777777" w:rsidR="00DC13BD" w:rsidRPr="001E51EF" w:rsidRDefault="00DC13BD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8B0D26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Integra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8B0D2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nas</w:t>
            </w:r>
            <w:r w:rsidRPr="008B0D2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aplicações</w:t>
            </w:r>
            <w:r w:rsidRPr="008B0D2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RA e RV</w:t>
            </w:r>
          </w:p>
        </w:tc>
      </w:tr>
      <w:tr w:rsidR="00DC13BD" w:rsidRPr="00136AD8" w14:paraId="76F4E9E3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D6E0F6" w14:textId="77777777" w:rsidR="00DC13BD" w:rsidRPr="001B353A" w:rsidRDefault="00DC13BD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8131A8" w14:textId="77777777" w:rsidR="00DC13BD" w:rsidRPr="001B353A" w:rsidRDefault="00DC13BD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05AD046" w14:textId="77777777" w:rsidR="00DC13BD" w:rsidRPr="001B353A" w:rsidRDefault="00DC13BD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C13BD" w:rsidRPr="00136AD8" w14:paraId="62106F7C" w14:textId="77777777" w:rsidTr="007C5D6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DAF37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B244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treino de modelos e avaliação de desempenho.</w:t>
            </w:r>
          </w:p>
          <w:p w14:paraId="03F78D4D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B244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undamentos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B244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aprendiza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gem</w:t>
            </w:r>
            <w:r w:rsidRPr="00B244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máquina, incluindo algoritmos de classificação, regressão, agrupamento e aprendiza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gem</w:t>
            </w:r>
            <w:r w:rsidRPr="00B244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profundo (</w:t>
            </w:r>
            <w:proofErr w:type="spellStart"/>
            <w:r w:rsidRPr="00B244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deep</w:t>
            </w:r>
            <w:proofErr w:type="spellEnd"/>
            <w:r w:rsidRPr="00B244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244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learning</w:t>
            </w:r>
            <w:proofErr w:type="spellEnd"/>
            <w:r w:rsidRPr="00B244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).</w:t>
            </w:r>
          </w:p>
          <w:p w14:paraId="4AF47EEA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rameworks</w:t>
            </w:r>
            <w:proofErr w:type="spellEnd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como </w:t>
            </w:r>
            <w:proofErr w:type="spellStart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TensorFlow</w:t>
            </w:r>
            <w:proofErr w:type="spellEnd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</w:t>
            </w:r>
            <w:proofErr w:type="spellStart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PyTorch</w:t>
            </w:r>
            <w:proofErr w:type="spellEnd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treino e inferência.</w:t>
            </w:r>
          </w:p>
          <w:p w14:paraId="20B5BCD6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segmentação semântica em redes neurais convulsionais.</w:t>
            </w:r>
          </w:p>
          <w:p w14:paraId="771A31CF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istemas de reconhecimento de voz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2F5CAC2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processamento de vídeo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A70585B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FA79C4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1E44D3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43066E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5A7125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B3615A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AA630D" w14:textId="77777777" w:rsidR="00DC13BD" w:rsidRPr="001B353A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6F41E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44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B244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modelos de IA para reconhecimento de objetos, pessoas ou padrões em imagens.</w:t>
            </w:r>
          </w:p>
          <w:p w14:paraId="32EFF4CC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</w:t>
            </w:r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algoritmos de IA para identificação e análise de características faciais.</w:t>
            </w:r>
          </w:p>
          <w:p w14:paraId="3A8EFE0B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</w:t>
            </w:r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algoritmos de segmentação para isolar objetos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AB4ADDC" w14:textId="77777777" w:rsidR="00DC13BD" w:rsidRPr="00517AA8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</w:t>
            </w:r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bibliotecas e </w:t>
            </w:r>
            <w:proofErr w:type="spellStart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APIs</w:t>
            </w:r>
            <w:proofErr w:type="spellEnd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como Google </w:t>
            </w:r>
            <w:proofErr w:type="spellStart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Speech</w:t>
            </w:r>
            <w:proofErr w:type="spellEnd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-to-</w:t>
            </w:r>
            <w:proofErr w:type="spellStart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</w:t>
            </w:r>
            <w:proofErr w:type="spellEnd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Microsoft </w:t>
            </w:r>
            <w:proofErr w:type="spellStart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Azure</w:t>
            </w:r>
            <w:proofErr w:type="spellEnd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Speech</w:t>
            </w:r>
            <w:proofErr w:type="spellEnd"/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07E9DCD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</w:t>
            </w:r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algoritmos de IA para tarefas</w:t>
            </w:r>
          </w:p>
          <w:p w14:paraId="347882E3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Incorporação de </w:t>
            </w:r>
            <w:r w:rsidRPr="00867C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modelos generativos</w:t>
            </w:r>
          </w:p>
          <w:p w14:paraId="0E4207E6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635B655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A0A210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7608B8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394A92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EE80B4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CC6609" w14:textId="77777777" w:rsidR="00DC13BD" w:rsidRPr="00057283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34FCB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37C9077F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6316A6E" w14:textId="77777777" w:rsidR="00DC13BD" w:rsidRDefault="00DC13BD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20CCC8E4" w14:textId="77777777" w:rsidR="00DC13BD" w:rsidRPr="00AB5AF8" w:rsidRDefault="00DC13BD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B439EE1" w14:textId="77777777" w:rsidR="00DC13BD" w:rsidRPr="00AB5AF8" w:rsidRDefault="00DC13BD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C330597" w14:textId="77777777" w:rsidR="00DC13BD" w:rsidRPr="00AB5AF8" w:rsidRDefault="00DC13BD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6C6A4267" w14:textId="77777777" w:rsidR="00DC13BD" w:rsidRPr="00AB5AF8" w:rsidRDefault="00DC13BD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43824D5F" w14:textId="77777777" w:rsidR="00DC13BD" w:rsidRPr="00A128FE" w:rsidRDefault="00DC13BD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78DF1B56" w14:textId="77777777" w:rsidR="00DC13BD" w:rsidRPr="00AB5AF8" w:rsidRDefault="00DC13BD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2228ACAD" w14:textId="77777777" w:rsidR="00DC13BD" w:rsidRPr="008047E3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D753B32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6CB88A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6F07BFF" w14:textId="77777777" w:rsidR="00DC13BD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D1B4C3" w14:textId="77777777" w:rsidR="00DC13BD" w:rsidRPr="00057283" w:rsidRDefault="00DC13B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B91CF4D" w14:textId="77777777" w:rsidR="00DC13BD" w:rsidRDefault="00DC13BD" w:rsidP="00DC13B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3CA7BFE" w14:textId="77777777" w:rsidR="00DC13BD" w:rsidRDefault="00DC13BD" w:rsidP="00DC13B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A036988" w14:textId="77777777" w:rsidR="00DC13BD" w:rsidRPr="00F87025" w:rsidRDefault="00DC13BD" w:rsidP="00DC13B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FF47154" w14:textId="58D93461" w:rsidR="00DC13BD" w:rsidRPr="00F20E6F" w:rsidRDefault="00DC13BD" w:rsidP="00DC13B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E51EF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Utilizar ferramentas AI em aplicações de Realidade Aumentada e </w:t>
      </w:r>
      <w:r w:rsidR="00B878ED" w:rsidRPr="001E51EF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Virtual:</w:t>
      </w:r>
    </w:p>
    <w:p w14:paraId="6FAC8512" w14:textId="77777777" w:rsidR="00DC13BD" w:rsidRPr="0064164C" w:rsidRDefault="00DC13BD" w:rsidP="00DC13B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B0D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B0D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consumo de recursos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8B0D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durante a execução de modelos de IA para garantir eficiência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879F069" w14:textId="77777777" w:rsidR="00DC13BD" w:rsidRDefault="00DC13BD" w:rsidP="00DC13B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B0D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B0D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capacidade dos modelos de IA em generalizar para diferentes conjuntos de dados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908C324" w14:textId="77777777" w:rsidR="00DC13BD" w:rsidRPr="0064164C" w:rsidRDefault="00DC13BD" w:rsidP="00DC13B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</w:t>
      </w:r>
      <w:r w:rsidRPr="00240F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xplica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240F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decisões tomadas pelos modelos de IA</w:t>
      </w:r>
      <w:r w:rsidRPr="009967B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032EB22" w14:textId="77777777" w:rsidR="00DC13BD" w:rsidRPr="0064164C" w:rsidRDefault="00DC13BD" w:rsidP="00DC13B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240F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com </w:t>
      </w:r>
      <w:r w:rsidRPr="00240F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outras tecnologias e plataformas existentes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C7353E4" w14:textId="77777777" w:rsidR="00DC13BD" w:rsidRPr="00136AD8" w:rsidRDefault="00DC13BD" w:rsidP="00DC13B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6611D1" w14:textId="77777777" w:rsidR="00DC13BD" w:rsidRPr="00F87025" w:rsidRDefault="00DC13BD" w:rsidP="00DC13B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D74693A" w14:textId="77777777" w:rsidR="00C76C3E" w:rsidRPr="00984B30" w:rsidRDefault="00C76C3E" w:rsidP="00C76C3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0F3C694" w14:textId="77777777" w:rsidR="00C76C3E" w:rsidRPr="003B3F8D" w:rsidRDefault="00C76C3E" w:rsidP="00C76C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3315FB60" w14:textId="77777777" w:rsidR="00C76C3E" w:rsidRPr="003B3F8D" w:rsidRDefault="00C76C3E" w:rsidP="00C76C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6D596305" w14:textId="77777777" w:rsidR="00C76C3E" w:rsidRPr="003B3F8D" w:rsidRDefault="00C76C3E" w:rsidP="00C76C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1938AC28" w14:textId="77777777" w:rsidR="00C76C3E" w:rsidRPr="003B3F8D" w:rsidRDefault="00C76C3E" w:rsidP="00C76C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2E313F64" w14:textId="77777777" w:rsidR="00C76C3E" w:rsidRPr="003B3F8D" w:rsidRDefault="00C76C3E" w:rsidP="00C76C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3259B665" w14:textId="77777777" w:rsidR="00C76C3E" w:rsidRPr="003B3F8D" w:rsidRDefault="00C76C3E" w:rsidP="00C76C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36B71D14" w14:textId="77777777" w:rsidR="00C76C3E" w:rsidRPr="003B3F8D" w:rsidRDefault="00C76C3E" w:rsidP="00C76C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29E360AF" w14:textId="77777777" w:rsidR="00C76C3E" w:rsidRDefault="00C76C3E" w:rsidP="00C76C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3A792262" w14:textId="6E380B65" w:rsidR="00DC13BD" w:rsidRDefault="00C76C3E" w:rsidP="00C76C3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E1C4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</w:t>
      </w:r>
    </w:p>
    <w:p w14:paraId="3FB2EA07" w14:textId="77777777" w:rsidR="00C76C3E" w:rsidRPr="00C76C3E" w:rsidRDefault="00C76C3E" w:rsidP="00C76C3E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579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5428DE7F" w14:textId="77777777" w:rsidR="00DC13BD" w:rsidRPr="00F87025" w:rsidRDefault="00DC13BD" w:rsidP="00DC13B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EEC8042" w14:textId="77777777" w:rsidR="00DC13BD" w:rsidRPr="00564406" w:rsidRDefault="00DC13BD" w:rsidP="00DC13B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20140D1" w14:textId="77777777" w:rsidR="00DC13BD" w:rsidRPr="00501DC8" w:rsidRDefault="00DC13BD" w:rsidP="00DC13B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Editores de código.</w:t>
      </w:r>
    </w:p>
    <w:p w14:paraId="5520476C" w14:textId="77777777" w:rsidR="00DC13BD" w:rsidRDefault="00DC13BD" w:rsidP="00DC13B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Acesso à internet.</w:t>
      </w:r>
    </w:p>
    <w:p w14:paraId="5260EE99" w14:textId="77777777" w:rsidR="00DC13BD" w:rsidRPr="00501DC8" w:rsidRDefault="00DC13BD" w:rsidP="00DC13B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BAE40CA" w14:textId="77777777" w:rsidR="00DC13BD" w:rsidRPr="00051C79" w:rsidRDefault="00DC13BD" w:rsidP="00DC13B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F88417" w14:textId="77777777" w:rsidR="00DC13BD" w:rsidRPr="00F87025" w:rsidRDefault="00DC13BD" w:rsidP="00DC13B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6F01FD3" w14:textId="77777777" w:rsidR="00DC13BD" w:rsidRPr="00051C79" w:rsidRDefault="00DC13BD" w:rsidP="00DC13B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01C7B4" w14:textId="77777777" w:rsidR="00DC13BD" w:rsidRPr="00051C79" w:rsidRDefault="00DC13BD" w:rsidP="00DC13B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572D5E" w14:textId="77777777" w:rsidR="00DC13BD" w:rsidRPr="00051C79" w:rsidRDefault="00DC13BD" w:rsidP="00DC13B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56B2B7" w14:textId="6B7434FB" w:rsidR="00DC13BD" w:rsidRDefault="00DC13BD" w:rsidP="00DC13B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93E1C28" w14:textId="77777777" w:rsidR="00AF44E5" w:rsidRDefault="00AF44E5" w:rsidP="00AF44E5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F44E5" w:rsidRPr="00136AD8" w14:paraId="67DE953B" w14:textId="77777777" w:rsidTr="007C5D6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ECAEC8A" w14:textId="1C9E8703" w:rsidR="00AF44E5" w:rsidRPr="00136AD8" w:rsidRDefault="00AF44E5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3B0E63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="00176E5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843BB5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9E16B4F" w14:textId="77777777" w:rsidR="00AF44E5" w:rsidRPr="009C256C" w:rsidRDefault="00AF44E5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C4B21">
              <w:t xml:space="preserve">Utilizar ferramentas </w:t>
            </w:r>
            <w:proofErr w:type="spellStart"/>
            <w:r>
              <w:t>N</w:t>
            </w:r>
            <w:r w:rsidRPr="00BC4B21">
              <w:t>o</w:t>
            </w:r>
            <w:r>
              <w:t>C</w:t>
            </w:r>
            <w:r w:rsidRPr="00BC4B21">
              <w:t>ode</w:t>
            </w:r>
            <w:proofErr w:type="spellEnd"/>
            <w:r w:rsidRPr="00BC4B21">
              <w:t xml:space="preserve"> na produção de animação e interatividade</w:t>
            </w:r>
          </w:p>
        </w:tc>
      </w:tr>
      <w:tr w:rsidR="00AF44E5" w:rsidRPr="00136AD8" w14:paraId="7F0FA8B4" w14:textId="77777777" w:rsidTr="007C5D6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10FE8F9" w14:textId="30FCE13B" w:rsidR="00AF44E5" w:rsidRPr="00136AD8" w:rsidRDefault="00AF44E5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843BB5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A6991EB" w14:textId="77777777" w:rsidR="00AF44E5" w:rsidRPr="00136AD8" w:rsidRDefault="00AF44E5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Ferramentas </w:t>
            </w:r>
            <w:proofErr w:type="spellStart"/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NoCode</w:t>
            </w:r>
            <w:proofErr w:type="spellEnd"/>
          </w:p>
        </w:tc>
      </w:tr>
    </w:tbl>
    <w:p w14:paraId="16C7F469" w14:textId="77777777" w:rsidR="00AF44E5" w:rsidRPr="00136AD8" w:rsidRDefault="00AF44E5" w:rsidP="00AF44E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FF80CBB" w14:textId="77777777" w:rsidR="00AF44E5" w:rsidRPr="003200F2" w:rsidRDefault="00AF44E5" w:rsidP="00AF44E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3A0D1855" w14:textId="77777777" w:rsidR="00AF44E5" w:rsidRPr="00136AD8" w:rsidRDefault="00AF44E5" w:rsidP="00AF44E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F44E5" w:rsidRPr="00136AD8" w14:paraId="65FA030D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6B49C6" w14:textId="77777777" w:rsidR="00AF44E5" w:rsidRPr="001B353A" w:rsidRDefault="00AF44E5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F44E5" w:rsidRPr="00136AD8" w14:paraId="1B81AE06" w14:textId="77777777" w:rsidTr="007C5D6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53E68F" w14:textId="1CA23074" w:rsidR="00AF44E5" w:rsidRPr="001B353A" w:rsidRDefault="00AF44E5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1087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a ferramenta </w:t>
            </w:r>
            <w:proofErr w:type="spellStart"/>
            <w:r w:rsidR="0061087E">
              <w:rPr>
                <w:rFonts w:ascii="Verdana Pro Light" w:eastAsia="Arial Unicode MS" w:hAnsi="Verdana Pro Light" w:cs="Arial Unicode MS"/>
                <w:sz w:val="18"/>
                <w:szCs w:val="18"/>
              </w:rPr>
              <w:t>NoCode</w:t>
            </w:r>
            <w:proofErr w:type="spellEnd"/>
          </w:p>
          <w:p w14:paraId="3B552CB3" w14:textId="77777777" w:rsidR="00E770E9" w:rsidRDefault="00AF44E5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770E9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="00E770E9" w:rsidRPr="00E770E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dentificar os elementos </w:t>
            </w:r>
            <w:r w:rsidR="00E770E9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E770E9" w:rsidRPr="00E770E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animar</w:t>
            </w:r>
            <w:r w:rsidR="00E770E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</w:t>
            </w:r>
            <w:r w:rsidR="00E770E9" w:rsidRPr="00E770E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interações </w:t>
            </w:r>
            <w:r w:rsidR="00E770E9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E770E9" w:rsidRPr="00E770E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implementar </w:t>
            </w:r>
          </w:p>
          <w:p w14:paraId="7524148F" w14:textId="62219B29" w:rsidR="00AF44E5" w:rsidRPr="001B353A" w:rsidRDefault="00AF44E5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D0B48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os elementos gráficos e adicionar animações</w:t>
            </w:r>
            <w:r w:rsidR="007E0E0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funcionalidade interativas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0435B587" w14:textId="297B8D8F" w:rsidR="00AF44E5" w:rsidRPr="001B353A" w:rsidRDefault="00AF44E5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81042">
              <w:rPr>
                <w:rFonts w:ascii="Verdana Pro Light" w:eastAsia="Arial Unicode MS" w:hAnsi="Verdana Pro Light" w:cs="Arial Unicode MS"/>
                <w:sz w:val="18"/>
                <w:szCs w:val="18"/>
              </w:rPr>
              <w:t>Testar, validar e publicar</w:t>
            </w:r>
          </w:p>
        </w:tc>
      </w:tr>
      <w:tr w:rsidR="00AF44E5" w:rsidRPr="00136AD8" w14:paraId="696249E6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8FDD593" w14:textId="77777777" w:rsidR="00AF44E5" w:rsidRPr="001B353A" w:rsidRDefault="00AF44E5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F7477D" w14:textId="77777777" w:rsidR="00AF44E5" w:rsidRPr="001B353A" w:rsidRDefault="00AF44E5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57E4D24" w14:textId="77777777" w:rsidR="00AF44E5" w:rsidRPr="001B353A" w:rsidRDefault="00AF44E5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F44E5" w:rsidRPr="00136AD8" w14:paraId="497CF931" w14:textId="77777777" w:rsidTr="007C5D6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9E500" w14:textId="265B2557" w:rsidR="00AF44E5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240F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lataformas </w:t>
            </w:r>
            <w:proofErr w:type="spellStart"/>
            <w:r w:rsidRPr="00240F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NoCode</w:t>
            </w:r>
            <w:proofErr w:type="spellEnd"/>
            <w:r w:rsidRPr="00240F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específicas projetadas para animação e interatividade, como </w:t>
            </w:r>
            <w:proofErr w:type="spellStart"/>
            <w:r w:rsidRPr="00240F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Webflow</w:t>
            </w:r>
            <w:proofErr w:type="spellEnd"/>
            <w:r w:rsidRPr="00240F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240F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Bubble</w:t>
            </w:r>
            <w:proofErr w:type="spellEnd"/>
            <w:r w:rsidRPr="00240F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240F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Adalo</w:t>
            </w:r>
            <w:proofErr w:type="spellEnd"/>
            <w:r w:rsidRPr="00240F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</w:t>
            </w:r>
            <w:r w:rsidR="000A5246">
              <w:t xml:space="preserve"> </w:t>
            </w:r>
            <w:proofErr w:type="spellStart"/>
            <w:r w:rsidR="000A5246" w:rsidRPr="000A52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Thunkable</w:t>
            </w:r>
            <w:proofErr w:type="spellEnd"/>
          </w:p>
          <w:p w14:paraId="48933925" w14:textId="77777777" w:rsidR="00AF44E5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0F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design de interfaces sem código para criar layouts atraentes e funcionais sem a necessidade de programação.</w:t>
            </w:r>
          </w:p>
          <w:p w14:paraId="53041BEE" w14:textId="77777777" w:rsidR="00AF44E5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F073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ógica de fluxo de trabalho nas ferramentas </w:t>
            </w:r>
            <w:proofErr w:type="spellStart"/>
            <w:r w:rsidRPr="00F073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NoCode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FB04AFB" w14:textId="77777777" w:rsidR="00AF44E5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397101" w14:textId="77777777" w:rsidR="00AF44E5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B0E377" w14:textId="77777777" w:rsidR="00AF44E5" w:rsidRPr="001B353A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133D99" w14:textId="77777777" w:rsidR="00AF44E5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F073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interações e animações baseadas em eventos</w:t>
            </w:r>
          </w:p>
          <w:p w14:paraId="192EE9AE" w14:textId="77777777" w:rsidR="00AF44E5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F073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animações sem código, incluindo transições de página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7C77C8C" w14:textId="77777777" w:rsidR="00AF44E5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F073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rototipar</w:t>
            </w:r>
            <w:proofErr w:type="spellEnd"/>
            <w:r w:rsidRPr="00F073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rapidamente ideias e conceitos de animação e interatividade</w:t>
            </w:r>
          </w:p>
          <w:p w14:paraId="7B01D382" w14:textId="77777777" w:rsidR="00AF44E5" w:rsidRPr="00517AA8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F073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efinir gatilhos (</w:t>
            </w:r>
            <w:proofErr w:type="spellStart"/>
            <w:r w:rsidRPr="00F073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triggers</w:t>
            </w:r>
            <w:proofErr w:type="spellEnd"/>
            <w:r w:rsidRPr="00F073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e ações para controlar o comportamento dos elementos na interface</w:t>
            </w:r>
          </w:p>
          <w:p w14:paraId="101C1B77" w14:textId="77777777" w:rsidR="00AF44E5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F073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testes e depuração nas animações e interações para garantir um comportamento consistente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15653D0" w14:textId="77777777" w:rsidR="00AF44E5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DA1328" w14:textId="77777777" w:rsidR="00AF44E5" w:rsidRPr="00057283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D88AC" w14:textId="77777777" w:rsidR="00AF44E5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0C110F98" w14:textId="77777777" w:rsidR="00AF44E5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58FFD49" w14:textId="77777777" w:rsidR="00AF44E5" w:rsidRDefault="00AF44E5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7FF47C6F" w14:textId="77777777" w:rsidR="00AF44E5" w:rsidRPr="00AB5AF8" w:rsidRDefault="00AF44E5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156A0E3" w14:textId="77777777" w:rsidR="00AF44E5" w:rsidRPr="00AB5AF8" w:rsidRDefault="00AF44E5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3671A54" w14:textId="77777777" w:rsidR="00AF44E5" w:rsidRPr="00AB5AF8" w:rsidRDefault="00AF44E5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3569D7A4" w14:textId="77777777" w:rsidR="00AF44E5" w:rsidRPr="00AB5AF8" w:rsidRDefault="00AF44E5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882813A" w14:textId="77777777" w:rsidR="00AF44E5" w:rsidRPr="00A128FE" w:rsidRDefault="00AF44E5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1A44EF6" w14:textId="77777777" w:rsidR="00AF44E5" w:rsidRPr="00AB5AF8" w:rsidRDefault="00AF44E5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775F262" w14:textId="77777777" w:rsidR="00AF44E5" w:rsidRPr="008047E3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E06A3A" w14:textId="77777777" w:rsidR="00AF44E5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6580322" w14:textId="77777777" w:rsidR="00AF44E5" w:rsidRPr="00057283" w:rsidRDefault="00AF44E5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A70BA15" w14:textId="77777777" w:rsidR="00AF44E5" w:rsidRDefault="00AF44E5" w:rsidP="00AF44E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19FA1BB" w14:textId="77777777" w:rsidR="00AF44E5" w:rsidRDefault="00AF44E5" w:rsidP="00AF44E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40C3E33" w14:textId="77777777" w:rsidR="00AF44E5" w:rsidRPr="00F87025" w:rsidRDefault="00AF44E5" w:rsidP="00AF44E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4BB1E5D" w14:textId="77777777" w:rsidR="00AF44E5" w:rsidRPr="00F20E6F" w:rsidRDefault="00AF44E5" w:rsidP="00AF44E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073E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Utilizar ferramentas </w:t>
      </w:r>
      <w:proofErr w:type="spellStart"/>
      <w:r w:rsidRPr="00F073E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NoCode</w:t>
      </w:r>
      <w:proofErr w:type="spellEnd"/>
      <w:r w:rsidRPr="00F073E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na produção de animação e interatividade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988CEF2" w14:textId="77777777" w:rsidR="00AF44E5" w:rsidRPr="0064164C" w:rsidRDefault="00AF44E5" w:rsidP="00AF44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P</w:t>
      </w:r>
      <w:r w:rsidRP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roduzi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animações e interatividade compatíveis com diferentes plataformas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077E8D1" w14:textId="77777777" w:rsidR="00AF44E5" w:rsidRPr="0064164C" w:rsidRDefault="00AF44E5" w:rsidP="00AF44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F</w:t>
      </w:r>
      <w:r w:rsidRP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acilita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844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adição de elementos interativos de forma intuitiva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32B57AB" w14:textId="77777777" w:rsidR="00AF44E5" w:rsidRPr="0064164C" w:rsidRDefault="00AF44E5" w:rsidP="00AF44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</w:t>
      </w:r>
      <w:r w:rsidRPr="00FC53A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Pr="00FC53A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dados e conteúdo de maneira eficiente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0CF0860" w14:textId="77777777" w:rsidR="00AF44E5" w:rsidRPr="0064164C" w:rsidRDefault="00AF44E5" w:rsidP="00AF44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Gerando</w:t>
      </w:r>
      <w:r w:rsidRPr="00FC53A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conteúdo que seja otimizado para dispositivos móveis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18108C4" w14:textId="77777777" w:rsidR="00AF44E5" w:rsidRPr="0064164C" w:rsidRDefault="00AF44E5" w:rsidP="00AF44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0E3A2265" w14:textId="77777777" w:rsidR="00AF44E5" w:rsidRPr="00136AD8" w:rsidRDefault="00AF44E5" w:rsidP="00AF44E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463257" w14:textId="77777777" w:rsidR="00AF44E5" w:rsidRPr="00F87025" w:rsidRDefault="00AF44E5" w:rsidP="00AF44E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AC33444" w14:textId="77777777" w:rsidR="00581718" w:rsidRPr="00984B30" w:rsidRDefault="00581718" w:rsidP="0058171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D4D5D85" w14:textId="77777777" w:rsidR="00581718" w:rsidRPr="003B3F8D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0C097F1A" w14:textId="77777777" w:rsidR="00581718" w:rsidRPr="003B3F8D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635DBC5E" w14:textId="77777777" w:rsidR="00581718" w:rsidRPr="003B3F8D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1E105DA2" w14:textId="77777777" w:rsidR="00581718" w:rsidRPr="003B3F8D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74E4D083" w14:textId="77777777" w:rsidR="00581718" w:rsidRPr="003B3F8D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0920286E" w14:textId="77777777" w:rsidR="00581718" w:rsidRPr="003B3F8D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31BBBABC" w14:textId="77777777" w:rsidR="00581718" w:rsidRPr="003B3F8D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09F78FAC" w14:textId="77777777" w:rsidR="00581718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794F76FF" w14:textId="77777777" w:rsidR="00581718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E1C4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</w:t>
      </w:r>
    </w:p>
    <w:p w14:paraId="44D08DDB" w14:textId="77777777" w:rsidR="00AF44E5" w:rsidRPr="00F87025" w:rsidRDefault="00AF44E5" w:rsidP="00AF44E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FDED1BE" w14:textId="77777777" w:rsidR="00AF44E5" w:rsidRPr="00564406" w:rsidRDefault="00AF44E5" w:rsidP="00AF44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2212EED" w14:textId="77777777" w:rsidR="00AF44E5" w:rsidRPr="00501DC8" w:rsidRDefault="00AF44E5" w:rsidP="00AF44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Editores de código.</w:t>
      </w:r>
    </w:p>
    <w:p w14:paraId="7E12302E" w14:textId="77777777" w:rsidR="00AF44E5" w:rsidRDefault="00AF44E5" w:rsidP="00AF44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Acesso à internet.</w:t>
      </w:r>
    </w:p>
    <w:p w14:paraId="1ACF5F1B" w14:textId="77777777" w:rsidR="00AF44E5" w:rsidRPr="00501DC8" w:rsidRDefault="00AF44E5" w:rsidP="00AF44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NoCode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080552B" w14:textId="77777777" w:rsidR="00AF44E5" w:rsidRPr="00501DC8" w:rsidRDefault="00AF44E5" w:rsidP="00AF44E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6501B99" w14:textId="77777777" w:rsidR="00AF44E5" w:rsidRPr="00051C79" w:rsidRDefault="00AF44E5" w:rsidP="00AF44E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3FB9A2" w14:textId="77777777" w:rsidR="00AF44E5" w:rsidRPr="00F87025" w:rsidRDefault="00AF44E5" w:rsidP="00AF44E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9C18232" w14:textId="77777777" w:rsidR="00AF44E5" w:rsidRPr="00051C79" w:rsidRDefault="00AF44E5" w:rsidP="00AF44E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ACAC3B" w14:textId="77777777" w:rsidR="00AF44E5" w:rsidRPr="00051C79" w:rsidRDefault="00AF44E5" w:rsidP="00AF44E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5814D8" w14:textId="77777777" w:rsidR="00AF44E5" w:rsidRPr="00051C79" w:rsidRDefault="00AF44E5" w:rsidP="00AF44E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966CB0" w14:textId="77777777" w:rsidR="00E60307" w:rsidRDefault="00E60307" w:rsidP="00A23DCD">
      <w:pPr>
        <w:rPr>
          <w:rFonts w:ascii="Verdana Pro Light" w:hAnsi="Verdana Pro Light"/>
          <w:smallCaps/>
        </w:rPr>
      </w:pPr>
    </w:p>
    <w:p w14:paraId="44F7BE0D" w14:textId="77777777" w:rsidR="000B1DC2" w:rsidRDefault="000B1DC2" w:rsidP="00A23DCD">
      <w:pPr>
        <w:rPr>
          <w:rFonts w:ascii="Verdana Pro Light" w:hAnsi="Verdana Pro Light"/>
          <w:smallCaps/>
        </w:rPr>
      </w:pPr>
    </w:p>
    <w:p w14:paraId="70A05AF9" w14:textId="77777777" w:rsidR="000B1DC2" w:rsidRDefault="000B1DC2" w:rsidP="00A23DCD">
      <w:pPr>
        <w:rPr>
          <w:rFonts w:ascii="Verdana Pro Light" w:hAnsi="Verdana Pro Light"/>
          <w:smallCaps/>
        </w:rPr>
      </w:pPr>
    </w:p>
    <w:p w14:paraId="6B58171F" w14:textId="77777777" w:rsidR="000B1DC2" w:rsidRDefault="000B1DC2" w:rsidP="00A23DCD">
      <w:pPr>
        <w:rPr>
          <w:rFonts w:ascii="Verdana Pro Light" w:hAnsi="Verdana Pro Light"/>
          <w:smallCaps/>
        </w:rPr>
      </w:pPr>
    </w:p>
    <w:p w14:paraId="290C2AC7" w14:textId="77777777" w:rsidR="00EC2217" w:rsidRDefault="00EC2217" w:rsidP="00EC2217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C2217" w:rsidRPr="00136AD8" w14:paraId="68A9F5C5" w14:textId="77777777" w:rsidTr="007C5D6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2D1D135" w14:textId="529533D7" w:rsidR="00EC2217" w:rsidRPr="00136AD8" w:rsidRDefault="00EC2217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20122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053A4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5C048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653D1F1" w14:textId="77777777" w:rsidR="00EC2217" w:rsidRPr="00AA7B53" w:rsidRDefault="00EC2217" w:rsidP="007C5D60">
            <w:pPr>
              <w:spacing w:after="0"/>
            </w:pPr>
            <w:r w:rsidRPr="00AA7B53">
              <w:t>C</w:t>
            </w:r>
            <w:r>
              <w:t>onstruir interfaces e animações interativas</w:t>
            </w:r>
          </w:p>
        </w:tc>
      </w:tr>
      <w:tr w:rsidR="00EC2217" w:rsidRPr="00136AD8" w14:paraId="07818099" w14:textId="77777777" w:rsidTr="007C5D6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B4683FF" w14:textId="6E007C73" w:rsidR="00EC2217" w:rsidRPr="00136AD8" w:rsidRDefault="00EC2217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053A41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B42AA06" w14:textId="77777777" w:rsidR="00EC2217" w:rsidRPr="00136AD8" w:rsidRDefault="00EC2217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07693B">
              <w:rPr>
                <w:rFonts w:ascii="Verdana Pro Light" w:eastAsia="Arial Unicode MS" w:hAnsi="Verdana Pro Light" w:cs="Times New Roman"/>
                <w:sz w:val="18"/>
                <w:szCs w:val="18"/>
              </w:rPr>
              <w:t>UX / UI - Laboratório de audiovisuais e interatividade</w:t>
            </w:r>
          </w:p>
        </w:tc>
      </w:tr>
    </w:tbl>
    <w:p w14:paraId="0E2F2DF3" w14:textId="77777777" w:rsidR="00EC2217" w:rsidRPr="00136AD8" w:rsidRDefault="00EC2217" w:rsidP="00EC221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30277E1" w14:textId="77777777" w:rsidR="00EC2217" w:rsidRPr="003200F2" w:rsidRDefault="00EC2217" w:rsidP="00EC221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0BDB9D8" w14:textId="77777777" w:rsidR="00EC2217" w:rsidRPr="00136AD8" w:rsidRDefault="00EC2217" w:rsidP="00EC221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C2217" w:rsidRPr="00136AD8" w14:paraId="308C086A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8F7BC6" w14:textId="77777777" w:rsidR="00EC2217" w:rsidRPr="001B353A" w:rsidRDefault="00EC2217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C2217" w:rsidRPr="00136AD8" w14:paraId="1AC3C3EB" w14:textId="77777777" w:rsidTr="007C5D6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B87CE" w14:textId="77777777" w:rsidR="00EC2217" w:rsidRPr="0007693B" w:rsidRDefault="00EC2217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Traduzir o design visual em código u</w:t>
            </w:r>
            <w:r w:rsidRPr="005F503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sando tecnologias web </w:t>
            </w:r>
            <w:proofErr w:type="spellStart"/>
            <w:r w:rsidRPr="005F5033">
              <w:rPr>
                <w:rFonts w:ascii="Verdana Pro Light" w:eastAsia="Arial Unicode MS" w:hAnsi="Verdana Pro Light" w:cs="Arial Unicode MS"/>
                <w:sz w:val="18"/>
                <w:szCs w:val="18"/>
              </w:rPr>
              <w:t>front-end</w:t>
            </w:r>
            <w:proofErr w:type="spellEnd"/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2C058D47" w14:textId="77777777" w:rsidR="00EC2217" w:rsidRPr="0007693B" w:rsidRDefault="00EC2217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Incorporar</w:t>
            </w:r>
            <w:r w:rsidRPr="009C7D6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animações de transição entre telas, efeitos de </w:t>
            </w:r>
            <w:proofErr w:type="spellStart"/>
            <w:r w:rsidRPr="009C7D6F">
              <w:rPr>
                <w:rFonts w:ascii="Verdana Pro Light" w:eastAsia="Arial Unicode MS" w:hAnsi="Verdana Pro Light" w:cs="Arial Unicode MS"/>
                <w:sz w:val="18"/>
                <w:szCs w:val="18"/>
              </w:rPr>
              <w:t>hover</w:t>
            </w:r>
            <w:proofErr w:type="spellEnd"/>
            <w:r w:rsidRPr="009C7D6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em botões e elementos interativos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057118">
              <w:rPr>
                <w:rFonts w:ascii="Verdana Pro Light" w:eastAsia="Arial Unicode MS" w:hAnsi="Verdana Pro Light" w:cs="Arial Unicode MS"/>
                <w:sz w:val="18"/>
                <w:szCs w:val="18"/>
              </w:rPr>
              <w:t>feedbacks visuais para ações do usuário e animações de carregamento ou transição de conteúdo</w:t>
            </w:r>
          </w:p>
          <w:p w14:paraId="6C09B368" w14:textId="77777777" w:rsidR="00EC2217" w:rsidRPr="001B353A" w:rsidRDefault="00EC2217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Aplicar testes de usabilidade, identificar bugs de código e necessidades de otimização de desempenho </w:t>
            </w:r>
          </w:p>
          <w:p w14:paraId="3C54C2D9" w14:textId="5FCDBDEA" w:rsidR="00EC2217" w:rsidRPr="001176D5" w:rsidRDefault="00EC2217" w:rsidP="001176D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Publicar </w:t>
            </w:r>
          </w:p>
        </w:tc>
      </w:tr>
      <w:tr w:rsidR="00EC2217" w:rsidRPr="00136AD8" w14:paraId="25DC5DE9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3FD3FA" w14:textId="77777777" w:rsidR="00EC2217" w:rsidRPr="001B353A" w:rsidRDefault="00EC2217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B41436" w14:textId="77777777" w:rsidR="00EC2217" w:rsidRPr="001B353A" w:rsidRDefault="00EC2217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1780ECA" w14:textId="77777777" w:rsidR="00EC2217" w:rsidRPr="001B353A" w:rsidRDefault="00EC2217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C2217" w:rsidRPr="00136AD8" w14:paraId="36EB4F80" w14:textId="77777777" w:rsidTr="007C5D6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B774F" w14:textId="77777777" w:rsidR="00EC2217" w:rsidRPr="00607FCD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do design e da tecnologia</w:t>
            </w:r>
          </w:p>
          <w:p w14:paraId="5CECC5FF" w14:textId="77777777" w:rsidR="00EC2217" w:rsidRPr="00607FCD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Dispositivos e plataformas móveis –aplicações mobile – características e funcionalidades</w:t>
            </w:r>
          </w:p>
          <w:p w14:paraId="0274BF9A" w14:textId="77777777" w:rsidR="00EC2217" w:rsidRPr="00607FCD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conceção e desenvolvimento</w:t>
            </w:r>
          </w:p>
          <w:p w14:paraId="53E72301" w14:textId="77777777" w:rsidR="00EC2217" w:rsidRPr="00607FCD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UX/UI</w:t>
            </w:r>
          </w:p>
          <w:p w14:paraId="6536AFB6" w14:textId="77777777" w:rsidR="00EC2217" w:rsidRPr="00607FCD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Tipografia e a cor nos dispositivos móveis</w:t>
            </w:r>
          </w:p>
          <w:p w14:paraId="7DFFBB7F" w14:textId="77777777" w:rsidR="00EC2217" w:rsidRPr="00607FCD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do design</w:t>
            </w:r>
          </w:p>
          <w:p w14:paraId="56C8E3EE" w14:textId="77777777" w:rsidR="00EC2217" w:rsidRPr="00607FCD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Acessibilidade em design</w:t>
            </w:r>
          </w:p>
          <w:p w14:paraId="73DD17C5" w14:textId="77777777" w:rsidR="00EC2217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Exportação para diferentes plataformas</w:t>
            </w:r>
          </w:p>
          <w:p w14:paraId="03E5D981" w14:textId="77777777" w:rsidR="00EC2217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D5E3EF" w14:textId="77777777" w:rsidR="00EC2217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F9618E5" w14:textId="77777777" w:rsidR="00EC2217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45F790" w14:textId="77777777" w:rsidR="00EC2217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371825" w14:textId="77777777" w:rsidR="00EC2217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A60C33" w14:textId="77777777" w:rsidR="00EC2217" w:rsidRPr="001B353A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EC252" w14:textId="77777777" w:rsidR="00EC2217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diferentes tipos de dispositivos audiovisuais</w:t>
            </w:r>
          </w:p>
          <w:p w14:paraId="10E16356" w14:textId="77777777" w:rsidR="00EC2217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 conceitos relacionados com a criação de interfaces</w:t>
            </w: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1AC9FC7" w14:textId="77777777" w:rsidR="00EC2217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esboço, prototipagem e design.</w:t>
            </w:r>
          </w:p>
          <w:p w14:paraId="5F8259FE" w14:textId="77777777" w:rsidR="00EC2217" w:rsidRPr="00607FCD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referências e tendências do design e da tecnologia</w:t>
            </w:r>
          </w:p>
          <w:p w14:paraId="26C34110" w14:textId="77777777" w:rsidR="00EC2217" w:rsidRPr="00607FCD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 desenvolvimento das aplicações mobile</w:t>
            </w:r>
          </w:p>
          <w:p w14:paraId="2BA3C9D9" w14:textId="77777777" w:rsidR="00EC2217" w:rsidRPr="00607FCD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principais programas e plataformas informáticas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desenvolver protótipos </w:t>
            </w: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 para dispositivos móveis</w:t>
            </w:r>
          </w:p>
          <w:p w14:paraId="458344CD" w14:textId="77777777" w:rsidR="00EC2217" w:rsidRPr="00607FCD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etapas do processo de trabalho do designer UX/UI</w:t>
            </w:r>
          </w:p>
          <w:p w14:paraId="57F34470" w14:textId="77777777" w:rsidR="00EC2217" w:rsidRPr="00607FCD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métodos de pesquisa para recolher dados sobre as necessidades, comportamentos e preferências dos utilizadores</w:t>
            </w:r>
          </w:p>
          <w:p w14:paraId="2A955FF8" w14:textId="77777777" w:rsidR="00EC2217" w:rsidRPr="001B412B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bibliotecas de código.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F7A6C" w14:textId="77777777" w:rsidR="00EC2217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E584617" w14:textId="77777777" w:rsidR="00EC2217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1B85DDCA" w14:textId="77777777" w:rsidR="00EC2217" w:rsidRDefault="00EC2217" w:rsidP="00EC221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799A448E" w14:textId="77777777" w:rsidR="00EC2217" w:rsidRPr="00AB5AF8" w:rsidRDefault="00EC2217" w:rsidP="00EC221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2E44E1F0" w14:textId="77777777" w:rsidR="00EC2217" w:rsidRPr="00AB5AF8" w:rsidRDefault="00EC2217" w:rsidP="00EC221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39C92D3" w14:textId="77777777" w:rsidR="00EC2217" w:rsidRPr="00AB5AF8" w:rsidRDefault="00EC2217" w:rsidP="00EC221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8B96BF0" w14:textId="77777777" w:rsidR="00EC2217" w:rsidRPr="00AB5AF8" w:rsidRDefault="00EC2217" w:rsidP="00EC221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0C6EB460" w14:textId="77777777" w:rsidR="00EC2217" w:rsidRPr="00A128FE" w:rsidRDefault="00EC2217" w:rsidP="00EC221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E0A86B8" w14:textId="77777777" w:rsidR="00EC2217" w:rsidRPr="00AB5AF8" w:rsidRDefault="00EC2217" w:rsidP="00EC221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44DEEB07" w14:textId="77777777" w:rsidR="00EC2217" w:rsidRPr="00057283" w:rsidRDefault="00EC2217" w:rsidP="00EC22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C55A0D0" w14:textId="77777777" w:rsidR="00EC2217" w:rsidRDefault="00EC2217" w:rsidP="00EC221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C07380E" w14:textId="77777777" w:rsidR="00EC2217" w:rsidRPr="00F87025" w:rsidRDefault="00EC2217" w:rsidP="00EC221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BFE71E3" w14:textId="77777777" w:rsidR="00EC2217" w:rsidRPr="00F20E6F" w:rsidRDefault="00EC2217" w:rsidP="00EC221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07FC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Construir interfaces e animações interativas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B63F499" w14:textId="77777777" w:rsidR="00EC2217" w:rsidRPr="0064164C" w:rsidRDefault="00EC2217" w:rsidP="00EC221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14" w:name="_Hlk155169413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07F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Utilizando programas informáticos adequados à prototipagem de aplicações móveis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4AB50F9" w14:textId="77777777" w:rsidR="00EC2217" w:rsidRPr="0064164C" w:rsidRDefault="00EC2217" w:rsidP="00EC221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que a</w:t>
      </w:r>
      <w:r w:rsidRPr="005E2D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interface é intuitiva e fácil de usar para os u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tilizadores</w:t>
      </w:r>
    </w:p>
    <w:p w14:paraId="2B4E2D8F" w14:textId="77777777" w:rsidR="00EC2217" w:rsidRPr="0064164C" w:rsidRDefault="00EC2217" w:rsidP="00EC221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5E2D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5E2D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 diferentes tamanhos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ecrã</w:t>
      </w:r>
      <w:r w:rsidRPr="005E2D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dispositivos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1369D44" w14:textId="77777777" w:rsidR="00EC2217" w:rsidRPr="0064164C" w:rsidRDefault="00EC2217" w:rsidP="00EC221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07F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Fazendo testes de usabilidade e acessibilidade analisando e corrigindo erros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bookmarkEnd w:id="14"/>
    <w:p w14:paraId="573C1D22" w14:textId="77777777" w:rsidR="00EC2217" w:rsidRPr="00136AD8" w:rsidRDefault="00EC2217" w:rsidP="00EC221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367CB1" w14:textId="77777777" w:rsidR="00EC2217" w:rsidRPr="00F87025" w:rsidRDefault="00EC2217" w:rsidP="00EC221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D5A55E3" w14:textId="77777777" w:rsidR="00EC2217" w:rsidRPr="00984B30" w:rsidRDefault="00EC2217" w:rsidP="00EC221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15" w:name="_Hlk155169460"/>
      <w:r w:rsidRPr="00FC7A3B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2D9DB929" w14:textId="77777777" w:rsidR="00EC2217" w:rsidRDefault="00EC2217" w:rsidP="00EC221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5CF55C04" w14:textId="77777777" w:rsidR="00581718" w:rsidRPr="00984B30" w:rsidRDefault="00581718" w:rsidP="0058171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7F95FBE" w14:textId="77777777" w:rsidR="00581718" w:rsidRPr="003B3F8D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74DABB56" w14:textId="77777777" w:rsidR="00581718" w:rsidRPr="003B3F8D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0651BEBE" w14:textId="77777777" w:rsidR="00581718" w:rsidRPr="003B3F8D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090F331A" w14:textId="77777777" w:rsidR="00581718" w:rsidRPr="003B3F8D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27282924" w14:textId="77777777" w:rsidR="00581718" w:rsidRPr="003B3F8D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4ABF0280" w14:textId="77777777" w:rsidR="00581718" w:rsidRPr="003B3F8D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1CCFB9BA" w14:textId="77777777" w:rsidR="00581718" w:rsidRPr="003B3F8D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6814C426" w14:textId="77777777" w:rsidR="00581718" w:rsidRDefault="00581718" w:rsidP="005817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16D52F9E" w14:textId="77777777" w:rsidR="00EC2217" w:rsidRPr="00051C79" w:rsidRDefault="00EC2217" w:rsidP="00EC221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B906C16" w14:textId="77777777" w:rsidR="00EC2217" w:rsidRPr="00F87025" w:rsidRDefault="00EC2217" w:rsidP="00EC221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E8F377F" w14:textId="77777777" w:rsidR="00EC2217" w:rsidRPr="005E2D82" w:rsidRDefault="00EC2217" w:rsidP="00EC221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750E31F" w14:textId="77777777" w:rsidR="00EC2217" w:rsidRPr="005E2D82" w:rsidRDefault="00EC2217" w:rsidP="00EC221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Aplicações informáticas e plataformas de prototipagem de aplicações para dispositivos móveis</w:t>
      </w:r>
    </w:p>
    <w:p w14:paraId="1525E9E4" w14:textId="77777777" w:rsidR="00EC2217" w:rsidRPr="005E2D82" w:rsidRDefault="00EC2217" w:rsidP="00EC221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de imagem</w:t>
      </w:r>
    </w:p>
    <w:p w14:paraId="6A8A8A32" w14:textId="77777777" w:rsidR="00EC2217" w:rsidRPr="005E2D82" w:rsidRDefault="00EC2217" w:rsidP="00EC221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Bancos de imagem, sons e vídeos</w:t>
      </w:r>
    </w:p>
    <w:p w14:paraId="5FE48D1C" w14:textId="77777777" w:rsidR="00EC2217" w:rsidRPr="00501DC8" w:rsidRDefault="00EC2217" w:rsidP="00EC221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Estudos de caso de design UX/UI</w:t>
      </w:r>
    </w:p>
    <w:p w14:paraId="5E06490E" w14:textId="77777777" w:rsidR="00EC2217" w:rsidRDefault="00EC2217" w:rsidP="00EC221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bookmarkEnd w:id="15"/>
    <w:p w14:paraId="322D8EC7" w14:textId="77777777" w:rsidR="00EC2217" w:rsidRPr="00501DC8" w:rsidRDefault="00EC2217" w:rsidP="00EC221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8CB4954" w14:textId="77777777" w:rsidR="00EC2217" w:rsidRPr="00051C79" w:rsidRDefault="00EC2217" w:rsidP="00EC221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C8D79C" w14:textId="77777777" w:rsidR="00EC2217" w:rsidRPr="00F87025" w:rsidRDefault="00EC2217" w:rsidP="00EC221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9044913" w14:textId="77777777" w:rsidR="00EC2217" w:rsidRPr="00051C79" w:rsidRDefault="00EC2217" w:rsidP="00EC221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7429BA" w14:textId="4FADC65F" w:rsidR="00EC2217" w:rsidRDefault="001176D5" w:rsidP="00EC221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UC multimédia </w:t>
      </w:r>
    </w:p>
    <w:p w14:paraId="11743899" w14:textId="77777777" w:rsidR="001176D5" w:rsidRDefault="001176D5" w:rsidP="00EC221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2AD2DB" w14:textId="77777777" w:rsidR="001176D5" w:rsidRDefault="001176D5" w:rsidP="00EC221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E47F1C" w14:textId="77777777" w:rsidR="001176D5" w:rsidRDefault="001176D5" w:rsidP="00EC221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ED8AB0" w14:textId="5EB0642F" w:rsidR="00A23DCD" w:rsidRPr="00051C79" w:rsidRDefault="00A23DCD" w:rsidP="00A84F4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7EE813D" w14:textId="30003B89" w:rsidR="00A23DCD" w:rsidRDefault="00A23DCD" w:rsidP="00A23DCD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23DCD" w:rsidRPr="00136AD8" w14:paraId="1DE08DEA" w14:textId="77777777" w:rsidTr="001B4FD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3E0F260" w14:textId="3926C7F4" w:rsidR="00A23DCD" w:rsidRPr="00136AD8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572E53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="005C048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7B7EE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7BF3853" w14:textId="086275B4" w:rsidR="00A23DCD" w:rsidRPr="009C256C" w:rsidRDefault="009F373E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6" w:name="_Hlk159596000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Implementar</w:t>
            </w:r>
            <w:r w:rsidR="001B4FD2" w:rsidRPr="001B4FD2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interfaces interativas</w:t>
            </w:r>
            <w:bookmarkEnd w:id="16"/>
          </w:p>
        </w:tc>
      </w:tr>
      <w:tr w:rsidR="00A23DCD" w:rsidRPr="00136AD8" w14:paraId="6294DF38" w14:textId="77777777" w:rsidTr="001B4FD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AB1019B" w14:textId="0896C371" w:rsidR="00A23DCD" w:rsidRPr="00136AD8" w:rsidRDefault="00A23DCD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524BE0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397689C" w14:textId="5961111A" w:rsidR="00A23DCD" w:rsidRPr="00136AD8" w:rsidRDefault="00471AFC" w:rsidP="001B4F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Desenho de Interfaces</w:t>
            </w:r>
            <w:r w:rsidR="00906759">
              <w:rPr>
                <w:rFonts w:ascii="Verdana Pro Light" w:eastAsia="Arial Unicode MS" w:hAnsi="Verdana Pro Light" w:cs="Times New Roman"/>
                <w:sz w:val="18"/>
                <w:szCs w:val="18"/>
              </w:rPr>
              <w:t>/ Construção de Interfaces</w:t>
            </w:r>
          </w:p>
        </w:tc>
      </w:tr>
    </w:tbl>
    <w:p w14:paraId="04444A2E" w14:textId="77777777" w:rsidR="00A23DCD" w:rsidRPr="00136AD8" w:rsidRDefault="00A23DCD" w:rsidP="00A23DC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ADE6A3A" w14:textId="27D2EBC9" w:rsidR="00A23DCD" w:rsidRPr="003200F2" w:rsidRDefault="00A23DCD" w:rsidP="00A23DC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060B20">
        <w:rPr>
          <w:rFonts w:ascii="Verdana Pro Light" w:eastAsia="Arial Unicode MS" w:hAnsi="Verdana Pro Light" w:cs="Times New Roman"/>
          <w:smallCaps/>
          <w:sz w:val="20"/>
        </w:rPr>
        <w:t>4.5</w:t>
      </w:r>
    </w:p>
    <w:p w14:paraId="519E10A8" w14:textId="77777777" w:rsidR="00A23DCD" w:rsidRPr="00136AD8" w:rsidRDefault="00A23DCD" w:rsidP="00A23DC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23DCD" w:rsidRPr="00136AD8" w14:paraId="530C6359" w14:textId="77777777" w:rsidTr="001B4FD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F1D1DA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23DCD" w:rsidRPr="00136AD8" w14:paraId="4072E9AD" w14:textId="77777777" w:rsidTr="001B4FD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4C2E4B" w14:textId="76BD2398" w:rsidR="00471AFC" w:rsidRPr="001B353A" w:rsidRDefault="00471AFC" w:rsidP="00471AF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</w:t>
            </w:r>
            <w:r w:rsidR="00557EA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Levantamento das </w:t>
            </w:r>
            <w:r w:rsidR="00010869" w:rsidRPr="00010869">
              <w:rPr>
                <w:rFonts w:ascii="Verdana Pro Light" w:eastAsia="Arial Unicode MS" w:hAnsi="Verdana Pro Light" w:cs="Arial Unicode MS"/>
                <w:sz w:val="18"/>
                <w:szCs w:val="18"/>
              </w:rPr>
              <w:t>necessidades, preferências</w:t>
            </w:r>
            <w:r w:rsidR="0001086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capacidades e comportamentos dos utilizadores e definição de </w:t>
            </w:r>
            <w:r w:rsidR="00C06CC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requisitos funcionais e não funcionais </w:t>
            </w:r>
          </w:p>
          <w:p w14:paraId="0E98A860" w14:textId="0461A5F5" w:rsidR="00471AFC" w:rsidRPr="001B353A" w:rsidRDefault="00471AFC" w:rsidP="00471AF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3512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esboços da interface de utilizador e desenvolver protótipos </w:t>
            </w:r>
          </w:p>
          <w:p w14:paraId="11801609" w14:textId="003283C0" w:rsidR="00471AFC" w:rsidRPr="001B353A" w:rsidRDefault="00471AFC" w:rsidP="00471AF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33F21"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="00B33F21" w:rsidRPr="00B33F21">
              <w:rPr>
                <w:rFonts w:ascii="Verdana Pro Light" w:eastAsia="Arial Unicode MS" w:hAnsi="Verdana Pro Light" w:cs="Arial Unicode MS"/>
                <w:sz w:val="18"/>
                <w:szCs w:val="18"/>
              </w:rPr>
              <w:t>ele</w:t>
            </w:r>
            <w:r w:rsidR="00B33F21">
              <w:rPr>
                <w:rFonts w:ascii="Verdana Pro Light" w:eastAsia="Arial Unicode MS" w:hAnsi="Verdana Pro Light" w:cs="Arial Unicode MS"/>
                <w:sz w:val="18"/>
                <w:szCs w:val="18"/>
              </w:rPr>
              <w:t>cionar</w:t>
            </w:r>
            <w:r w:rsidR="00B33F21" w:rsidRPr="00B33F2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cores, tipografia, ícones e outros elementos visuais</w:t>
            </w:r>
          </w:p>
          <w:p w14:paraId="0FC8066D" w14:textId="43084F1F" w:rsidR="00A23DCD" w:rsidRDefault="00471AFC" w:rsidP="00471AF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F62A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</w:t>
            </w:r>
            <w:r w:rsidR="00350B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protótipos de </w:t>
            </w:r>
            <w:r w:rsidR="00A12D55">
              <w:rPr>
                <w:rFonts w:ascii="Verdana Pro Light" w:eastAsia="Arial Unicode MS" w:hAnsi="Verdana Pro Light" w:cs="Arial Unicode MS"/>
                <w:sz w:val="18"/>
                <w:szCs w:val="18"/>
              </w:rPr>
              <w:t>alta-fidelidade</w:t>
            </w:r>
            <w:r w:rsidR="000D7839">
              <w:rPr>
                <w:rFonts w:ascii="Verdana Pro Light" w:eastAsia="Arial Unicode MS" w:hAnsi="Verdana Pro Light" w:cs="Arial Unicode MS"/>
                <w:sz w:val="18"/>
                <w:szCs w:val="18"/>
              </w:rPr>
              <w:t>, testar a usabilidade, corrigir</w:t>
            </w:r>
          </w:p>
          <w:p w14:paraId="79DA22B8" w14:textId="09149234" w:rsidR="000D7839" w:rsidRPr="001B353A" w:rsidRDefault="000D7839" w:rsidP="00471AF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A12D55">
              <w:rPr>
                <w:rFonts w:ascii="Verdana Pro Light" w:eastAsia="Arial Unicode MS" w:hAnsi="Verdana Pro Light" w:cs="Arial Unicode MS"/>
                <w:sz w:val="18"/>
                <w:szCs w:val="18"/>
              </w:rPr>
              <w:t>R5</w:t>
            </w:r>
            <w:r w:rsidR="00AD514C" w:rsidRPr="00A12D5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Preparar </w:t>
            </w:r>
            <w:proofErr w:type="spellStart"/>
            <w:r w:rsidR="00AD514C" w:rsidRPr="00A12D55">
              <w:rPr>
                <w:rFonts w:ascii="Verdana Pro Light" w:eastAsia="Arial Unicode MS" w:hAnsi="Verdana Pro Light" w:cs="Arial Unicode MS"/>
                <w:sz w:val="18"/>
                <w:szCs w:val="18"/>
              </w:rPr>
              <w:t>assets</w:t>
            </w:r>
            <w:proofErr w:type="spellEnd"/>
            <w:r w:rsidR="00AD514C" w:rsidRPr="00A12D5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especificações </w:t>
            </w:r>
            <w:r w:rsidR="00A12D55" w:rsidRPr="00A12D55">
              <w:rPr>
                <w:rFonts w:ascii="Verdana Pro Light" w:eastAsia="Arial Unicode MS" w:hAnsi="Verdana Pro Light" w:cs="Arial Unicode MS"/>
                <w:sz w:val="18"/>
                <w:szCs w:val="18"/>
              </w:rPr>
              <w:t>e publicar</w:t>
            </w:r>
            <w:r w:rsidR="00A12D55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 xml:space="preserve"> </w:t>
            </w:r>
          </w:p>
        </w:tc>
      </w:tr>
      <w:tr w:rsidR="00A23DCD" w:rsidRPr="00136AD8" w14:paraId="1F5A6E5F" w14:textId="77777777" w:rsidTr="001B4FD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7B5D01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ABA9F4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AA3F77E" w14:textId="77777777" w:rsidR="00A23DCD" w:rsidRPr="001B353A" w:rsidRDefault="00A23DCD" w:rsidP="001B4F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01A2C" w:rsidRPr="00136AD8" w14:paraId="204BF020" w14:textId="77777777" w:rsidTr="001B4FD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904EE" w14:textId="77777777" w:rsidR="00701A2C" w:rsidRDefault="00701A2C" w:rsidP="00701A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471A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básicos de design</w:t>
            </w:r>
          </w:p>
          <w:p w14:paraId="6B4F172B" w14:textId="77777777" w:rsidR="00701A2C" w:rsidRDefault="00701A2C" w:rsidP="00701A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1A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Hierarquia tipográfica</w:t>
            </w:r>
          </w:p>
          <w:p w14:paraId="5438BE70" w14:textId="77777777" w:rsidR="00701A2C" w:rsidRDefault="00701A2C" w:rsidP="00701A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Prototipagem para simular a interatividade e fluxo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utilizador.</w:t>
            </w:r>
          </w:p>
          <w:p w14:paraId="1FEEA53B" w14:textId="77777777" w:rsidR="00701A2C" w:rsidRDefault="00701A2C" w:rsidP="00701A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erramentas de design como Adobe XD, Sketch, </w:t>
            </w:r>
            <w:proofErr w:type="spellStart"/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Figma</w:t>
            </w:r>
            <w:proofErr w:type="spellEnd"/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Adobe Photoshop.</w:t>
            </w:r>
          </w:p>
          <w:p w14:paraId="21459A68" w14:textId="77777777" w:rsidR="00701A2C" w:rsidRDefault="00701A2C" w:rsidP="00701A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iretrizes de acessibilidade (WCAG)</w:t>
            </w:r>
          </w:p>
          <w:p w14:paraId="4732E9DF" w14:textId="77777777" w:rsidR="00586CE3" w:rsidRPr="00586CE3" w:rsidRDefault="00586CE3" w:rsidP="00586C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Linguagens como HTML, CSS e JavaScript para criar a estrutura, estilo e interatividade das interfaces web.</w:t>
            </w:r>
          </w:p>
          <w:p w14:paraId="0742F518" w14:textId="77777777" w:rsidR="00586CE3" w:rsidRPr="00586CE3" w:rsidRDefault="00586CE3" w:rsidP="00586C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Frameworks</w:t>
            </w:r>
            <w:proofErr w:type="spellEnd"/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como </w:t>
            </w:r>
            <w:proofErr w:type="spellStart"/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React</w:t>
            </w:r>
            <w:proofErr w:type="spellEnd"/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gramStart"/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Angular</w:t>
            </w:r>
            <w:proofErr w:type="gramEnd"/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Vue.js.</w:t>
            </w:r>
          </w:p>
          <w:p w14:paraId="2EC14E78" w14:textId="77777777" w:rsidR="00586CE3" w:rsidRPr="00586CE3" w:rsidRDefault="00586CE3" w:rsidP="00586C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design, layout, tipografia, cores e hierarquia visual.</w:t>
            </w:r>
          </w:p>
          <w:p w14:paraId="48EC26A3" w14:textId="77777777" w:rsidR="00586CE3" w:rsidRPr="00586CE3" w:rsidRDefault="00586CE3" w:rsidP="00586C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Ferramentas de design, como Adobe XD, Sketch ou </w:t>
            </w:r>
            <w:proofErr w:type="spellStart"/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Figma</w:t>
            </w:r>
            <w:proofErr w:type="spellEnd"/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para criar </w:t>
            </w:r>
            <w:proofErr w:type="spellStart"/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wireframes</w:t>
            </w:r>
            <w:proofErr w:type="spellEnd"/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6931B46" w14:textId="77777777" w:rsidR="00586CE3" w:rsidRPr="00586CE3" w:rsidRDefault="00586CE3" w:rsidP="00586C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UX design para criar interfaces que ofereçam uma experiência intuitiva e eficaz.</w:t>
            </w:r>
          </w:p>
          <w:p w14:paraId="748A2105" w14:textId="77777777" w:rsidR="00586CE3" w:rsidRPr="00586CE3" w:rsidRDefault="00586CE3" w:rsidP="00586C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6C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Testes de usabilidade</w:t>
            </w:r>
          </w:p>
          <w:p w14:paraId="064156AF" w14:textId="77777777" w:rsidR="00701A2C" w:rsidRPr="001B353A" w:rsidRDefault="00701A2C" w:rsidP="00701A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73551" w14:textId="77777777" w:rsidR="00701A2C" w:rsidRDefault="00701A2C" w:rsidP="00701A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wireframes</w:t>
            </w:r>
            <w:proofErr w:type="spellEnd"/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planear a disposição dos elementos na interface.</w:t>
            </w:r>
          </w:p>
          <w:p w14:paraId="10B531AE" w14:textId="77777777" w:rsidR="00701A2C" w:rsidRDefault="00701A2C" w:rsidP="00701A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Elaborar desenho de interfaces.</w:t>
            </w:r>
          </w:p>
          <w:p w14:paraId="123F9E1B" w14:textId="77777777" w:rsidR="00701A2C" w:rsidRDefault="00701A2C" w:rsidP="00701A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</w:t>
            </w:r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designs para diferentes tamanhos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ecrã</w:t>
            </w:r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dispositivos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DA126A2" w14:textId="77777777" w:rsidR="00701A2C" w:rsidRDefault="00701A2C" w:rsidP="00701A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Test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interfaces quanto à </w:t>
            </w:r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acessibilidade e otimizações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A53F0DE" w14:textId="77777777" w:rsidR="00701A2C" w:rsidRDefault="00701A2C" w:rsidP="00701A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protótipos os desenhos de interface</w:t>
            </w:r>
          </w:p>
          <w:p w14:paraId="214C2A39" w14:textId="77777777" w:rsidR="00701A2C" w:rsidRPr="00517AA8" w:rsidRDefault="00701A2C" w:rsidP="00701A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sobre </w:t>
            </w:r>
            <w:r w:rsidRPr="00701A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público-alvo para criar designs que atendam às suas necessidades e expectativas.</w:t>
            </w:r>
          </w:p>
          <w:p w14:paraId="2F286B2B" w14:textId="77777777" w:rsidR="00192C26" w:rsidRPr="00192C26" w:rsidRDefault="00192C26" w:rsidP="00192C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2C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interfaces que se adaptem a diferentes dispositivos e tamanhos de ecrã.</w:t>
            </w:r>
          </w:p>
          <w:p w14:paraId="3CA4225E" w14:textId="77777777" w:rsidR="00192C26" w:rsidRPr="00192C26" w:rsidRDefault="00192C26" w:rsidP="00192C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2C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de ferramentas como </w:t>
            </w:r>
            <w:proofErr w:type="spellStart"/>
            <w:r w:rsidRPr="00192C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InVision</w:t>
            </w:r>
            <w:proofErr w:type="spellEnd"/>
            <w:r w:rsidRPr="00192C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192C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Axure</w:t>
            </w:r>
            <w:proofErr w:type="spellEnd"/>
            <w:r w:rsidRPr="00192C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Adobe XD para criar protótipos.</w:t>
            </w:r>
          </w:p>
          <w:p w14:paraId="7FC75081" w14:textId="77777777" w:rsidR="00192C26" w:rsidRPr="00192C26" w:rsidRDefault="00192C26" w:rsidP="00192C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2C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bugs e problemas de desempenho.</w:t>
            </w:r>
          </w:p>
          <w:p w14:paraId="1C685555" w14:textId="77777777" w:rsidR="00192C26" w:rsidRPr="00192C26" w:rsidRDefault="00192C26" w:rsidP="00192C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2C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uma ferramenta para a geração das interfaces para diferentes dispositivos</w:t>
            </w:r>
          </w:p>
          <w:p w14:paraId="699E6A14" w14:textId="77777777" w:rsidR="00192C26" w:rsidRPr="00192C26" w:rsidRDefault="00192C26" w:rsidP="00192C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2C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testes extensivos.</w:t>
            </w:r>
          </w:p>
          <w:p w14:paraId="6ABBC9E7" w14:textId="77777777" w:rsidR="00701A2C" w:rsidRPr="00192C26" w:rsidRDefault="00701A2C" w:rsidP="00192C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D9628" w14:textId="77777777" w:rsidR="00A17DE8" w:rsidRDefault="00A17DE8" w:rsidP="00A17D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2B6644E" w14:textId="77777777" w:rsidR="00A17DE8" w:rsidRDefault="00A17DE8" w:rsidP="00A17D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A32F421" w14:textId="77777777" w:rsidR="00A17DE8" w:rsidRDefault="00A17DE8" w:rsidP="00A17DE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FCC7020" w14:textId="77777777" w:rsidR="00A17DE8" w:rsidRPr="00AB5AF8" w:rsidRDefault="00A17DE8" w:rsidP="00A17DE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10F6692C" w14:textId="77777777" w:rsidR="00A17DE8" w:rsidRPr="00AB5AF8" w:rsidRDefault="00A17DE8" w:rsidP="00A17DE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82D860A" w14:textId="77777777" w:rsidR="00A17DE8" w:rsidRPr="00AB5AF8" w:rsidRDefault="00A17DE8" w:rsidP="00A17DE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657C0B4B" w14:textId="77777777" w:rsidR="00A17DE8" w:rsidRPr="00AB5AF8" w:rsidRDefault="00A17DE8" w:rsidP="00A17DE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62CA1808" w14:textId="77777777" w:rsidR="00A17DE8" w:rsidRPr="00A128FE" w:rsidRDefault="00A17DE8" w:rsidP="00A17DE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7E08D84C" w14:textId="77777777" w:rsidR="00A17DE8" w:rsidRPr="00AB5AF8" w:rsidRDefault="00A17DE8" w:rsidP="00A17DE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345EE34E" w14:textId="77777777" w:rsidR="00A17DE8" w:rsidRPr="008047E3" w:rsidRDefault="00A17DE8" w:rsidP="00A17D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42FF61" w14:textId="77777777" w:rsidR="00701A2C" w:rsidRPr="00057283" w:rsidRDefault="00701A2C" w:rsidP="00701A2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87A6A1A" w14:textId="77777777" w:rsidR="000364B9" w:rsidRDefault="000364B9" w:rsidP="000364B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856E49E" w14:textId="6AFF57EA" w:rsidR="00A23DCD" w:rsidRDefault="00A23DCD" w:rsidP="00A23DCD">
      <w:pPr>
        <w:rPr>
          <w:rFonts w:ascii="Verdana Pro Light" w:hAnsi="Verdana Pro Light"/>
          <w:smallCaps/>
        </w:rPr>
      </w:pPr>
    </w:p>
    <w:p w14:paraId="088D2E95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B40D1E9" w14:textId="3078034B" w:rsidR="00A23DCD" w:rsidRPr="00177A6A" w:rsidRDefault="00217F86" w:rsidP="00A23DCD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Implementar</w:t>
      </w:r>
      <w:r w:rsidR="00177A6A" w:rsidRPr="00177A6A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interfaces interativas</w:t>
      </w:r>
    </w:p>
    <w:p w14:paraId="70C1B1EE" w14:textId="77777777" w:rsidR="00A23DCD" w:rsidRPr="0064164C" w:rsidRDefault="00A23DCD" w:rsidP="00A23D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Desenhando </w:t>
      </w:r>
      <w:r w:rsidR="009C64F2" w:rsidRP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interface</w:t>
      </w:r>
      <w:r w:rsid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  <w:r w:rsidR="009C64F2" w:rsidRP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intuitiva</w:t>
      </w:r>
      <w:r w:rsid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 e facilmente navegáveis</w:t>
      </w:r>
      <w:r w:rsidR="009C64F2" w:rsidRP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1D3F2F1" w14:textId="77777777" w:rsidR="00A23DCD" w:rsidRPr="0064164C" w:rsidRDefault="00A23DCD" w:rsidP="00A23D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9C64F2" w:rsidRP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presenta</w:t>
      </w:r>
      <w:r w:rsid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="009C64F2" w:rsidRP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 w:rsid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a informação</w:t>
      </w:r>
      <w:r w:rsidR="009C64F2" w:rsidRP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maneira clara e acessível</w:t>
      </w:r>
      <w:r w:rsid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B1BEE94" w14:textId="77777777" w:rsidR="00A23DCD" w:rsidRPr="0064164C" w:rsidRDefault="00A23DCD" w:rsidP="00A23D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C64F2" w:rsidRP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 w:rsid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9C64F2" w:rsidRP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que </w:t>
      </w:r>
      <w:r w:rsidR="009C64F2" w:rsidRPr="009C64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contraste entre o texto e o fundo seja suficiente para garantir a leitura fácil.</w:t>
      </w:r>
    </w:p>
    <w:p w14:paraId="1ADA4A34" w14:textId="2039C5C9" w:rsidR="00E832A4" w:rsidRPr="00E832A4" w:rsidRDefault="00E832A4" w:rsidP="00E832A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Respondendo de forma rápida e eficiente aos comandos do utilizador.</w:t>
      </w:r>
    </w:p>
    <w:p w14:paraId="435D756C" w14:textId="486999F9" w:rsidR="00E832A4" w:rsidRPr="00E832A4" w:rsidRDefault="00E832A4" w:rsidP="00E832A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Navegando pela interface de maneira rápida e eficiente.</w:t>
      </w:r>
    </w:p>
    <w:p w14:paraId="736E837A" w14:textId="68F53B0D" w:rsidR="00E832A4" w:rsidRPr="00E832A4" w:rsidRDefault="00E832A4" w:rsidP="00E832A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6</w:t>
      </w: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Mantendo os elementos visuais consistentes em toda a interface.</w:t>
      </w:r>
    </w:p>
    <w:p w14:paraId="71B6D7F4" w14:textId="2B5580A1" w:rsidR="00E832A4" w:rsidRPr="00E832A4" w:rsidRDefault="00E832A4" w:rsidP="00E832A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192C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7</w:t>
      </w: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Ajustando adequadamente a diferentes tamanhos de ecrã.</w:t>
      </w:r>
    </w:p>
    <w:p w14:paraId="52242525" w14:textId="4CFCF8C7" w:rsidR="00A23DCD" w:rsidRPr="0064164C" w:rsidRDefault="00E832A4" w:rsidP="00E832A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192C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8</w:t>
      </w: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Pr="00E832A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Evitando redundâncias e excessos.</w:t>
      </w:r>
    </w:p>
    <w:p w14:paraId="4FB1E63D" w14:textId="77777777" w:rsidR="00A23DCD" w:rsidRPr="00136AD8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DA9E47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BF70E1E" w14:textId="77777777" w:rsidR="00701A2C" w:rsidRPr="0026519E" w:rsidRDefault="00701A2C" w:rsidP="002651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digitais em design, desenvolvimento, marketing digital.</w:t>
      </w:r>
    </w:p>
    <w:p w14:paraId="3EA12234" w14:textId="77777777" w:rsidR="00177A6A" w:rsidRPr="0026519E" w:rsidRDefault="00177A6A" w:rsidP="002651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Desenvolvimento de Software</w:t>
      </w:r>
    </w:p>
    <w:p w14:paraId="46A9F4C4" w14:textId="77777777" w:rsidR="00177A6A" w:rsidRPr="0026519E" w:rsidRDefault="00177A6A" w:rsidP="002651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digitais em Multimédia, Audiovisuais.</w:t>
      </w:r>
    </w:p>
    <w:p w14:paraId="011FCECF" w14:textId="77777777" w:rsidR="00177A6A" w:rsidRPr="003B3F8D" w:rsidRDefault="00177A6A" w:rsidP="00177A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3C4D993E" w14:textId="77777777" w:rsidR="00177A6A" w:rsidRPr="003B3F8D" w:rsidRDefault="00177A6A" w:rsidP="00177A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07FCA24A" w14:textId="77777777" w:rsidR="00177A6A" w:rsidRPr="003B3F8D" w:rsidRDefault="00177A6A" w:rsidP="00177A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01EAA9C2" w14:textId="77777777" w:rsidR="00177A6A" w:rsidRPr="003B3F8D" w:rsidRDefault="00177A6A" w:rsidP="00177A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227F25C9" w14:textId="77777777" w:rsidR="00177A6A" w:rsidRPr="003B3F8D" w:rsidRDefault="00177A6A" w:rsidP="00177A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02D94D3E" w14:textId="77777777" w:rsidR="00177A6A" w:rsidRPr="003B3F8D" w:rsidRDefault="00177A6A" w:rsidP="00177A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6574F6FF" w14:textId="77777777" w:rsidR="00177A6A" w:rsidRPr="003B3F8D" w:rsidRDefault="00177A6A" w:rsidP="00177A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53348CAC" w14:textId="77777777" w:rsidR="00177A6A" w:rsidRDefault="00177A6A" w:rsidP="00177A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148FF6A9" w14:textId="77777777" w:rsidR="00701A2C" w:rsidRPr="0026519E" w:rsidRDefault="00701A2C" w:rsidP="0026519E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1F6688A" w14:textId="77777777" w:rsidR="00701A2C" w:rsidRPr="00F87025" w:rsidRDefault="00701A2C" w:rsidP="00701A2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5156A59" w14:textId="77777777" w:rsidR="00701A2C" w:rsidRPr="005E2D82" w:rsidRDefault="00701A2C" w:rsidP="00701A2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19DA7AE" w14:textId="77777777" w:rsidR="00701A2C" w:rsidRPr="005E2D82" w:rsidRDefault="00701A2C" w:rsidP="00701A2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Aplicações informáticas e plataformas de prototipagem de aplicações para dispositivos móveis</w:t>
      </w:r>
    </w:p>
    <w:p w14:paraId="4836A5C3" w14:textId="77777777" w:rsidR="00701A2C" w:rsidRPr="005E2D82" w:rsidRDefault="00701A2C" w:rsidP="00701A2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de imagem</w:t>
      </w:r>
    </w:p>
    <w:p w14:paraId="738204E0" w14:textId="77777777" w:rsidR="00701A2C" w:rsidRPr="005E2D82" w:rsidRDefault="00701A2C" w:rsidP="00701A2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Bancos de imagem, sons e vídeos</w:t>
      </w:r>
    </w:p>
    <w:p w14:paraId="5E01F9D0" w14:textId="77777777" w:rsidR="00701A2C" w:rsidRPr="00501DC8" w:rsidRDefault="00701A2C" w:rsidP="00701A2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Estudos de caso de design UX/UI</w:t>
      </w:r>
    </w:p>
    <w:p w14:paraId="0CD984E5" w14:textId="77777777" w:rsidR="00A23DCD" w:rsidRPr="00501DC8" w:rsidRDefault="00A23DCD" w:rsidP="00A23DC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FCC00FD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4E9B71" w14:textId="77777777" w:rsidR="00A23DCD" w:rsidRPr="00F87025" w:rsidRDefault="00A23DCD" w:rsidP="00A23DC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2ADF401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767572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F2A78B" w14:textId="77777777" w:rsidR="00464BFD" w:rsidRDefault="00464BFD" w:rsidP="00464BFD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64BFD" w:rsidRPr="00136AD8" w14:paraId="245CD38F" w14:textId="77777777" w:rsidTr="007C5D6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D123F30" w14:textId="55A5EECB" w:rsidR="00464BFD" w:rsidRPr="00136AD8" w:rsidRDefault="00464BFD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DB619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="00D01CA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DB6195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00ED70D" w14:textId="77777777" w:rsidR="00464BFD" w:rsidRPr="009C256C" w:rsidRDefault="00464BFD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7" w:name="_Hlk155169442"/>
            <w:r>
              <w:t>Realizar desenho</w:t>
            </w:r>
            <w:r w:rsidRPr="00BC4B21">
              <w:t xml:space="preserve"> gráfico de interfaces</w:t>
            </w:r>
            <w:bookmarkEnd w:id="17"/>
          </w:p>
        </w:tc>
      </w:tr>
      <w:tr w:rsidR="00464BFD" w:rsidRPr="00136AD8" w14:paraId="4BFE9B46" w14:textId="77777777" w:rsidTr="007C5D6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82CD384" w14:textId="65828799" w:rsidR="00464BFD" w:rsidRPr="00136AD8" w:rsidRDefault="00464BFD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907547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ABB3C22" w14:textId="77777777" w:rsidR="00464BFD" w:rsidRPr="00136AD8" w:rsidRDefault="00464BFD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UX/UI</w:t>
            </w:r>
          </w:p>
        </w:tc>
      </w:tr>
    </w:tbl>
    <w:p w14:paraId="0197ABBE" w14:textId="77777777" w:rsidR="00464BFD" w:rsidRPr="00136AD8" w:rsidRDefault="00464BFD" w:rsidP="00464BF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2A44D4C" w14:textId="77777777" w:rsidR="00464BFD" w:rsidRDefault="00464BFD" w:rsidP="00464BF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64363C11" w14:textId="77777777" w:rsidR="00464BFD" w:rsidRDefault="00464BFD" w:rsidP="00464BFD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0FAB4D41" w14:textId="77777777" w:rsidR="00464BFD" w:rsidRPr="00136AD8" w:rsidRDefault="00464BFD" w:rsidP="00464BF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64BFD" w:rsidRPr="00136AD8" w14:paraId="01249136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BF7627" w14:textId="77777777" w:rsidR="00464BFD" w:rsidRPr="001B353A" w:rsidRDefault="00464BFD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64BFD" w:rsidRPr="00136AD8" w14:paraId="16F70A16" w14:textId="77777777" w:rsidTr="007C5D6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E36C54" w14:textId="77777777" w:rsidR="00464BFD" w:rsidRPr="0007693B" w:rsidRDefault="00464BFD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Selecionar</w:t>
            </w:r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dispositivos audiovisuais.</w:t>
            </w:r>
          </w:p>
          <w:p w14:paraId="19BFB6B3" w14:textId="77777777" w:rsidR="00464BFD" w:rsidRPr="0007693B" w:rsidRDefault="00464BFD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Produzir layouts para interfaces.</w:t>
            </w:r>
          </w:p>
          <w:p w14:paraId="74590A8F" w14:textId="17360A77" w:rsidR="00464BFD" w:rsidRPr="0026519E" w:rsidRDefault="00464BFD" w:rsidP="002651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esboço, prototipagem e design.</w:t>
            </w:r>
          </w:p>
        </w:tc>
      </w:tr>
      <w:tr w:rsidR="00464BFD" w:rsidRPr="00136AD8" w14:paraId="759CAB0D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4AA478" w14:textId="77777777" w:rsidR="00464BFD" w:rsidRPr="001B353A" w:rsidRDefault="00464BFD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944518" w14:textId="77777777" w:rsidR="00464BFD" w:rsidRPr="001B353A" w:rsidRDefault="00464BFD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32B77B8" w14:textId="77777777" w:rsidR="00464BFD" w:rsidRPr="001B353A" w:rsidRDefault="00464BFD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64BFD" w:rsidRPr="00136AD8" w14:paraId="5DC956E3" w14:textId="77777777" w:rsidTr="007C5D6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B106E" w14:textId="77777777" w:rsidR="00464BFD" w:rsidRPr="00607FC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do design e da tecnologia</w:t>
            </w:r>
          </w:p>
          <w:p w14:paraId="3E92056E" w14:textId="77777777" w:rsidR="00464BFD" w:rsidRPr="00607FC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Dispositivos e plataformas móveis –aplicações mobile – características e funcionalidades</w:t>
            </w:r>
          </w:p>
          <w:p w14:paraId="02E73304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esenvolvimento das aplicações mobile </w:t>
            </w:r>
          </w:p>
          <w:p w14:paraId="7A9CE310" w14:textId="77777777" w:rsidR="00464BFD" w:rsidRPr="00607FC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UX/UI</w:t>
            </w:r>
          </w:p>
          <w:p w14:paraId="6FBFC902" w14:textId="77777777" w:rsidR="00464BFD" w:rsidRPr="00607FC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Tipografia e a cor nos dispositivos móveis</w:t>
            </w:r>
          </w:p>
          <w:p w14:paraId="2B8F4DBC" w14:textId="77777777" w:rsidR="00464BFD" w:rsidRPr="00607FC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do design</w:t>
            </w:r>
          </w:p>
          <w:p w14:paraId="33A5F073" w14:textId="77777777" w:rsidR="00464BFD" w:rsidRPr="00607FC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Acessibilidade em design</w:t>
            </w:r>
          </w:p>
          <w:p w14:paraId="00064CBD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Exportação para diferentes plataformas</w:t>
            </w:r>
          </w:p>
          <w:p w14:paraId="0CBAA3CA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2A278A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F3BD89B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F1834E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472EBD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D8D59D" w14:textId="77777777" w:rsidR="00464BFD" w:rsidRPr="001B353A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7B06B" w14:textId="77777777" w:rsidR="00464BFD" w:rsidRPr="00607FC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referências e tendências do design e da tecnologia</w:t>
            </w:r>
          </w:p>
          <w:p w14:paraId="3387BE2E" w14:textId="77777777" w:rsidR="00464BFD" w:rsidRPr="00607FC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</w:t>
            </w: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conceção e desenvolvimento</w:t>
            </w:r>
          </w:p>
          <w:p w14:paraId="7997C539" w14:textId="77777777" w:rsidR="00464BFD" w:rsidRPr="00607FC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principais programas e plataformas informáticas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desenvolver protótipos </w:t>
            </w: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 para dispositivos móveis</w:t>
            </w:r>
          </w:p>
          <w:p w14:paraId="4E7605BB" w14:textId="77777777" w:rsidR="00464BFD" w:rsidRPr="00607FC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</w:t>
            </w: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etapas do processo de trabalho do designer UX/UI</w:t>
            </w:r>
          </w:p>
          <w:p w14:paraId="20C6B1AD" w14:textId="77777777" w:rsidR="00464BFD" w:rsidRPr="00607FC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</w:t>
            </w: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métodos de pesquisa para recolher dados sobre as necessidades, comportamentos e preferências dos utilizadores</w:t>
            </w:r>
          </w:p>
          <w:p w14:paraId="019AEC0E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bibliotecas de código.</w:t>
            </w:r>
          </w:p>
          <w:p w14:paraId="2F5E7D06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6EF21E7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F46E47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37635F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EC1B96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EB2EDE" w14:textId="77777777" w:rsidR="00464BFD" w:rsidRPr="00057283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1F1A2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44FBEC5" w14:textId="77777777" w:rsidR="00464BFD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2569390" w14:textId="77777777" w:rsidR="00464BFD" w:rsidRDefault="00464BFD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3E67C8DD" w14:textId="77777777" w:rsidR="00464BFD" w:rsidRPr="00AB5AF8" w:rsidRDefault="00464BFD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2E91A00D" w14:textId="77777777" w:rsidR="00464BFD" w:rsidRPr="00AB5AF8" w:rsidRDefault="00464BFD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3B5DD6E" w14:textId="77777777" w:rsidR="00464BFD" w:rsidRPr="00AB5AF8" w:rsidRDefault="00464BFD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2FC7C1C" w14:textId="77777777" w:rsidR="00464BFD" w:rsidRPr="00AB5AF8" w:rsidRDefault="00464BFD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B320C05" w14:textId="77777777" w:rsidR="00464BFD" w:rsidRPr="00A128FE" w:rsidRDefault="00464BFD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4A041174" w14:textId="77777777" w:rsidR="00464BFD" w:rsidRPr="00AB5AF8" w:rsidRDefault="00464BFD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91E6FE0" w14:textId="77777777" w:rsidR="00464BFD" w:rsidRPr="008047E3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FB6AAF5" w14:textId="77777777" w:rsidR="00464BFD" w:rsidRPr="00057283" w:rsidRDefault="00464BFD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0173329" w14:textId="77777777" w:rsidR="00464BFD" w:rsidRDefault="00464BFD" w:rsidP="00464BF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5126690" w14:textId="77777777" w:rsidR="00464BFD" w:rsidRDefault="00464BFD" w:rsidP="00464BF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DF584C6" w14:textId="77777777" w:rsidR="00464BFD" w:rsidRPr="00F87025" w:rsidRDefault="00464BFD" w:rsidP="00464BF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EF346F8" w14:textId="18A6733D" w:rsidR="00464BFD" w:rsidRPr="00F20E6F" w:rsidRDefault="00BF7132" w:rsidP="00464BF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Realizar d</w:t>
      </w:r>
      <w:r w:rsidR="00464BFD" w:rsidRPr="00FC53A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esenho gráfico de interfaces</w:t>
      </w:r>
      <w:r w:rsidR="00464BF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5F663EB" w14:textId="77777777" w:rsidR="00464BFD" w:rsidRPr="0064164C" w:rsidRDefault="00464BFD" w:rsidP="00464BF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07F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Utilizando programas informáticos adequados à prototipagem de aplicações móveis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86427AF" w14:textId="77777777" w:rsidR="00464BFD" w:rsidRPr="0064164C" w:rsidRDefault="00464BFD" w:rsidP="00464BF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07F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Fazendo testes de usabilidade e acessibilidade analisando e corrigindo erros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5531B0D" w14:textId="77777777" w:rsidR="00464BFD" w:rsidRPr="0064164C" w:rsidRDefault="00464BFD" w:rsidP="00464BF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que a</w:t>
      </w:r>
      <w:r w:rsidRPr="005E2D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interface é intuitiva e fácil de usar para os u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tilizadores.</w:t>
      </w:r>
    </w:p>
    <w:p w14:paraId="60417738" w14:textId="77777777" w:rsidR="00464BFD" w:rsidRPr="0064164C" w:rsidRDefault="00464BFD" w:rsidP="00464BF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5E2D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5E2D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 diferentes tamanhos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ecrã</w:t>
      </w:r>
      <w:r w:rsidRPr="005E2D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dispositivos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A8793B5" w14:textId="77777777" w:rsidR="00464BFD" w:rsidRPr="0064164C" w:rsidRDefault="00464BFD" w:rsidP="00464BF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F</w:t>
      </w:r>
      <w:r w:rsidRPr="005E2D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unciona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E2D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bem em dispositivos móveis, garantindo uma experiência consistente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E3A63F7" w14:textId="77777777" w:rsidR="00464BFD" w:rsidRPr="00136AD8" w:rsidRDefault="00464BFD" w:rsidP="00464BF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19D312" w14:textId="77777777" w:rsidR="00464BFD" w:rsidRPr="00F87025" w:rsidRDefault="00464BFD" w:rsidP="00464BF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193B777" w14:textId="77777777" w:rsidR="0026519E" w:rsidRPr="0026519E" w:rsidRDefault="0026519E" w:rsidP="002651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digitais em design, desenvolvimento, marketing digital.</w:t>
      </w:r>
    </w:p>
    <w:p w14:paraId="3AF21C35" w14:textId="77777777" w:rsidR="0026519E" w:rsidRPr="0026519E" w:rsidRDefault="0026519E" w:rsidP="002651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Desenvolvimento de Software</w:t>
      </w:r>
    </w:p>
    <w:p w14:paraId="7530FE22" w14:textId="77777777" w:rsidR="0026519E" w:rsidRPr="0026519E" w:rsidRDefault="0026519E" w:rsidP="002651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digitais em Multimédia, Audiovisuais.</w:t>
      </w:r>
    </w:p>
    <w:p w14:paraId="7392593B" w14:textId="77777777" w:rsidR="0026519E" w:rsidRPr="003B3F8D" w:rsidRDefault="0026519E" w:rsidP="002651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50762870" w14:textId="77777777" w:rsidR="0026519E" w:rsidRPr="003B3F8D" w:rsidRDefault="0026519E" w:rsidP="002651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5FFA4234" w14:textId="77777777" w:rsidR="0026519E" w:rsidRPr="003B3F8D" w:rsidRDefault="0026519E" w:rsidP="002651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1ECAA5DA" w14:textId="77777777" w:rsidR="0026519E" w:rsidRPr="003B3F8D" w:rsidRDefault="0026519E" w:rsidP="002651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5F495151" w14:textId="77777777" w:rsidR="0026519E" w:rsidRPr="003B3F8D" w:rsidRDefault="0026519E" w:rsidP="002651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1AC18850" w14:textId="77777777" w:rsidR="0026519E" w:rsidRPr="003B3F8D" w:rsidRDefault="0026519E" w:rsidP="002651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0D973085" w14:textId="77777777" w:rsidR="0026519E" w:rsidRPr="003B3F8D" w:rsidRDefault="0026519E" w:rsidP="002651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7C2D0E6B" w14:textId="77777777" w:rsidR="0026519E" w:rsidRDefault="0026519E" w:rsidP="0026519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2F9FBE0B" w14:textId="77777777" w:rsidR="00464BFD" w:rsidRPr="00051C79" w:rsidRDefault="00464BFD" w:rsidP="00464BF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4A676B" w14:textId="77777777" w:rsidR="00464BFD" w:rsidRPr="00F87025" w:rsidRDefault="00464BFD" w:rsidP="00464BF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CCCADB2" w14:textId="77777777" w:rsidR="002F5E88" w:rsidRPr="005E2D82" w:rsidRDefault="002F5E88" w:rsidP="002F5E8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3305276" w14:textId="77777777" w:rsidR="002F5E88" w:rsidRPr="005E2D82" w:rsidRDefault="002F5E88" w:rsidP="002F5E8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Aplicações informáticas e plataformas de prototipagem de aplicações para dispositivos móveis</w:t>
      </w:r>
    </w:p>
    <w:p w14:paraId="1FD8800A" w14:textId="77777777" w:rsidR="002F5E88" w:rsidRPr="005E2D82" w:rsidRDefault="002F5E88" w:rsidP="002F5E8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de imagem</w:t>
      </w:r>
    </w:p>
    <w:p w14:paraId="4FB4CD2F" w14:textId="77777777" w:rsidR="002F5E88" w:rsidRPr="005E2D82" w:rsidRDefault="002F5E88" w:rsidP="002F5E8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Bancos de imagem, sons e vídeos</w:t>
      </w:r>
    </w:p>
    <w:p w14:paraId="0B1D3B70" w14:textId="4D3D0A92" w:rsidR="00464BFD" w:rsidRPr="002F5E88" w:rsidRDefault="002F5E88" w:rsidP="00464BF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Estudos de caso de design UX/UI</w:t>
      </w:r>
    </w:p>
    <w:p w14:paraId="558B8DBA" w14:textId="77777777" w:rsidR="00A55891" w:rsidRPr="00051C79" w:rsidRDefault="00A55891" w:rsidP="00464BF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7DF32D" w14:textId="77777777" w:rsidR="00464BFD" w:rsidRPr="00F87025" w:rsidRDefault="00464BFD" w:rsidP="00464BF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9E70E18" w14:textId="77777777" w:rsidR="00464BFD" w:rsidRPr="00051C79" w:rsidRDefault="00464BFD" w:rsidP="00464BF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14753B" w14:textId="77777777" w:rsidR="00464BFD" w:rsidRPr="00051C79" w:rsidRDefault="00464BFD" w:rsidP="00464BF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848143" w14:textId="77777777" w:rsidR="00A23DCD" w:rsidRPr="00051C79" w:rsidRDefault="00A23DCD" w:rsidP="00A23DC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7981F0" w14:textId="752E38B4" w:rsidR="00DF12F7" w:rsidRDefault="00A23DCD" w:rsidP="008E4C3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B5A8B" w:rsidRPr="00136AD8" w14:paraId="4151E70B" w14:textId="77777777" w:rsidTr="007C5D6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0592C00" w14:textId="5010283D" w:rsidR="00CB5A8B" w:rsidRPr="00136AD8" w:rsidRDefault="00CB5A8B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C63D9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7F9B2EB" w14:textId="0DD51AD5" w:rsidR="00CB5A8B" w:rsidRPr="009C256C" w:rsidRDefault="00C7697C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Desen</w:t>
            </w:r>
            <w:r w:rsidR="003D411C">
              <w:t>volv</w:t>
            </w:r>
            <w:r w:rsidR="006F3A66">
              <w:t>er</w:t>
            </w:r>
            <w:r w:rsidR="00A06EEF">
              <w:t xml:space="preserve"> narrativas </w:t>
            </w:r>
            <w:proofErr w:type="spellStart"/>
            <w:r w:rsidR="00CB5A8B" w:rsidRPr="00BC4B21">
              <w:t>transMedia</w:t>
            </w:r>
            <w:proofErr w:type="spellEnd"/>
            <w:r w:rsidR="008136E4">
              <w:t xml:space="preserve"> de</w:t>
            </w:r>
            <w:r w:rsidR="00CB5A8B" w:rsidRPr="00BC4B21">
              <w:t xml:space="preserve"> design imersivo e realidade virtual</w:t>
            </w:r>
          </w:p>
        </w:tc>
      </w:tr>
      <w:tr w:rsidR="00CB5A8B" w:rsidRPr="00136AD8" w14:paraId="0ABCC56F" w14:textId="77777777" w:rsidTr="007C5D6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E197B04" w14:textId="1B1FCC3F" w:rsidR="00CB5A8B" w:rsidRPr="00136AD8" w:rsidRDefault="00CB5A8B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0181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291497B" w14:textId="77777777" w:rsidR="00CB5A8B" w:rsidRPr="00136AD8" w:rsidRDefault="00CB5A8B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4D0A1C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Média e Tecnologias </w:t>
            </w: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E</w:t>
            </w:r>
            <w:r w:rsidRPr="004D0A1C">
              <w:rPr>
                <w:rFonts w:ascii="Verdana Pro Light" w:eastAsia="Arial Unicode MS" w:hAnsi="Verdana Pro Light" w:cs="Times New Roman"/>
                <w:sz w:val="18"/>
                <w:szCs w:val="18"/>
              </w:rPr>
              <w:t>mergentes</w:t>
            </w:r>
          </w:p>
        </w:tc>
      </w:tr>
    </w:tbl>
    <w:p w14:paraId="06EEED53" w14:textId="77777777" w:rsidR="00CB5A8B" w:rsidRPr="00136AD8" w:rsidRDefault="00CB5A8B" w:rsidP="00CB5A8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7132CE5" w14:textId="6617A5C5" w:rsidR="00CB5A8B" w:rsidRPr="003200F2" w:rsidRDefault="00CB5A8B" w:rsidP="00CB5A8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613E2D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5AE1951" w14:textId="77777777" w:rsidR="00CB5A8B" w:rsidRPr="00136AD8" w:rsidRDefault="00CB5A8B" w:rsidP="00CB5A8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B5A8B" w:rsidRPr="00136AD8" w14:paraId="2104682A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0E273F" w14:textId="77777777" w:rsidR="00CB5A8B" w:rsidRPr="001B353A" w:rsidRDefault="00CB5A8B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B5A8B" w:rsidRPr="00136AD8" w14:paraId="60DFCB74" w14:textId="77777777" w:rsidTr="007C5D6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CE9A7" w14:textId="1C0F6F0C" w:rsidR="00CB5A8B" w:rsidRPr="004D0A1C" w:rsidRDefault="00CB5A8B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04B9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o universo narrativo e as </w:t>
            </w:r>
            <w:r w:rsidR="0028414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personagens </w:t>
            </w:r>
          </w:p>
          <w:p w14:paraId="0D3C6FB5" w14:textId="1441E7F9" w:rsidR="00CB5A8B" w:rsidRPr="004D0A1C" w:rsidRDefault="00CB5A8B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8414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Planear o desenvolvimento da narrativa pelos diferentes meios </w:t>
            </w:r>
          </w:p>
          <w:p w14:paraId="62962388" w14:textId="3770E275" w:rsidR="00CB5A8B" w:rsidRPr="004D0A1C" w:rsidRDefault="00CB5A8B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8414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Integrar as tecnologias de design imersivo e realidade virtual </w:t>
            </w:r>
          </w:p>
          <w:p w14:paraId="43103C22" w14:textId="29C6EAE7" w:rsidR="00CB5A8B" w:rsidRPr="00796F10" w:rsidRDefault="00CB5A8B" w:rsidP="00796F1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431A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Criação </w:t>
            </w:r>
            <w:r w:rsidR="0073370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integração </w:t>
            </w:r>
            <w:r w:rsidR="000431AB">
              <w:rPr>
                <w:rFonts w:ascii="Verdana Pro Light" w:eastAsia="Arial Unicode MS" w:hAnsi="Verdana Pro Light" w:cs="Arial Unicode MS"/>
                <w:sz w:val="18"/>
                <w:szCs w:val="18"/>
              </w:rPr>
              <w:t>d</w:t>
            </w:r>
            <w:r w:rsidR="00733709">
              <w:rPr>
                <w:rFonts w:ascii="Verdana Pro Light" w:eastAsia="Arial Unicode MS" w:hAnsi="Verdana Pro Light" w:cs="Arial Unicode MS"/>
                <w:sz w:val="18"/>
                <w:szCs w:val="18"/>
              </w:rPr>
              <w:t>e</w:t>
            </w:r>
            <w:r w:rsidR="000431A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conteúdo multimédia </w:t>
            </w:r>
          </w:p>
        </w:tc>
      </w:tr>
      <w:tr w:rsidR="00CB5A8B" w:rsidRPr="00136AD8" w14:paraId="48593404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8CF896" w14:textId="77777777" w:rsidR="00CB5A8B" w:rsidRPr="001B353A" w:rsidRDefault="00CB5A8B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2944FF" w14:textId="77777777" w:rsidR="00CB5A8B" w:rsidRPr="001B353A" w:rsidRDefault="00CB5A8B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D48AE72" w14:textId="77777777" w:rsidR="00CB5A8B" w:rsidRPr="001B353A" w:rsidRDefault="00CB5A8B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B5A8B" w:rsidRPr="00136AD8" w14:paraId="1DEDD971" w14:textId="77777777" w:rsidTr="007C5D6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D46CF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B4B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Compreensão da narrativa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</w:t>
            </w:r>
            <w:r w:rsidRPr="00DB4B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diferentes médias (texto, vídeo, áudio).</w:t>
            </w:r>
          </w:p>
          <w:p w14:paraId="6102465E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Integração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diferentes formas de 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uma única narrativa.</w:t>
            </w:r>
          </w:p>
          <w:p w14:paraId="2F5275D1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Realidade Virtual.</w:t>
            </w:r>
          </w:p>
          <w:p w14:paraId="097E9B76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Realidade Aumentada.</w:t>
            </w:r>
          </w:p>
          <w:p w14:paraId="591EAABF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incentivo à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participação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8895A06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fundamentais de design para experiências imersivas</w:t>
            </w:r>
          </w:p>
          <w:p w14:paraId="184F5C98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ardware e software relacionados à RV e RA</w:t>
            </w:r>
          </w:p>
          <w:p w14:paraId="379FE07A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nterfaces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interativas em ambientes tridimensionais.</w:t>
            </w:r>
          </w:p>
          <w:p w14:paraId="0B737713" w14:textId="77777777" w:rsidR="00CB5A8B" w:rsidRPr="00DA3252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Design centrado no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garantir uma experiência imersiva intuitiva.</w:t>
            </w:r>
          </w:p>
          <w:p w14:paraId="67ABC3B4" w14:textId="77777777" w:rsidR="00CB5A8B" w:rsidRPr="00DA3252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Programação em ambientes como </w:t>
            </w:r>
            <w:proofErr w:type="spellStart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Unity</w:t>
            </w:r>
            <w:proofErr w:type="spellEnd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</w:t>
            </w:r>
            <w:proofErr w:type="spellStart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Unreal</w:t>
            </w:r>
            <w:proofErr w:type="spellEnd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Engine</w:t>
            </w:r>
            <w:proofErr w:type="spellEnd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37FCC3F" w14:textId="77777777" w:rsidR="00CB5A8B" w:rsidRPr="00134354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linguagens como C# ou C++ para criar experiências interativas.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D33BF" w14:textId="77777777" w:rsidR="00284143" w:rsidRDefault="0028414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Pesquisar informação sobre novas aplicações e tecnologias multimédia emergentes.</w:t>
            </w:r>
          </w:p>
          <w:p w14:paraId="6E09817B" w14:textId="40CD54DB" w:rsidR="00204B99" w:rsidRDefault="00284143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conceitos de </w:t>
            </w:r>
            <w:proofErr w:type="spellStart"/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transMedia</w:t>
            </w:r>
            <w:proofErr w:type="spellEnd"/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design imersivo e realidade </w:t>
            </w:r>
            <w:proofErr w:type="spellStart"/>
            <w:proofErr w:type="gramStart"/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virtual.</w:t>
            </w:r>
            <w:r w:rsidR="00204B99"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</w:t>
            </w:r>
            <w:proofErr w:type="spellEnd"/>
            <w:proofErr w:type="gramEnd"/>
            <w:r w:rsidR="00204B99"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importância da comunicação diferenciada, tangível e interativa.</w:t>
            </w:r>
          </w:p>
          <w:p w14:paraId="18CB7065" w14:textId="10B79631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B4B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histórias coesas e envolventes que fluem de uma média para outra.</w:t>
            </w:r>
          </w:p>
          <w:p w14:paraId="4FA38E8F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o conteúdo de acordo com a plataforma de distribuição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0A0E2CF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sensação de presença e envolvimento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729F764" w14:textId="77777777" w:rsidR="00CB5A8B" w:rsidRPr="00517AA8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dispositivos como </w:t>
            </w:r>
            <w:proofErr w:type="spellStart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Oculus</w:t>
            </w:r>
            <w:proofErr w:type="spellEnd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Rift, HTC Vive, HoloLens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0048927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modelos 3D e animações para ambientes virtuais</w:t>
            </w:r>
          </w:p>
          <w:p w14:paraId="390E5E22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interfaces intuitivas para ambientes de RV.</w:t>
            </w:r>
          </w:p>
          <w:p w14:paraId="773E0455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projetos conforme a plataforma escolhida</w:t>
            </w:r>
          </w:p>
          <w:p w14:paraId="213923BF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343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conteúdo visual, auditivo e textual que se complementem</w:t>
            </w:r>
          </w:p>
          <w:p w14:paraId="281D1B66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293ECF" w14:textId="77777777" w:rsidR="00CB5A8B" w:rsidRPr="00733709" w:rsidRDefault="00CB5A8B" w:rsidP="00733709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290358" w14:textId="77777777" w:rsidR="00CB5A8B" w:rsidRPr="00733709" w:rsidRDefault="00CB5A8B" w:rsidP="00733709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1F49A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6EC1832C" w14:textId="77777777" w:rsidR="00CB5A8B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10D2254D" w14:textId="77777777" w:rsidR="00CB5A8B" w:rsidRDefault="00CB5A8B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8EDA741" w14:textId="77777777" w:rsidR="00CB5A8B" w:rsidRPr="00AB5AF8" w:rsidRDefault="00CB5A8B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00364FDE" w14:textId="77777777" w:rsidR="00CB5A8B" w:rsidRPr="00AB5AF8" w:rsidRDefault="00CB5A8B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EA2B6AA" w14:textId="77777777" w:rsidR="00CB5A8B" w:rsidRPr="00AB5AF8" w:rsidRDefault="00CB5A8B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03466863" w14:textId="77777777" w:rsidR="00CB5A8B" w:rsidRPr="00AB5AF8" w:rsidRDefault="00CB5A8B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F1F4A8C" w14:textId="77777777" w:rsidR="00CB5A8B" w:rsidRPr="00A128FE" w:rsidRDefault="00CB5A8B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2E7BB9A0" w14:textId="77777777" w:rsidR="00CB5A8B" w:rsidRPr="00AB5AF8" w:rsidRDefault="00CB5A8B" w:rsidP="007C5D6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B8CF4A8" w14:textId="77777777" w:rsidR="00CB5A8B" w:rsidRPr="008047E3" w:rsidRDefault="00CB5A8B" w:rsidP="007C5D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92C073" w14:textId="77777777" w:rsidR="00CB5A8B" w:rsidRPr="00057283" w:rsidRDefault="00CB5A8B" w:rsidP="007C5D6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8BB7979" w14:textId="77777777" w:rsidR="00CB5A8B" w:rsidRDefault="00CB5A8B" w:rsidP="00CB5A8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30045A" w14:textId="77777777" w:rsidR="00CB5A8B" w:rsidRDefault="00CB5A8B" w:rsidP="00CB5A8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C23D207" w14:textId="77777777" w:rsidR="00CB5A8B" w:rsidRPr="00F87025" w:rsidRDefault="00CB5A8B" w:rsidP="00CB5A8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53D2E82" w14:textId="5F8B77DA" w:rsidR="00CB5A8B" w:rsidRPr="00E0424F" w:rsidRDefault="00E0424F" w:rsidP="00CB5A8B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E0424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Desenvolver narrativas </w:t>
      </w:r>
      <w:proofErr w:type="spellStart"/>
      <w:r w:rsidRPr="00E0424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transMedia</w:t>
      </w:r>
      <w:proofErr w:type="spellEnd"/>
      <w:r w:rsidRPr="00E0424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de design imersivo e realidade virtual</w:t>
      </w:r>
      <w:r w:rsidR="00CB5A8B" w:rsidRPr="00E0424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:</w:t>
      </w:r>
    </w:p>
    <w:p w14:paraId="772E1481" w14:textId="77777777" w:rsidR="00CB5A8B" w:rsidRPr="0064164C" w:rsidRDefault="00CB5A8B" w:rsidP="00CB5A8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narrativa se integre de forma fluida em diferentes meios, mantendo consistência e compreensão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DD58C8E" w14:textId="77777777" w:rsidR="00CB5A8B" w:rsidRPr="0064164C" w:rsidRDefault="00CB5A8B" w:rsidP="00CB5A8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cada elemento da </w:t>
      </w:r>
      <w:proofErr w:type="spellStart"/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transm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dia</w:t>
      </w:r>
      <w:proofErr w:type="spellEnd"/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contribua para a continuidade e compreensão da história global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47DE872" w14:textId="77777777" w:rsidR="00CB5A8B" w:rsidRPr="0064164C" w:rsidRDefault="00CB5A8B" w:rsidP="00CB5A8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identidade visual consistente em todas as plataformas.</w:t>
      </w:r>
    </w:p>
    <w:p w14:paraId="2D4B347B" w14:textId="77777777" w:rsidR="00CB5A8B" w:rsidRPr="0064164C" w:rsidRDefault="00CB5A8B" w:rsidP="00CB5A8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ambientes virtuais que proporcionem uma sensação realista de presença.</w:t>
      </w:r>
    </w:p>
    <w:p w14:paraId="39292F12" w14:textId="77777777" w:rsidR="00CB5A8B" w:rsidRPr="0064164C" w:rsidRDefault="00CB5A8B" w:rsidP="00CB5A8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A226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226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 do mundo real de maneira convincente no ambiente virtual.</w:t>
      </w:r>
    </w:p>
    <w:p w14:paraId="7BFF9DF3" w14:textId="77777777" w:rsidR="00CB5A8B" w:rsidRPr="00136AD8" w:rsidRDefault="00CB5A8B" w:rsidP="00CB5A8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5B805F" w14:textId="77777777" w:rsidR="00CB5A8B" w:rsidRPr="00F87025" w:rsidRDefault="00CB5A8B" w:rsidP="00CB5A8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7944B7A" w14:textId="77777777" w:rsidR="00843618" w:rsidRPr="0026519E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digitais em design, desenvolvimento, marketing digital.</w:t>
      </w:r>
    </w:p>
    <w:p w14:paraId="2F2045A9" w14:textId="77777777" w:rsidR="00843618" w:rsidRPr="0026519E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Desenvolvimento de Software</w:t>
      </w:r>
    </w:p>
    <w:p w14:paraId="041D4308" w14:textId="77777777" w:rsidR="00843618" w:rsidRPr="0026519E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digitais em Multimédia, Audiovisuais.</w:t>
      </w:r>
    </w:p>
    <w:p w14:paraId="71A14D30" w14:textId="77777777" w:rsidR="00843618" w:rsidRPr="003B3F8D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541B2EFC" w14:textId="77777777" w:rsidR="00843618" w:rsidRPr="003B3F8D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31E65FD3" w14:textId="77777777" w:rsidR="00843618" w:rsidRPr="003B3F8D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6DF6F92B" w14:textId="77777777" w:rsidR="00843618" w:rsidRPr="003B3F8D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36C1C675" w14:textId="77777777" w:rsidR="00843618" w:rsidRPr="003B3F8D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42E73645" w14:textId="77777777" w:rsidR="00843618" w:rsidRPr="003B3F8D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3B19BEA6" w14:textId="77777777" w:rsidR="00843618" w:rsidRPr="003B3F8D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76C3FD26" w14:textId="5B74157E" w:rsidR="00CB5A8B" w:rsidRPr="00843618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57D39CCE" w14:textId="77777777" w:rsidR="00CB5A8B" w:rsidRPr="00051C79" w:rsidRDefault="00CB5A8B" w:rsidP="00CB5A8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336A5E" w14:textId="77777777" w:rsidR="00CB5A8B" w:rsidRPr="00F87025" w:rsidRDefault="00CB5A8B" w:rsidP="00CB5A8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B8488B2" w14:textId="77777777" w:rsidR="00CB5A8B" w:rsidRPr="00564406" w:rsidRDefault="00CB5A8B" w:rsidP="00CB5A8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67CC18B" w14:textId="77777777" w:rsidR="00CB5A8B" w:rsidRPr="00564406" w:rsidRDefault="00CB5A8B" w:rsidP="00CB5A8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564406">
        <w:rPr>
          <w:rFonts w:ascii="Verdana Pro Light" w:eastAsia="Arial Unicode MS" w:hAnsi="Verdana Pro Light" w:cs="Arial Unicode MS"/>
          <w:sz w:val="18"/>
          <w:szCs w:val="18"/>
        </w:rPr>
        <w:t>oftware de edição de imagem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B19EA22" w14:textId="77777777" w:rsidR="00CB5A8B" w:rsidRPr="00501DC8" w:rsidRDefault="00CB5A8B" w:rsidP="00CB5A8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C37DEEA" w14:textId="77777777" w:rsidR="00CB5A8B" w:rsidRPr="00501DC8" w:rsidRDefault="00CB5A8B" w:rsidP="00CB5A8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Editores de código.</w:t>
      </w:r>
    </w:p>
    <w:p w14:paraId="266F7234" w14:textId="77777777" w:rsidR="00CB5A8B" w:rsidRDefault="00CB5A8B" w:rsidP="00CB5A8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de Realidade Virtual e Realidade Aumentada.</w:t>
      </w:r>
    </w:p>
    <w:p w14:paraId="1C7CFB67" w14:textId="77777777" w:rsidR="00CB5A8B" w:rsidRDefault="00CB5A8B" w:rsidP="00CB5A8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de desenvolvimento em ambiente virtual 3D.</w:t>
      </w:r>
    </w:p>
    <w:p w14:paraId="01C54EFA" w14:textId="77777777" w:rsidR="00CB5A8B" w:rsidRPr="00051C79" w:rsidRDefault="00CB5A8B" w:rsidP="00CB5A8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7374E9" w14:textId="77777777" w:rsidR="00CB5A8B" w:rsidRPr="00F87025" w:rsidRDefault="00CB5A8B" w:rsidP="00CB5A8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D58C8F1" w14:textId="77777777" w:rsidR="00CB5A8B" w:rsidRPr="00051C79" w:rsidRDefault="00CB5A8B" w:rsidP="00CB5A8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219C29" w14:textId="77777777" w:rsidR="00CB5A8B" w:rsidRPr="00051C79" w:rsidRDefault="00CB5A8B" w:rsidP="00CB5A8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709A97" w14:textId="77777777" w:rsidR="00CB5A8B" w:rsidRPr="00051C79" w:rsidRDefault="00CB5A8B" w:rsidP="00CB5A8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8408FA" w14:textId="60E74BCD" w:rsidR="00CB5A8B" w:rsidRDefault="00CB5A8B" w:rsidP="00CB5A8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1641A5F" w14:textId="77777777" w:rsidR="00416888" w:rsidRDefault="00416888" w:rsidP="00A23DCD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16888" w:rsidRPr="00136AD8" w14:paraId="209C1E9E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7DF87C7" w14:textId="28705BF8" w:rsidR="00416888" w:rsidRPr="00136AD8" w:rsidRDefault="00416888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C255E5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568CD64" w14:textId="77777777" w:rsidR="00416888" w:rsidRPr="009C256C" w:rsidRDefault="00416888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E218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projetos com Realidade Aumentada</w:t>
            </w:r>
          </w:p>
        </w:tc>
      </w:tr>
      <w:tr w:rsidR="00416888" w:rsidRPr="00136AD8" w14:paraId="025A5C0D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04F4A19" w14:textId="7F90BB6C" w:rsidR="00416888" w:rsidRPr="00136AD8" w:rsidRDefault="00416888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BE61C7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CDA6B7D" w14:textId="77777777" w:rsidR="00416888" w:rsidRPr="00136AD8" w:rsidRDefault="00416888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Realidade Aumentada</w:t>
            </w:r>
          </w:p>
        </w:tc>
      </w:tr>
    </w:tbl>
    <w:p w14:paraId="5F8A16B1" w14:textId="77777777" w:rsidR="00416888" w:rsidRPr="00136AD8" w:rsidRDefault="00416888" w:rsidP="0041688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F957871" w14:textId="77777777" w:rsidR="00416888" w:rsidRPr="003200F2" w:rsidRDefault="00416888" w:rsidP="0041688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43A665C" w14:textId="77777777" w:rsidR="00416888" w:rsidRPr="00136AD8" w:rsidRDefault="00416888" w:rsidP="0041688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16888" w:rsidRPr="00136AD8" w14:paraId="216325E9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75B30F" w14:textId="77777777" w:rsidR="00416888" w:rsidRPr="001B353A" w:rsidRDefault="00416888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16888" w:rsidRPr="00136AD8" w14:paraId="0418CBA6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B21EDA" w14:textId="77777777" w:rsidR="00416888" w:rsidRPr="00A5531F" w:rsidRDefault="00416888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Definir os objetivos do projeto, pesquisar o mercado e desenvolver o conceito e a ideia do projeto</w:t>
            </w:r>
          </w:p>
          <w:p w14:paraId="13568EC7" w14:textId="77777777" w:rsidR="00416888" w:rsidRPr="001B353A" w:rsidRDefault="00416888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desenvolver o design de interface do usuário (UI) e a experiência de usuário (UX)</w:t>
            </w:r>
          </w:p>
          <w:p w14:paraId="7AB02C40" w14:textId="77777777" w:rsidR="00416888" w:rsidRPr="001B353A" w:rsidRDefault="00416888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Selecionar a tecnologia e plataforma adequada e desenvolver o conteúdo </w:t>
            </w:r>
          </w:p>
          <w:p w14:paraId="539E89C9" w14:textId="77777777" w:rsidR="00416888" w:rsidRPr="001B353A" w:rsidRDefault="00416888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Realizar testes de usabilidade, lançar o projeto e melhorar continuamente com base em feedback. </w:t>
            </w:r>
          </w:p>
        </w:tc>
      </w:tr>
      <w:tr w:rsidR="00416888" w:rsidRPr="00136AD8" w14:paraId="7A059F33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495ACC" w14:textId="77777777" w:rsidR="00416888" w:rsidRPr="001B353A" w:rsidRDefault="00416888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2D267E" w14:textId="77777777" w:rsidR="00416888" w:rsidRPr="001B353A" w:rsidRDefault="00416888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A2A7634" w14:textId="77777777" w:rsidR="00416888" w:rsidRPr="001B353A" w:rsidRDefault="00416888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16888" w:rsidRPr="00136AD8" w14:paraId="0D034BD0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96076" w14:textId="77777777" w:rsidR="00416888" w:rsidRPr="0081109F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inguagens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programação</w:t>
            </w:r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o desenvolvimento de aplicativos </w:t>
            </w: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RA(</w:t>
            </w:r>
            <w:proofErr w:type="gram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realidade aumentada)</w:t>
            </w:r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6B66F4E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Familiaridade com </w:t>
            </w:r>
            <w:proofErr w:type="spellStart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frameworks</w:t>
            </w:r>
            <w:proofErr w:type="spellEnd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</w:t>
            </w:r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como </w:t>
            </w:r>
            <w:proofErr w:type="spellStart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ARKit</w:t>
            </w:r>
            <w:proofErr w:type="spellEnd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(iOS), </w:t>
            </w:r>
            <w:proofErr w:type="spellStart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ARCore</w:t>
            </w:r>
            <w:proofErr w:type="spellEnd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(Android), </w:t>
            </w:r>
            <w:proofErr w:type="spellStart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Vuforia</w:t>
            </w:r>
            <w:proofErr w:type="spellEnd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Unity3D, entre outros.</w:t>
            </w:r>
          </w:p>
          <w:p w14:paraId="6FD8AE0B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Bibliotecas de realidade aumentada</w:t>
            </w:r>
          </w:p>
          <w:p w14:paraId="6699CA5D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 básicos de c#, incluindo sintaxe, tipos de dados, estruturas de controlo de fluxo, classes e objetos, métodos, herança, polimorfismo</w:t>
            </w:r>
          </w:p>
          <w:p w14:paraId="34F5410E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Programação orientada a objetivos</w:t>
            </w:r>
          </w:p>
          <w:p w14:paraId="3FCD85CF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Manipulação de gráficos 3D</w:t>
            </w:r>
          </w:p>
          <w:p w14:paraId="4A933A3A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3D</w:t>
            </w:r>
          </w:p>
          <w:p w14:paraId="0D2DAFB8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texturização e iluminação</w:t>
            </w:r>
          </w:p>
          <w:p w14:paraId="2CBAE7DB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para rastreamento preciso de posição e movimento</w:t>
            </w:r>
          </w:p>
          <w:p w14:paraId="195D9760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de interfaces adaptativas</w:t>
            </w:r>
          </w:p>
          <w:p w14:paraId="3684F70C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câm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ra, aceler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metro e giroscópio.</w:t>
            </w:r>
          </w:p>
          <w:p w14:paraId="2606518A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etodologias ágeis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desenvolvimento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72EE3A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2A11C4" w14:textId="77777777" w:rsidR="00416888" w:rsidRPr="001B353A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87F37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 os conceitos fundamentais no domínio da realidade aumentada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B355A37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Escolher</w:t>
            </w: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principais dispositivos, bibliotecas e plataformas de produção.</w:t>
            </w:r>
          </w:p>
          <w:p w14:paraId="28D2C5C6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171B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ntegrar </w:t>
            </w:r>
            <w:proofErr w:type="spellStart"/>
            <w:r w:rsidRPr="00171B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APIs</w:t>
            </w:r>
            <w:proofErr w:type="spellEnd"/>
            <w:r w:rsidRPr="00171B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relacionadas à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</w:t>
            </w:r>
            <w:r w:rsidRPr="00171B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funcionalidades específicas.</w:t>
            </w:r>
          </w:p>
          <w:p w14:paraId="38FA15F2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funcionalidades de reconhecimento de imagem para ativar conteúdo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D28B6A9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screver scripts em C# para interatividade e lógica de aplicativos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DF451C0" w14:textId="77777777" w:rsidR="00416888" w:rsidRPr="00517AA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aplicações usando RA</w:t>
            </w:r>
          </w:p>
          <w:p w14:paraId="30F1235E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E6A737" w14:textId="77777777" w:rsidR="00416888" w:rsidRPr="00057283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9A933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BCCB030" w14:textId="77777777" w:rsidR="00416888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6901726" w14:textId="77777777" w:rsidR="00416888" w:rsidRDefault="00416888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10D4F46F" w14:textId="77777777" w:rsidR="00416888" w:rsidRPr="00AB5AF8" w:rsidRDefault="00416888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54B201E4" w14:textId="77777777" w:rsidR="00416888" w:rsidRPr="00AB5AF8" w:rsidRDefault="00416888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BFF712D" w14:textId="77777777" w:rsidR="00416888" w:rsidRPr="00AB5AF8" w:rsidRDefault="00416888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21A5B406" w14:textId="77777777" w:rsidR="00416888" w:rsidRPr="00AB5AF8" w:rsidRDefault="00416888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6CF81A80" w14:textId="77777777" w:rsidR="00416888" w:rsidRPr="00A128FE" w:rsidRDefault="00416888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51D95EB" w14:textId="77777777" w:rsidR="00416888" w:rsidRPr="00AB5AF8" w:rsidRDefault="00416888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B0CFDC2" w14:textId="77777777" w:rsidR="00416888" w:rsidRPr="008047E3" w:rsidRDefault="00416888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6FEDD2" w14:textId="77777777" w:rsidR="00416888" w:rsidRPr="00057283" w:rsidRDefault="00416888" w:rsidP="00AD5C4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28018B8" w14:textId="77777777" w:rsidR="00416888" w:rsidRDefault="00416888" w:rsidP="0041688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741207D" w14:textId="61F8F626" w:rsidR="00416888" w:rsidRDefault="00416888" w:rsidP="00416888">
      <w:pPr>
        <w:rPr>
          <w:rFonts w:ascii="Verdana Pro Light" w:hAnsi="Verdana Pro Light"/>
          <w:smallCaps/>
        </w:rPr>
      </w:pPr>
    </w:p>
    <w:p w14:paraId="3888267D" w14:textId="77777777" w:rsidR="00416888" w:rsidRPr="00F87025" w:rsidRDefault="00416888" w:rsidP="0041688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A396366" w14:textId="77777777" w:rsidR="00416888" w:rsidRPr="00F20E6F" w:rsidRDefault="00416888" w:rsidP="0041688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E3F9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projetos com Realidade Aumentada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6A71FA9" w14:textId="77777777" w:rsidR="00416888" w:rsidRPr="0064164C" w:rsidRDefault="00416888" w:rsidP="0041688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D743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8D743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precisão na identificação e rastreamento de marcadores ou objetos no mundo real.</w:t>
      </w:r>
    </w:p>
    <w:p w14:paraId="34768DE8" w14:textId="77777777" w:rsidR="00416888" w:rsidRPr="0064164C" w:rsidRDefault="00416888" w:rsidP="0041688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D743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8D743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estabilidade e desempenho da aplicação em diferentes dispositivos.</w:t>
      </w:r>
    </w:p>
    <w:p w14:paraId="432ECC41" w14:textId="77777777" w:rsidR="00416888" w:rsidRPr="0064164C" w:rsidRDefault="00416888" w:rsidP="0041688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que os elementos de navegação e interação sejam intuitivos.</w:t>
      </w:r>
    </w:p>
    <w:p w14:paraId="755EC4AF" w14:textId="77777777" w:rsidR="00416888" w:rsidRPr="0064164C" w:rsidRDefault="00416888" w:rsidP="0041688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objetos 3D ao ambiente real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modo realista</w:t>
      </w:r>
      <w:r w:rsidRP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FAC5D11" w14:textId="77777777" w:rsidR="00416888" w:rsidRPr="0064164C" w:rsidRDefault="00416888" w:rsidP="0041688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Usando</w:t>
      </w:r>
      <w:r w:rsidRP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 interativos que envolvam 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utilizador</w:t>
      </w:r>
      <w:r w:rsidRP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27B39CE" w14:textId="77777777" w:rsidR="00416888" w:rsidRPr="00136AD8" w:rsidRDefault="00416888" w:rsidP="0041688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656B80" w14:textId="77777777" w:rsidR="00416888" w:rsidRPr="00F87025" w:rsidRDefault="00416888" w:rsidP="0041688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B907A6A" w14:textId="77777777" w:rsidR="00843618" w:rsidRPr="0026519E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digitais em design, desenvolvimento, marketing digital.</w:t>
      </w:r>
    </w:p>
    <w:p w14:paraId="60B50C2C" w14:textId="77777777" w:rsidR="00843618" w:rsidRPr="0026519E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Desenvolvimento de Software</w:t>
      </w:r>
    </w:p>
    <w:p w14:paraId="1CA0E1C2" w14:textId="77777777" w:rsidR="00843618" w:rsidRPr="0026519E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digitais em Multimédia, Audiovisuais.</w:t>
      </w:r>
    </w:p>
    <w:p w14:paraId="630186EC" w14:textId="77777777" w:rsidR="00843618" w:rsidRPr="003B3F8D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4CA1F575" w14:textId="77777777" w:rsidR="00843618" w:rsidRPr="003B3F8D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7C526EA7" w14:textId="77777777" w:rsidR="00843618" w:rsidRPr="003B3F8D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016C051E" w14:textId="77777777" w:rsidR="00843618" w:rsidRPr="003B3F8D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280CFA89" w14:textId="77777777" w:rsidR="00843618" w:rsidRPr="003B3F8D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14F41AD0" w14:textId="77777777" w:rsidR="00843618" w:rsidRPr="003B3F8D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73B54FA6" w14:textId="77777777" w:rsidR="00843618" w:rsidRPr="003B3F8D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16FF6108" w14:textId="64FA608A" w:rsidR="00416888" w:rsidRPr="00843618" w:rsidRDefault="00843618" w:rsidP="0084361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5E3A3BCF" w14:textId="77777777" w:rsidR="00416888" w:rsidRPr="00051C79" w:rsidRDefault="00416888" w:rsidP="0041688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154E1C" w14:textId="77777777" w:rsidR="00416888" w:rsidRPr="00F87025" w:rsidRDefault="00416888" w:rsidP="0041688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B62872C" w14:textId="77777777" w:rsidR="00416888" w:rsidRPr="008047E3" w:rsidRDefault="00416888" w:rsidP="0041688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0DE89EB2" w14:textId="77777777" w:rsidR="00416888" w:rsidRPr="00501DC8" w:rsidRDefault="00416888" w:rsidP="0041688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Aplicações informáticas de modelação 3D</w:t>
      </w:r>
    </w:p>
    <w:p w14:paraId="301CC1F2" w14:textId="77777777" w:rsidR="00416888" w:rsidRPr="00501DC8" w:rsidRDefault="00416888" w:rsidP="0041688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Motores de Jogos</w:t>
      </w:r>
    </w:p>
    <w:p w14:paraId="5A492BFE" w14:textId="77777777" w:rsidR="00416888" w:rsidRPr="00501DC8" w:rsidRDefault="00416888" w:rsidP="0041688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4298943" w14:textId="77777777" w:rsidR="00416888" w:rsidRPr="00051C79" w:rsidRDefault="00416888" w:rsidP="0041688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83AEF4" w14:textId="77777777" w:rsidR="00416888" w:rsidRPr="00F87025" w:rsidRDefault="00416888" w:rsidP="0041688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EDB716D" w14:textId="77777777" w:rsidR="00416888" w:rsidRPr="00051C79" w:rsidRDefault="00416888" w:rsidP="0041688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9B3193" w14:textId="77777777" w:rsidR="00416888" w:rsidRPr="00051C79" w:rsidRDefault="00416888" w:rsidP="0041688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C9991C" w14:textId="77777777" w:rsidR="00416888" w:rsidRPr="00051C79" w:rsidRDefault="00416888" w:rsidP="0041688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03B6AB" w14:textId="77777777" w:rsidR="00416888" w:rsidRDefault="00416888" w:rsidP="0041688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2311D" w14:paraId="02540C03" w14:textId="77777777" w:rsidTr="00AD5C45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103EBBCD" w14:textId="3AD864AE" w:rsidR="0072311D" w:rsidRDefault="0072311D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83527C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26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51B75C12" w14:textId="77777777" w:rsidR="0072311D" w:rsidRDefault="0072311D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Programar videojogos</w:t>
            </w:r>
          </w:p>
        </w:tc>
      </w:tr>
    </w:tbl>
    <w:p w14:paraId="6D5D9106" w14:textId="77777777" w:rsidR="0072311D" w:rsidRDefault="0072311D" w:rsidP="0072311D">
      <w:pPr>
        <w:widowControl w:val="0"/>
        <w:spacing w:after="0" w:line="240" w:lineRule="auto"/>
        <w:jc w:val="center"/>
        <w:rPr>
          <w:rFonts w:ascii="Verdana Pro Light" w:eastAsia="Verdana Pro Light" w:hAnsi="Verdana Pro Light" w:cs="Verdana Pro Light"/>
        </w:rPr>
      </w:pPr>
    </w:p>
    <w:p w14:paraId="39918D64" w14:textId="77777777" w:rsidR="0072311D" w:rsidRDefault="0072311D" w:rsidP="0072311D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1FEA09A0" w14:textId="77777777" w:rsidR="0072311D" w:rsidRDefault="0072311D" w:rsidP="0072311D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Carga Horária: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50h</w:t>
      </w:r>
    </w:p>
    <w:p w14:paraId="707FFFDC" w14:textId="77777777" w:rsidR="0072311D" w:rsidRDefault="0072311D" w:rsidP="0072311D">
      <w:pPr>
        <w:spacing w:after="0" w:line="240" w:lineRule="auto"/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2311D" w14:paraId="61FAF082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98798B9" w14:textId="77777777" w:rsidR="0072311D" w:rsidRDefault="0072311D" w:rsidP="00AD5C45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2311D" w14:paraId="18B717A3" w14:textId="77777777" w:rsidTr="00AD5C45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2E99C71" w14:textId="77777777" w:rsidR="0072311D" w:rsidRDefault="0072311D" w:rsidP="00AD5C45">
            <w:pPr>
              <w:spacing w:before="120" w:after="0" w:line="276" w:lineRule="auto"/>
              <w:ind w:left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Planear as etapas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desenvolvimento do jogo.</w:t>
            </w:r>
          </w:p>
          <w:p w14:paraId="07238680" w14:textId="77777777" w:rsidR="0072311D" w:rsidRDefault="0072311D" w:rsidP="00AD5C45">
            <w:pPr>
              <w:spacing w:before="120" w:after="0" w:line="276" w:lineRule="auto"/>
              <w:ind w:left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9E622D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9E622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Instalar e c</w:t>
            </w:r>
            <w:r w:rsidRPr="009E622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onfigurar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ambiente</w:t>
            </w:r>
            <w:r w:rsidRPr="009E622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desenvolvimento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do jogo.</w:t>
            </w:r>
          </w:p>
          <w:p w14:paraId="78EBA241" w14:textId="77777777" w:rsidR="0072311D" w:rsidRPr="00EE5705" w:rsidRDefault="0072311D" w:rsidP="00AD5C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636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9E622D">
              <w:rPr>
                <w:rFonts w:ascii="Verdana Pro Light" w:eastAsia="Arial Unicode MS" w:hAnsi="Verdana Pro Light" w:cs="Arial Unicode MS"/>
                <w:sz w:val="18"/>
                <w:szCs w:val="18"/>
              </w:rPr>
              <w:t>R3</w:t>
            </w:r>
            <w:r w:rsidRPr="00EE5705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.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Usar </w:t>
            </w:r>
            <w:r w:rsidRPr="0031064A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componentes estruturais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para d</w:t>
            </w:r>
            <w:r w:rsidRPr="00EE5705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esenvolver a programação. </w:t>
            </w:r>
          </w:p>
          <w:p w14:paraId="02BC9BF1" w14:textId="77777777" w:rsidR="0072311D" w:rsidRDefault="0072311D" w:rsidP="00AD5C45">
            <w:pPr>
              <w:spacing w:before="120" w:after="0" w:line="276" w:lineRule="auto"/>
              <w:ind w:left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R4. Testar a programação do jogo.</w:t>
            </w:r>
          </w:p>
        </w:tc>
      </w:tr>
      <w:tr w:rsidR="0072311D" w14:paraId="002B0886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3128CB4" w14:textId="77777777" w:rsidR="0072311D" w:rsidRDefault="0072311D" w:rsidP="00AD5C45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9ACA09F" w14:textId="77777777" w:rsidR="0072311D" w:rsidRDefault="0072311D" w:rsidP="00AD5C45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2E9AB553" w14:textId="77777777" w:rsidR="0072311D" w:rsidRDefault="0072311D" w:rsidP="00AD5C45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2311D" w14:paraId="3CB76186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DF2A837" w14:textId="77777777" w:rsidR="0072311D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História dos videojogos.</w:t>
            </w:r>
          </w:p>
          <w:p w14:paraId="312C0DEA" w14:textId="77777777" w:rsidR="0072311D" w:rsidRPr="00FA2892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Conceitos relacionados com o desenvolvimento de jogos</w:t>
            </w:r>
          </w:p>
          <w:p w14:paraId="021E9A3E" w14:textId="77777777" w:rsidR="0072311D" w:rsidRPr="00FA2892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Elementos estruturais de um jogo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  <w:p w14:paraId="6B0FE61B" w14:textId="77777777" w:rsidR="0072311D" w:rsidRPr="00FA2892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i/>
                <w:iCs/>
                <w:sz w:val="18"/>
                <w:szCs w:val="18"/>
              </w:rPr>
              <w:t xml:space="preserve">Design </w:t>
            </w: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 jogos</w:t>
            </w:r>
          </w:p>
          <w:p w14:paraId="5BFB92BE" w14:textId="77777777" w:rsidR="0072311D" w:rsidRPr="00FA2892" w:rsidRDefault="0072311D" w:rsidP="00AD5C45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Mecânica</w:t>
            </w:r>
          </w:p>
          <w:p w14:paraId="5D397A62" w14:textId="77777777" w:rsidR="0072311D" w:rsidRPr="00FA2892" w:rsidRDefault="0072311D" w:rsidP="00AD5C45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Evolução</w:t>
            </w:r>
          </w:p>
          <w:p w14:paraId="0118E902" w14:textId="77777777" w:rsidR="0072311D" w:rsidRPr="00FA2892" w:rsidRDefault="0072311D" w:rsidP="00AD5C45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Níveis</w:t>
            </w:r>
          </w:p>
          <w:p w14:paraId="33AF9851" w14:textId="77777777" w:rsidR="0072311D" w:rsidRPr="00FA2892" w:rsidRDefault="0072311D" w:rsidP="00AD5C45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Enredo</w:t>
            </w:r>
          </w:p>
          <w:p w14:paraId="727323CE" w14:textId="77777777" w:rsidR="0072311D" w:rsidRPr="00FA2892" w:rsidRDefault="0072311D" w:rsidP="00AD5C45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Papéis</w:t>
            </w:r>
          </w:p>
          <w:p w14:paraId="46318D02" w14:textId="77777777" w:rsidR="0072311D" w:rsidRPr="00FA2892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L</w:t>
            </w: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inguagem de programação </w:t>
            </w:r>
          </w:p>
          <w:p w14:paraId="75FB6EFF" w14:textId="77777777" w:rsidR="0072311D" w:rsidRPr="00FA2892" w:rsidRDefault="0072311D" w:rsidP="00AD5C45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Interface da ferramenta</w:t>
            </w:r>
          </w:p>
          <w:p w14:paraId="49DE34B5" w14:textId="77777777" w:rsidR="0072311D" w:rsidRPr="00FA2892" w:rsidRDefault="0072311D" w:rsidP="00AD5C45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 e transformar objetos</w:t>
            </w:r>
          </w:p>
          <w:p w14:paraId="6C98D832" w14:textId="77777777" w:rsidR="0072311D" w:rsidRPr="00FA2892" w:rsidRDefault="0072311D" w:rsidP="00AD5C45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 de</w:t>
            </w:r>
            <w:r w:rsidRPr="00FA2892">
              <w:rPr>
                <w:rFonts w:ascii="Verdana Pro Light" w:eastAsia="Verdana Pro Light" w:hAnsi="Verdana Pro Light" w:cs="Verdana Pro Light"/>
                <w:i/>
                <w:iCs/>
                <w:sz w:val="18"/>
                <w:szCs w:val="18"/>
              </w:rPr>
              <w:t xml:space="preserve"> scripts</w:t>
            </w:r>
          </w:p>
          <w:p w14:paraId="3EAAEB34" w14:textId="77777777" w:rsidR="0072311D" w:rsidRPr="00FA2892" w:rsidRDefault="0072311D" w:rsidP="00AD5C45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variáveis e funções</w:t>
            </w:r>
          </w:p>
          <w:p w14:paraId="3E0DF93D" w14:textId="77777777" w:rsidR="0072311D" w:rsidRPr="00EE5705" w:rsidRDefault="0072311D" w:rsidP="00AD5C45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Animar das personagens e objetos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91F80B6" w14:textId="77777777" w:rsidR="0072311D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ind w:left="276" w:hanging="274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manuais, guiões e tutoriais técnicos.</w:t>
            </w:r>
          </w:p>
          <w:p w14:paraId="0899A102" w14:textId="77777777" w:rsidR="0072311D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ind w:left="276" w:hanging="274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os princípios do pensamento computacional.</w:t>
            </w:r>
          </w:p>
          <w:p w14:paraId="08C289DE" w14:textId="77777777" w:rsidR="0072311D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orientações metodológicas para planear as etapas de criação do jogo.</w:t>
            </w:r>
          </w:p>
          <w:p w14:paraId="2A2FCFB5" w14:textId="77777777" w:rsidR="0072311D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Aplicar técnicas de </w:t>
            </w:r>
            <w:r w:rsidRPr="00EE5705">
              <w:rPr>
                <w:rFonts w:ascii="Verdana Pro Light" w:eastAsia="Verdana Pro Light" w:hAnsi="Verdana Pro Light" w:cs="Verdana Pro Light"/>
                <w:i/>
                <w:iCs/>
                <w:sz w:val="18"/>
                <w:szCs w:val="18"/>
              </w:rPr>
              <w:t>design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de jogos para definição dos cenários e </w:t>
            </w:r>
            <w:proofErr w:type="spellStart"/>
            <w:r w:rsidRPr="008A7CC7">
              <w:rPr>
                <w:rFonts w:ascii="Verdana Pro Light" w:eastAsia="Verdana Pro Light" w:hAnsi="Verdana Pro Light" w:cs="Verdana Pro Light"/>
                <w:i/>
                <w:iCs/>
                <w:sz w:val="18"/>
                <w:szCs w:val="18"/>
              </w:rPr>
              <w:t>sprites</w:t>
            </w:r>
            <w:proofErr w:type="spellEnd"/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  <w:p w14:paraId="0740263A" w14:textId="77777777" w:rsidR="0072311D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elementos e sintaxe de uma linguagem de p</w:t>
            </w:r>
            <w:r w:rsidRPr="009763DA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rogramação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para criar o jogo. </w:t>
            </w:r>
          </w:p>
          <w:p w14:paraId="43073FE2" w14:textId="77777777" w:rsidR="0072311D" w:rsidRPr="00EE5705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ind w:left="276" w:hanging="274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03022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as funcionalidades de um processador de texto para fazer um guião técnico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, relatório</w:t>
            </w:r>
            <w:r w:rsidRPr="00030229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ou manual de utilizador do programa.</w:t>
            </w:r>
          </w:p>
          <w:p w14:paraId="082A9F84" w14:textId="77777777" w:rsidR="0072311D" w:rsidRDefault="0072311D" w:rsidP="00AD5C45">
            <w:pPr>
              <w:spacing w:before="120" w:after="0" w:line="276" w:lineRule="auto"/>
              <w:ind w:left="27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6363955" w14:textId="77777777" w:rsidR="0072311D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49425C6D" w14:textId="77777777" w:rsidR="0072311D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11E0A6AE" w14:textId="77777777" w:rsidR="0072311D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Iniciativa.</w:t>
            </w:r>
          </w:p>
          <w:p w14:paraId="726715F5" w14:textId="77777777" w:rsidR="0072311D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critico.</w:t>
            </w:r>
          </w:p>
          <w:p w14:paraId="77C25368" w14:textId="77777777" w:rsidR="0072311D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7506C346" w14:textId="77777777" w:rsidR="0072311D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Disposição para a aprendizagem.</w:t>
            </w:r>
          </w:p>
          <w:p w14:paraId="1F7E566F" w14:textId="77777777" w:rsidR="0072311D" w:rsidRDefault="0072311D" w:rsidP="00AD5C4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Empenho e persistência na resolução de problemas.</w:t>
            </w:r>
          </w:p>
          <w:p w14:paraId="4CC6997E" w14:textId="77777777" w:rsidR="0072311D" w:rsidRDefault="0072311D" w:rsidP="00AD5C45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  <w:p w14:paraId="79FB6750" w14:textId="77777777" w:rsidR="0072311D" w:rsidRDefault="0072311D" w:rsidP="00AD5C45">
            <w:pPr>
              <w:spacing w:before="120" w:after="0" w:line="276" w:lineRule="auto"/>
              <w:ind w:left="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</w:tbl>
    <w:p w14:paraId="62251616" w14:textId="77777777" w:rsidR="0072311D" w:rsidRDefault="0072311D" w:rsidP="0072311D">
      <w:pPr>
        <w:spacing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3CD43FA" w14:textId="77777777" w:rsidR="0072311D" w:rsidRDefault="0072311D" w:rsidP="0072311D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34B59C92" w14:textId="77777777" w:rsidR="0072311D" w:rsidRPr="000247BF" w:rsidRDefault="0072311D" w:rsidP="0072311D">
      <w:pPr>
        <w:spacing w:after="120" w:line="240" w:lineRule="auto"/>
        <w:rPr>
          <w:rFonts w:ascii="Verdana Pro Light" w:eastAsia="Verdana Pro Light" w:hAnsi="Verdana Pro Light" w:cs="Verdana Pro Light"/>
          <w:bCs/>
          <w:i/>
          <w:iCs/>
          <w:sz w:val="18"/>
          <w:szCs w:val="18"/>
        </w:rPr>
      </w:pPr>
      <w:r w:rsidRPr="000247BF">
        <w:rPr>
          <w:rFonts w:ascii="Verdana Pro Light" w:eastAsia="Verdana Pro Light" w:hAnsi="Verdana Pro Light" w:cs="Verdana Pro Light"/>
          <w:bCs/>
          <w:i/>
          <w:iCs/>
          <w:sz w:val="18"/>
          <w:szCs w:val="18"/>
        </w:rPr>
        <w:t>Programar videojogos:</w:t>
      </w:r>
    </w:p>
    <w:p w14:paraId="36446335" w14:textId="77777777" w:rsidR="0072311D" w:rsidRDefault="0072311D" w:rsidP="0072311D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CD1. Cumprindo as várias etapas de planeamento do jogo.</w:t>
      </w:r>
    </w:p>
    <w:p w14:paraId="789EBDBE" w14:textId="77777777" w:rsidR="0072311D" w:rsidRDefault="0072311D" w:rsidP="0072311D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 xml:space="preserve">CD2. Manuseando o ambiente de desenvolvimento. </w:t>
      </w:r>
    </w:p>
    <w:p w14:paraId="7CE22BE3" w14:textId="77777777" w:rsidR="0072311D" w:rsidRDefault="0072311D" w:rsidP="0072311D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CD3.  Cumprindo regras no uso dos elementos e sintaxe da programação.</w:t>
      </w:r>
    </w:p>
    <w:p w14:paraId="0BBAAC10" w14:textId="77777777" w:rsidR="0072311D" w:rsidRDefault="0072311D" w:rsidP="0072311D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sz w:val="18"/>
          <w:szCs w:val="18"/>
        </w:rPr>
        <w:tab/>
        <w:t>Executando e testando a programação.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13679A63" w14:textId="77777777" w:rsidR="0072311D" w:rsidRDefault="0072311D" w:rsidP="0072311D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</w:p>
    <w:p w14:paraId="089A80C4" w14:textId="77777777" w:rsidR="0072311D" w:rsidRDefault="0072311D" w:rsidP="0072311D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lastRenderedPageBreak/>
        <w:t xml:space="preserve">Contexto (exemplos de uso da competência) </w:t>
      </w:r>
    </w:p>
    <w:p w14:paraId="0F2823BE" w14:textId="77777777" w:rsidR="00DB781C" w:rsidRPr="008047E3" w:rsidRDefault="00DB781C" w:rsidP="00DB781C">
      <w:pPr>
        <w:pStyle w:val="PargrafodaLista"/>
        <w:numPr>
          <w:ilvl w:val="0"/>
          <w:numId w:val="14"/>
        </w:numPr>
        <w:spacing w:before="120" w:after="0" w:line="276" w:lineRule="auto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Departamentos criativos de empresas de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 diversificadas</w:t>
      </w:r>
    </w:p>
    <w:p w14:paraId="11EFF017" w14:textId="77777777" w:rsidR="00DB781C" w:rsidRPr="003B3F8D" w:rsidRDefault="00DB781C" w:rsidP="00DB781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3CDA6172" w14:textId="77777777" w:rsidR="00DB781C" w:rsidRPr="003B3F8D" w:rsidRDefault="00DB781C" w:rsidP="00DB781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20D92A02" w14:textId="77777777" w:rsidR="00DB781C" w:rsidRPr="003B3F8D" w:rsidRDefault="00DB781C" w:rsidP="00DB781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462D4F2A" w14:textId="77777777" w:rsidR="00DB781C" w:rsidRPr="003B3F8D" w:rsidRDefault="00DB781C" w:rsidP="00DB781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5342E030" w14:textId="77777777" w:rsidR="00DB781C" w:rsidRPr="003B3F8D" w:rsidRDefault="00DB781C" w:rsidP="00DB781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479F7AC9" w14:textId="77777777" w:rsidR="00DB781C" w:rsidRPr="003B3F8D" w:rsidRDefault="00DB781C" w:rsidP="00DB781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4C3659B2" w14:textId="77777777" w:rsidR="00DB781C" w:rsidRPr="003B3F8D" w:rsidRDefault="00DB781C" w:rsidP="00DB781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5C1BD1FC" w14:textId="77777777" w:rsidR="00DB781C" w:rsidRDefault="00DB781C" w:rsidP="00DB781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3253A5F6" w14:textId="77777777" w:rsidR="00DB781C" w:rsidRPr="002E5597" w:rsidRDefault="00DB781C" w:rsidP="00DB781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E1C4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</w:t>
      </w:r>
    </w:p>
    <w:p w14:paraId="2A4A868B" w14:textId="5C815813" w:rsidR="0072311D" w:rsidRDefault="0072311D" w:rsidP="00DB781C">
      <w:pPr>
        <w:spacing w:before="120" w:after="0" w:line="276" w:lineRule="auto"/>
        <w:ind w:left="426"/>
        <w:jc w:val="both"/>
        <w:rPr>
          <w:rFonts w:ascii="Verdana Pro Light" w:eastAsia="Verdana Pro Light" w:hAnsi="Verdana Pro Light" w:cs="Verdana Pro Light"/>
          <w:sz w:val="18"/>
          <w:szCs w:val="18"/>
        </w:rPr>
      </w:pPr>
    </w:p>
    <w:p w14:paraId="081843D6" w14:textId="77777777" w:rsidR="0072311D" w:rsidRDefault="0072311D" w:rsidP="0072311D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25EF2B35" w14:textId="77777777" w:rsidR="0072311D" w:rsidRDefault="0072311D" w:rsidP="0072311D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Manuais, guiões e tutoriais técnicos.</w:t>
      </w:r>
    </w:p>
    <w:p w14:paraId="63594826" w14:textId="77777777" w:rsidR="0072311D" w:rsidRDefault="0072311D" w:rsidP="0072311D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Dispositivos eletrónicos com acesso à Internet.</w:t>
      </w:r>
    </w:p>
    <w:p w14:paraId="7331C6F9" w14:textId="77777777" w:rsidR="0072311D" w:rsidRDefault="0072311D" w:rsidP="0072311D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Dispositivos móveis.</w:t>
      </w:r>
    </w:p>
    <w:p w14:paraId="57AB313F" w14:textId="77777777" w:rsidR="0072311D" w:rsidRDefault="0072311D" w:rsidP="0072311D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Motores de jogos.</w:t>
      </w:r>
    </w:p>
    <w:p w14:paraId="5D8D2237" w14:textId="77777777" w:rsidR="0072311D" w:rsidRDefault="0072311D" w:rsidP="0072311D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Ambiente de programação</w:t>
      </w:r>
    </w:p>
    <w:p w14:paraId="0A667A24" w14:textId="77777777" w:rsidR="0072311D" w:rsidRDefault="0072311D" w:rsidP="0072311D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 xml:space="preserve">Editor de texto. </w:t>
      </w:r>
    </w:p>
    <w:p w14:paraId="1868689C" w14:textId="77777777" w:rsidR="0072311D" w:rsidRDefault="0072311D" w:rsidP="0072311D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Editor de imagem.</w:t>
      </w:r>
    </w:p>
    <w:p w14:paraId="7881DE9E" w14:textId="77777777" w:rsidR="0072311D" w:rsidRDefault="0072311D" w:rsidP="0072311D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 xml:space="preserve">Editor de som.  </w:t>
      </w:r>
    </w:p>
    <w:p w14:paraId="29464B36" w14:textId="77777777" w:rsidR="0072311D" w:rsidRDefault="0072311D" w:rsidP="0072311D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08C01B2E" w14:textId="77777777" w:rsidR="0072311D" w:rsidRDefault="0072311D" w:rsidP="0072311D">
      <w:pPr>
        <w:rPr>
          <w:rFonts w:ascii="Verdana Pro Light" w:hAnsi="Verdana Pro Light"/>
          <w:smallCaps/>
        </w:rPr>
      </w:pPr>
    </w:p>
    <w:p w14:paraId="4CDF6EE7" w14:textId="77777777" w:rsidR="0072311D" w:rsidRDefault="0072311D" w:rsidP="0072311D">
      <w:pPr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OPerador</w:t>
      </w:r>
      <w:proofErr w:type="spellEnd"/>
      <w:r>
        <w:rPr>
          <w:rFonts w:ascii="Verdana Pro Light" w:hAnsi="Verdana Pro Light"/>
          <w:smallCaps/>
        </w:rPr>
        <w:t xml:space="preserve"> e técnico de informática </w:t>
      </w:r>
    </w:p>
    <w:p w14:paraId="32AE80CA" w14:textId="77777777" w:rsidR="0072311D" w:rsidRDefault="0072311D" w:rsidP="0072311D">
      <w:pPr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Tecn</w:t>
      </w:r>
      <w:proofErr w:type="spellEnd"/>
      <w:r>
        <w:rPr>
          <w:rFonts w:ascii="Verdana Pro Light" w:hAnsi="Verdana Pro Light"/>
          <w:smallCaps/>
        </w:rPr>
        <w:t xml:space="preserve"> multimédia </w:t>
      </w:r>
    </w:p>
    <w:p w14:paraId="370F3E04" w14:textId="6A20F562" w:rsidR="00A23DCD" w:rsidRDefault="0072311D" w:rsidP="00A23DC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478A579" w14:textId="77777777" w:rsidR="0026052F" w:rsidRDefault="0026052F" w:rsidP="0026052F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6052F" w:rsidRPr="00136AD8" w14:paraId="4922482E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3710095" w14:textId="29186CD5" w:rsidR="0026052F" w:rsidRPr="00136AD8" w:rsidRDefault="0026052F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060F9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3160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12FFDA4" w14:textId="77777777" w:rsidR="0026052F" w:rsidRPr="00AA7B53" w:rsidRDefault="0026052F" w:rsidP="00AD5C45">
            <w:pPr>
              <w:spacing w:after="0"/>
            </w:pPr>
            <w:r>
              <w:t>Gerir um projeto</w:t>
            </w:r>
            <w:r w:rsidRPr="00AA7B53">
              <w:t xml:space="preserve"> multimédia</w:t>
            </w:r>
          </w:p>
        </w:tc>
      </w:tr>
      <w:tr w:rsidR="0026052F" w:rsidRPr="00136AD8" w14:paraId="62E9FD2A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337F11D" w14:textId="77777777" w:rsidR="0026052F" w:rsidRPr="00136AD8" w:rsidRDefault="0026052F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429CEA9" w14:textId="77777777" w:rsidR="0026052F" w:rsidRPr="00136AD8" w:rsidRDefault="0026052F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Gestão de projetos </w:t>
            </w:r>
          </w:p>
        </w:tc>
      </w:tr>
    </w:tbl>
    <w:p w14:paraId="45A210F2" w14:textId="77777777" w:rsidR="0026052F" w:rsidRPr="00136AD8" w:rsidRDefault="0026052F" w:rsidP="0026052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570E1D6" w14:textId="77777777" w:rsidR="0026052F" w:rsidRPr="003200F2" w:rsidRDefault="0026052F" w:rsidP="0026052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694CB5A" w14:textId="77777777" w:rsidR="0026052F" w:rsidRPr="00136AD8" w:rsidRDefault="0026052F" w:rsidP="0026052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6052F" w:rsidRPr="00136AD8" w14:paraId="50D0B800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49F1DF" w14:textId="77777777" w:rsidR="0026052F" w:rsidRPr="001B353A" w:rsidRDefault="0026052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6052F" w:rsidRPr="00136AD8" w14:paraId="7326291A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2FB67B" w14:textId="77777777" w:rsidR="0026052F" w:rsidRDefault="0026052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t xml:space="preserve"> </w:t>
            </w:r>
            <w:r w:rsidRPr="000D477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Interpretar o briefing e 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orientações do projeto a realizar </w:t>
            </w:r>
          </w:p>
          <w:p w14:paraId="2B788EC3" w14:textId="77777777" w:rsidR="0026052F" w:rsidRPr="00B642E1" w:rsidRDefault="0026052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642E1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Diagnosticar e organizar os recursos necessários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</w:t>
            </w:r>
            <w:r w:rsidRPr="00B642E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disponíveis </w:t>
            </w:r>
          </w:p>
          <w:p w14:paraId="4B098EE7" w14:textId="77777777" w:rsidR="0026052F" w:rsidRPr="00667958" w:rsidRDefault="0026052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Fasear as etapas necessárias.</w:t>
            </w:r>
          </w:p>
          <w:p w14:paraId="48BC195F" w14:textId="77777777" w:rsidR="0026052F" w:rsidRPr="003547CD" w:rsidRDefault="0026052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Apresentar o planeamento do projeto e as etapas da sua concretização </w:t>
            </w:r>
          </w:p>
        </w:tc>
      </w:tr>
      <w:tr w:rsidR="0026052F" w:rsidRPr="00136AD8" w14:paraId="3F55AC1B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03B140" w14:textId="77777777" w:rsidR="0026052F" w:rsidRPr="001B353A" w:rsidRDefault="0026052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B39FD2" w14:textId="77777777" w:rsidR="0026052F" w:rsidRPr="001B353A" w:rsidRDefault="0026052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806FE46" w14:textId="77777777" w:rsidR="0026052F" w:rsidRPr="001B353A" w:rsidRDefault="0026052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6052F" w:rsidRPr="00136AD8" w14:paraId="3966B356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85835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Planeamento de projeto</w:t>
            </w:r>
          </w:p>
          <w:p w14:paraId="3F1CBF46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Conceitos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gestão de projetos</w:t>
            </w:r>
          </w:p>
          <w:p w14:paraId="4CE2A7FC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Etapas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desenvolvimento de um projet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multimédia </w:t>
            </w:r>
          </w:p>
          <w:p w14:paraId="2E535A4C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gestor de projeto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multimédia: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Gestão de equipas de projeto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Desenvolvimento de equipas de projeto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Conflitos e gestão de conflitos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Liderança de equipas de projeto</w:t>
            </w:r>
          </w:p>
          <w:p w14:paraId="4EBBD0BA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informáticas de apoio à gestão e planeamento de projetos</w:t>
            </w:r>
          </w:p>
          <w:p w14:paraId="1643557A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comunicação no projeto</w:t>
            </w:r>
          </w:p>
          <w:p w14:paraId="3032DDFF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Documentação no projeto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multimédia </w:t>
            </w:r>
          </w:p>
          <w:p w14:paraId="2A7B4DB7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 de informação e técnicas de referenciação de fontes</w:t>
            </w:r>
          </w:p>
          <w:p w14:paraId="5761234C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apresentação de relatórios de projeto</w:t>
            </w:r>
          </w:p>
          <w:p w14:paraId="4493EED4" w14:textId="77777777" w:rsidR="0026052F" w:rsidRPr="001B353A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3E1B25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</w:t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diferentes fases que compõem o processo de conceção e produção multimédia</w:t>
            </w:r>
          </w:p>
          <w:p w14:paraId="3BA45C5E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a “concorrência” e o perfil do utilizador</w:t>
            </w:r>
          </w:p>
          <w:p w14:paraId="2B785ACA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as necessidades tendo em vista a elaboração da proposta (estrutural e financeira).</w:t>
            </w:r>
          </w:p>
          <w:p w14:paraId="433FCCA7" w14:textId="77777777" w:rsidR="0026052F" w:rsidRPr="00443189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3189">
              <w:rPr>
                <w:rFonts w:ascii="Verdana Pro Light" w:eastAsia="Arial Unicode MS" w:hAnsi="Verdana Pro Light" w:cs="Arial Unicode MS"/>
                <w:sz w:val="18"/>
                <w:szCs w:val="18"/>
              </w:rPr>
              <w:t>Avaliar o produto final e assegurar a sua manutenção e atualização.</w:t>
            </w:r>
          </w:p>
          <w:p w14:paraId="019AF146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</w:t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estrutura de produção necessária ao desenvolvimento de projetos</w:t>
            </w:r>
          </w:p>
          <w:p w14:paraId="3026AC4C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ferramentas de </w:t>
            </w:r>
            <w:r w:rsidRPr="00322C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apresentação, design gráfico, edição de vídeo e outras ferramentas multimídia. </w:t>
            </w:r>
          </w:p>
          <w:p w14:paraId="56ACBD58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22C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apresentações visualmente atraentes e organizadas. </w:t>
            </w:r>
          </w:p>
          <w:p w14:paraId="3BE8C73A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de forma clara e concisa.</w:t>
            </w:r>
          </w:p>
          <w:p w14:paraId="6C2FCD97" w14:textId="77777777" w:rsidR="0026052F" w:rsidRPr="00057283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74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rticular argumentos sólidos e justificar escolhas de design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F0BAD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6D9F9C06" w14:textId="77777777" w:rsidR="0026052F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1F318A85" w14:textId="77777777" w:rsidR="0026052F" w:rsidRDefault="0026052F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4A9BC464" w14:textId="77777777" w:rsidR="0026052F" w:rsidRPr="00AB5AF8" w:rsidRDefault="0026052F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54CA1362" w14:textId="77777777" w:rsidR="0026052F" w:rsidRPr="00AB5AF8" w:rsidRDefault="0026052F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7567562" w14:textId="77777777" w:rsidR="0026052F" w:rsidRPr="00AB5AF8" w:rsidRDefault="0026052F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AE2282F" w14:textId="77777777" w:rsidR="0026052F" w:rsidRPr="00AB5AF8" w:rsidRDefault="0026052F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12C8F61" w14:textId="77777777" w:rsidR="0026052F" w:rsidRPr="00A128FE" w:rsidRDefault="0026052F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35856344" w14:textId="77777777" w:rsidR="0026052F" w:rsidRPr="00AB5AF8" w:rsidRDefault="0026052F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93DF82D" w14:textId="77777777" w:rsidR="0026052F" w:rsidRPr="00057283" w:rsidRDefault="0026052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3FAADAE" w14:textId="77777777" w:rsidR="0026052F" w:rsidRDefault="0026052F" w:rsidP="0026052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2E5B1F8" w14:textId="77777777" w:rsidR="0026052F" w:rsidRDefault="0026052F" w:rsidP="0026052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0E9550E" w14:textId="77777777" w:rsidR="0026052F" w:rsidRPr="00F87025" w:rsidRDefault="0026052F" w:rsidP="002605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270CB63" w14:textId="77777777" w:rsidR="0026052F" w:rsidRPr="00F20E6F" w:rsidRDefault="0026052F" w:rsidP="0026052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18" w:name="_Hlk155181695"/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Gerir um projeto</w:t>
      </w:r>
      <w:r w:rsidRPr="00174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multimédia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C374B83" w14:textId="77777777" w:rsidR="0026052F" w:rsidRPr="0064164C" w:rsidRDefault="0026052F" w:rsidP="0026052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Estabelec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objetivos específicos, mensuráveis, alcançáveis, relevantes e com prazo definido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058C36D" w14:textId="77777777" w:rsidR="0026052F" w:rsidRPr="0064164C" w:rsidRDefault="0026052F" w:rsidP="0026052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o público-alvo adapta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conteúdo de acordo com suas necessidades e preferências.</w:t>
      </w:r>
    </w:p>
    <w:p w14:paraId="584DE71E" w14:textId="77777777" w:rsidR="0026052F" w:rsidRPr="0064164C" w:rsidRDefault="0026052F" w:rsidP="0026052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Desenvolv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endo 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uma narrativa sólida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, 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coerente e envolvente.</w:t>
      </w:r>
    </w:p>
    <w:p w14:paraId="3FA83E6B" w14:textId="77777777" w:rsidR="0026052F" w:rsidRDefault="0026052F" w:rsidP="0026052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Criando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 cronograma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nclu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fases do projeto, desde a conceção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até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à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implementação.</w:t>
      </w:r>
    </w:p>
    <w:p w14:paraId="346F6484" w14:textId="77777777" w:rsidR="0026052F" w:rsidRPr="0064164C" w:rsidRDefault="0026052F" w:rsidP="0026052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Apresentando-o de forma clara, sucinta e ajustada ao publico alvo</w:t>
      </w:r>
    </w:p>
    <w:p w14:paraId="306FE708" w14:textId="77777777" w:rsidR="0026052F" w:rsidRPr="00F87025" w:rsidRDefault="0026052F" w:rsidP="002605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FFEF7E5" w14:textId="77777777" w:rsidR="0026052F" w:rsidRPr="00D17C44" w:rsidRDefault="0026052F" w:rsidP="0026052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0378EBCE" w14:textId="77777777" w:rsidR="0026052F" w:rsidRPr="00051C79" w:rsidRDefault="0026052F" w:rsidP="0026052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0FAE89F" w14:textId="77777777" w:rsidR="0026052F" w:rsidRPr="00F87025" w:rsidRDefault="0026052F" w:rsidP="002605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4BAEABC" w14:textId="77777777" w:rsidR="0026052F" w:rsidRPr="00564406" w:rsidRDefault="0026052F" w:rsidP="0026052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51CC195E" w14:textId="77777777" w:rsidR="0026052F" w:rsidRPr="00564406" w:rsidRDefault="0026052F" w:rsidP="0026052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564406">
        <w:rPr>
          <w:rFonts w:ascii="Verdana Pro Light" w:eastAsia="Arial Unicode MS" w:hAnsi="Verdana Pro Light" w:cs="Arial Unicode MS"/>
          <w:sz w:val="18"/>
          <w:szCs w:val="18"/>
        </w:rPr>
        <w:t>oftware de edição de imagem</w:t>
      </w:r>
      <w:r>
        <w:rPr>
          <w:rFonts w:ascii="Verdana Pro Light" w:eastAsia="Arial Unicode MS" w:hAnsi="Verdana Pro Light" w:cs="Arial Unicode MS"/>
          <w:sz w:val="18"/>
          <w:szCs w:val="18"/>
        </w:rPr>
        <w:t>, vídeo e áudio.</w:t>
      </w:r>
    </w:p>
    <w:p w14:paraId="1DF61AA5" w14:textId="77777777" w:rsidR="0026052F" w:rsidRPr="00501DC8" w:rsidRDefault="0026052F" w:rsidP="0026052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568EA36" w14:textId="77777777" w:rsidR="0026052F" w:rsidRDefault="0026052F" w:rsidP="0026052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bookmarkEnd w:id="18"/>
    <w:p w14:paraId="24EDCAEC" w14:textId="77777777" w:rsidR="0026052F" w:rsidRPr="00051C79" w:rsidRDefault="0026052F" w:rsidP="0026052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8E8724" w14:textId="77777777" w:rsidR="0026052F" w:rsidRPr="00F87025" w:rsidRDefault="0026052F" w:rsidP="002605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3E34DE3" w14:textId="77777777" w:rsidR="0026052F" w:rsidRPr="00051C79" w:rsidRDefault="0026052F" w:rsidP="0026052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BE7DE03" w14:textId="77777777" w:rsidR="00A23DCD" w:rsidRDefault="00A23DCD" w:rsidP="00A23DCD">
      <w:pPr>
        <w:rPr>
          <w:rFonts w:ascii="Verdana Pro Light" w:hAnsi="Verdana Pro Light"/>
          <w:smallCaps/>
        </w:rPr>
      </w:pPr>
    </w:p>
    <w:p w14:paraId="1BAF0643" w14:textId="77777777" w:rsidR="0026052F" w:rsidRDefault="0026052F" w:rsidP="00A23DCD">
      <w:pPr>
        <w:rPr>
          <w:rFonts w:ascii="Verdana Pro Light" w:hAnsi="Verdana Pro Light"/>
          <w:smallCaps/>
        </w:rPr>
      </w:pPr>
    </w:p>
    <w:p w14:paraId="433C213B" w14:textId="74D3B8C2" w:rsidR="0026052F" w:rsidRDefault="0026052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7E18507" w14:textId="18C455DB" w:rsidR="008875E6" w:rsidRPr="008875E6" w:rsidRDefault="006F276D" w:rsidP="008875E6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 xml:space="preserve"> Opcionais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875E6" w:rsidRPr="00136AD8" w14:paraId="2210B7DB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1B91CA2" w14:textId="33BD5A8B" w:rsidR="008875E6" w:rsidRPr="00136AD8" w:rsidRDefault="008875E6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E1FF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58C4A71" w14:textId="77777777" w:rsidR="008875E6" w:rsidRPr="009C256C" w:rsidRDefault="008875E6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9" w:name="_Hlk154862264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Desenvolver um guião multimédia</w:t>
            </w:r>
            <w:bookmarkEnd w:id="19"/>
          </w:p>
        </w:tc>
      </w:tr>
      <w:tr w:rsidR="008875E6" w:rsidRPr="00136AD8" w14:paraId="4A80E548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66A0820" w14:textId="77777777" w:rsidR="008875E6" w:rsidRPr="00136AD8" w:rsidRDefault="008875E6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CC69CF9" w14:textId="77777777" w:rsidR="008875E6" w:rsidRPr="00136AD8" w:rsidRDefault="008875E6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proofErr w:type="spellStart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Guionismo</w:t>
            </w:r>
            <w:proofErr w:type="spellEnd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(geral e para aplicação em projeto)</w:t>
            </w:r>
          </w:p>
        </w:tc>
      </w:tr>
    </w:tbl>
    <w:p w14:paraId="4DE8D96A" w14:textId="77777777" w:rsidR="008875E6" w:rsidRPr="00136AD8" w:rsidRDefault="008875E6" w:rsidP="008875E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8E9A4AD" w14:textId="77777777" w:rsidR="008875E6" w:rsidRPr="003200F2" w:rsidRDefault="008875E6" w:rsidP="008875E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20" w:name="_Hlk155124953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365F73A4" w14:textId="77777777" w:rsidR="008875E6" w:rsidRPr="00136AD8" w:rsidRDefault="008875E6" w:rsidP="008875E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875E6" w:rsidRPr="00136AD8" w14:paraId="778E6EA6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E4188C" w14:textId="77777777" w:rsidR="008875E6" w:rsidRPr="001B353A" w:rsidRDefault="008875E6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875E6" w:rsidRPr="00136AD8" w14:paraId="5A8640C2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37D48F" w14:textId="77777777" w:rsidR="008875E6" w:rsidRPr="00CB50F1" w:rsidRDefault="008875E6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</w:t>
            </w:r>
            <w:r w:rsidRPr="00B72D99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B72D9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tema, público-alvo e plataforma de distribuição</w:t>
            </w:r>
          </w:p>
          <w:p w14:paraId="2EE24E56" w14:textId="77777777" w:rsidR="008875E6" w:rsidRPr="00CB50F1" w:rsidRDefault="008875E6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Desenvolver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estrutura de </w:t>
            </w:r>
            <w:r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um guião multimédia.</w:t>
            </w:r>
          </w:p>
          <w:p w14:paraId="3AE411A9" w14:textId="77777777" w:rsidR="008875E6" w:rsidRPr="00181535" w:rsidRDefault="008875E6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Desenvolver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conteúdos para </w:t>
            </w:r>
            <w:r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um guião multimédia.</w:t>
            </w:r>
          </w:p>
        </w:tc>
      </w:tr>
      <w:tr w:rsidR="008875E6" w:rsidRPr="00136AD8" w14:paraId="4E36F418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6F2D70" w14:textId="77777777" w:rsidR="008875E6" w:rsidRPr="001B353A" w:rsidRDefault="008875E6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2F0F29" w14:textId="77777777" w:rsidR="008875E6" w:rsidRPr="001B353A" w:rsidRDefault="008875E6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F6559E8" w14:textId="77777777" w:rsidR="008875E6" w:rsidRPr="001B353A" w:rsidRDefault="008875E6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875E6" w:rsidRPr="00136AD8" w14:paraId="466C2412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F1C41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bjetivos de comunicação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92BB3CA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ormato padrão da indústria para guiões, incluindo o uso de elementos como cabeçalhos, descrições e diálogos.</w:t>
            </w:r>
          </w:p>
          <w:p w14:paraId="4C9D45D7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ita de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diálogos naturais e autênticos.</w:t>
            </w:r>
          </w:p>
          <w:p w14:paraId="488D33CE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adaptar estilos narrativos para diferentes géneros, como comédia, drama, suspense</w:t>
            </w:r>
          </w:p>
          <w:p w14:paraId="6C09327C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dos diferentes tipos de 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7E2B848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varia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ritmo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cadência do diálogo para criar impacto emocional.</w:t>
            </w:r>
          </w:p>
          <w:p w14:paraId="0FC4781A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de como a direção visual afeta a narrativa.</w:t>
            </w:r>
          </w:p>
          <w:p w14:paraId="7F403E08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écnicas de redação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guiões multimédia.</w:t>
            </w:r>
          </w:p>
          <w:p w14:paraId="5E98A8C6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18F951D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584391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24D6D7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529C51" w14:textId="77777777" w:rsidR="008875E6" w:rsidRPr="001B353A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3C1B1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daptar o conteúdo de acordo com as necessidades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público-alvo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36A88D3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uma narrativa envolvente e coerente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9100B93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struturar o conteúdo de forma lógica e organizada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 meio de uma linha do tempo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798E93B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ncorporar subtexto nos diálogos, permitindo interpretações múltiplas.</w:t>
            </w:r>
          </w:p>
          <w:p w14:paraId="20386CAE" w14:textId="77777777" w:rsidR="008875E6" w:rsidRPr="00517AA8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740F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o guião para diferentes formatos de 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D740F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FAE066F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Escrever Guiões</w:t>
            </w:r>
          </w:p>
          <w:p w14:paraId="4239A525" w14:textId="77777777" w:rsidR="008875E6" w:rsidRPr="00057283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esenvolver um guião técnico que detalhe especificações técnicas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14798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52A4732D" w14:textId="77777777" w:rsidR="008875E6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9E360D7" w14:textId="77777777" w:rsidR="008875E6" w:rsidRDefault="008875E6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7306C343" w14:textId="77777777" w:rsidR="008875E6" w:rsidRPr="00AB5AF8" w:rsidRDefault="008875E6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57DD327" w14:textId="77777777" w:rsidR="008875E6" w:rsidRPr="00AB5AF8" w:rsidRDefault="008875E6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71A7C13" w14:textId="77777777" w:rsidR="008875E6" w:rsidRPr="00AB5AF8" w:rsidRDefault="008875E6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3E16B6E0" w14:textId="77777777" w:rsidR="008875E6" w:rsidRPr="00AB5AF8" w:rsidRDefault="008875E6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08727E47" w14:textId="77777777" w:rsidR="008875E6" w:rsidRPr="00A128FE" w:rsidRDefault="008875E6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2B632789" w14:textId="77777777" w:rsidR="008875E6" w:rsidRPr="00AB5AF8" w:rsidRDefault="008875E6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5F08006" w14:textId="77777777" w:rsidR="008875E6" w:rsidRPr="00057283" w:rsidRDefault="008875E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DB0A1BA" w14:textId="77777777" w:rsidR="008875E6" w:rsidRDefault="008875E6" w:rsidP="008875E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C393895" w14:textId="77777777" w:rsidR="008875E6" w:rsidRDefault="008875E6" w:rsidP="008875E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A3C8810" w14:textId="77777777" w:rsidR="008875E6" w:rsidRPr="00F87025" w:rsidRDefault="008875E6" w:rsidP="008875E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F3CC924" w14:textId="77777777" w:rsidR="008875E6" w:rsidRPr="00F20E6F" w:rsidRDefault="008875E6" w:rsidP="008875E6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740F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Desenvolver um guião multimédia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9FD69AE" w14:textId="77777777" w:rsidR="008875E6" w:rsidRPr="0064164C" w:rsidRDefault="008875E6" w:rsidP="008875E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Definindo claramente o</w:t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 objetivos do guião, incluindo a mensagem principal e as metas específicas.</w:t>
      </w:r>
    </w:p>
    <w:p w14:paraId="69CC1EEF" w14:textId="77777777" w:rsidR="008875E6" w:rsidRPr="0064164C" w:rsidRDefault="008875E6" w:rsidP="008875E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inclusão de elementos que ressoam com o público pretendido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6CBB826" w14:textId="77777777" w:rsidR="008875E6" w:rsidRPr="0064164C" w:rsidRDefault="008875E6" w:rsidP="008875E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eficaz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mente </w:t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diferentes elementos multim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é</w:t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dia, como texto, imagem, áudio e vídeo.</w:t>
      </w:r>
    </w:p>
    <w:p w14:paraId="60647746" w14:textId="77777777" w:rsidR="008875E6" w:rsidRPr="0064164C" w:rsidRDefault="008875E6" w:rsidP="008875E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tando</w:t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práticas que tornem o conteúdo acessível a pessoas com diferentes necessidades.</w:t>
      </w:r>
    </w:p>
    <w:p w14:paraId="0940A0BC" w14:textId="77777777" w:rsidR="008875E6" w:rsidRPr="0064164C" w:rsidRDefault="008875E6" w:rsidP="008875E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inovação e singularidade do conceito</w:t>
      </w:r>
    </w:p>
    <w:p w14:paraId="0F62F9C8" w14:textId="77777777" w:rsidR="008875E6" w:rsidRPr="00136AD8" w:rsidRDefault="008875E6" w:rsidP="008875E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152AF2" w14:textId="77777777" w:rsidR="008875E6" w:rsidRPr="00F87025" w:rsidRDefault="008875E6" w:rsidP="008875E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E1D7615" w14:textId="77777777" w:rsidR="008875E6" w:rsidRPr="00984B30" w:rsidRDefault="008875E6" w:rsidP="008875E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21" w:name="_Hlk155183681"/>
      <w:r w:rsidRPr="009F3A3C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0B47DA40" w14:textId="77777777" w:rsidR="008875E6" w:rsidRPr="00984B30" w:rsidRDefault="008875E6" w:rsidP="008875E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E8C7BD3" w14:textId="77777777" w:rsidR="008875E6" w:rsidRPr="00984B30" w:rsidRDefault="008875E6" w:rsidP="008875E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773ECB" w14:textId="77777777" w:rsidR="008875E6" w:rsidRPr="00051C79" w:rsidRDefault="008875E6" w:rsidP="008875E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B0D639" w14:textId="77777777" w:rsidR="008875E6" w:rsidRPr="00F87025" w:rsidRDefault="008875E6" w:rsidP="008875E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E1738CD" w14:textId="77777777" w:rsidR="008875E6" w:rsidRPr="009F3A3C" w:rsidRDefault="008875E6" w:rsidP="008875E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6BEAE01E" w14:textId="77777777" w:rsidR="008875E6" w:rsidRPr="00501DC8" w:rsidRDefault="008875E6" w:rsidP="008875E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 para criação de Guiões</w:t>
      </w:r>
    </w:p>
    <w:bookmarkEnd w:id="21"/>
    <w:p w14:paraId="2CA4E253" w14:textId="77777777" w:rsidR="008875E6" w:rsidRPr="00501DC8" w:rsidRDefault="008875E6" w:rsidP="008875E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8B54B5" w14:textId="77777777" w:rsidR="008875E6" w:rsidRPr="00051C79" w:rsidRDefault="008875E6" w:rsidP="008875E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3D7355" w14:textId="77777777" w:rsidR="008875E6" w:rsidRPr="00F87025" w:rsidRDefault="008875E6" w:rsidP="008875E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87E339D" w14:textId="77777777" w:rsidR="008875E6" w:rsidRPr="00051C79" w:rsidRDefault="008875E6" w:rsidP="008875E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8EB632" w14:textId="77777777" w:rsidR="008875E6" w:rsidRPr="00051C79" w:rsidRDefault="008875E6" w:rsidP="008875E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Tecnico</w:t>
      </w:r>
      <w:proofErr w:type="spellEnd"/>
      <w:r>
        <w:rPr>
          <w:rFonts w:ascii="Verdana Pro Light" w:hAnsi="Verdana Pro Light"/>
          <w:smallCaps/>
        </w:rPr>
        <w:t xml:space="preserve"> multimédia </w:t>
      </w:r>
    </w:p>
    <w:p w14:paraId="39F083CA" w14:textId="77777777" w:rsidR="008875E6" w:rsidRPr="00051C79" w:rsidRDefault="008875E6" w:rsidP="008875E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20"/>
    <w:p w14:paraId="5AFCBE50" w14:textId="77777777" w:rsidR="008875E6" w:rsidRDefault="008875E6" w:rsidP="008875E6">
      <w:pPr>
        <w:rPr>
          <w:rFonts w:ascii="Verdana Pro Light" w:hAnsi="Verdana Pro Light"/>
          <w:smallCaps/>
        </w:rPr>
      </w:pPr>
    </w:p>
    <w:p w14:paraId="2D1DEC6A" w14:textId="77777777" w:rsidR="008875E6" w:rsidRDefault="008875E6" w:rsidP="008875E6">
      <w:pPr>
        <w:rPr>
          <w:rFonts w:ascii="Verdana Pro Light" w:hAnsi="Verdana Pro Light"/>
          <w:smallCaps/>
        </w:rPr>
      </w:pPr>
    </w:p>
    <w:p w14:paraId="03DEDD6E" w14:textId="77777777" w:rsidR="008875E6" w:rsidRDefault="008875E6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CA6289D" w14:textId="77777777" w:rsidR="008875E6" w:rsidRDefault="008875E6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0E04BDAC" w14:textId="77777777" w:rsidR="008875E6" w:rsidRDefault="008875E6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503AAC7" w14:textId="77777777" w:rsidR="008875E6" w:rsidRDefault="008875E6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78A269D9" w14:textId="77777777" w:rsidR="008875E6" w:rsidRDefault="008875E6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33F22EE" w14:textId="77777777" w:rsidR="008875E6" w:rsidRDefault="008875E6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64C86F7B" w14:textId="77777777" w:rsidR="008875E6" w:rsidRDefault="008875E6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252D060C" w14:textId="77777777" w:rsidR="0076364A" w:rsidRDefault="0076364A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87A04" w:rsidRPr="00891300" w14:paraId="068C114B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AA17D1B" w14:textId="02B66A4C" w:rsidR="00987A04" w:rsidRPr="00261FB1" w:rsidRDefault="00987A04" w:rsidP="00261FB1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00261FB1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</w:t>
            </w:r>
            <w:r w:rsidR="007275DE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0494941" w14:textId="77777777" w:rsidR="00987A04" w:rsidRPr="00261FB1" w:rsidRDefault="00987A04" w:rsidP="00261FB1">
            <w:pPr>
              <w:widowControl w:val="0"/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00261FB1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Desenvolver uma base de dados relacional</w:t>
            </w:r>
          </w:p>
        </w:tc>
      </w:tr>
    </w:tbl>
    <w:p w14:paraId="46801315" w14:textId="77777777" w:rsidR="00987A04" w:rsidRPr="00891300" w:rsidRDefault="00987A04" w:rsidP="00987A0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A68E63E" w14:textId="77777777" w:rsidR="00987A04" w:rsidRDefault="00987A04" w:rsidP="00987A0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891300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891300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555BBA7" w14:textId="77777777" w:rsidR="00987A04" w:rsidRPr="00891300" w:rsidRDefault="00987A04" w:rsidP="00987A0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891300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bCs/>
          <w:smallCaps/>
          <w:sz w:val="20"/>
        </w:rPr>
        <w:t>50</w:t>
      </w:r>
      <w:r w:rsidRPr="001667D6">
        <w:rPr>
          <w:rFonts w:ascii="Verdana Pro Light" w:eastAsia="Arial Unicode MS" w:hAnsi="Verdana Pro Light" w:cs="Times New Roman"/>
          <w:bCs/>
          <w:smallCaps/>
          <w:sz w:val="20"/>
        </w:rPr>
        <w:t>h</w:t>
      </w:r>
    </w:p>
    <w:p w14:paraId="250CDB6C" w14:textId="77777777" w:rsidR="00987A04" w:rsidRPr="00891300" w:rsidRDefault="00987A04" w:rsidP="00987A0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87A04" w:rsidRPr="00891300" w14:paraId="3BD0388F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4A8B55" w14:textId="77777777" w:rsidR="00987A04" w:rsidRPr="00891300" w:rsidRDefault="00987A04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87A04" w:rsidRPr="00891300" w14:paraId="09C2B7D9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16A961" w14:textId="77777777" w:rsidR="00987A04" w:rsidRPr="005434C0" w:rsidRDefault="00987A04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lanear uma base de dados relacional.</w:t>
            </w:r>
          </w:p>
          <w:p w14:paraId="066CC981" w14:textId="77777777" w:rsidR="00987A04" w:rsidRPr="00891300" w:rsidRDefault="00987A04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Criar, manipular tabelas relacionais e definir filtros para consultas de dados</w:t>
            </w:r>
          </w:p>
          <w:p w14:paraId="167B167C" w14:textId="77777777" w:rsidR="00987A04" w:rsidRDefault="00987A04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formulários e relatórios. </w:t>
            </w:r>
          </w:p>
          <w:p w14:paraId="0B1A4481" w14:textId="77777777" w:rsidR="00987A04" w:rsidRPr="00A22D4D" w:rsidRDefault="00987A04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Fazer um guião do utilizador da base de dados.</w:t>
            </w:r>
          </w:p>
        </w:tc>
      </w:tr>
      <w:tr w:rsidR="00987A04" w:rsidRPr="00891300" w14:paraId="42C49896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13AF0A" w14:textId="77777777" w:rsidR="00987A04" w:rsidRPr="00891300" w:rsidRDefault="00987A04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2ED6BF" w14:textId="77777777" w:rsidR="00987A04" w:rsidRPr="00891300" w:rsidRDefault="00987A04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3F11522" w14:textId="77777777" w:rsidR="00987A04" w:rsidRPr="00891300" w:rsidRDefault="00987A04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87A04" w:rsidRPr="00891300" w14:paraId="1279ACDB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E872A" w14:textId="77777777" w:rsidR="00987A04" w:rsidRPr="00891300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Conceitos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relacionados com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Gestão de Bases de Dados (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SGBD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).</w:t>
            </w:r>
          </w:p>
          <w:p w14:paraId="2D34137A" w14:textId="77777777" w:rsidR="00987A04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relacional.</w:t>
            </w:r>
          </w:p>
          <w:p w14:paraId="41DBF228" w14:textId="77777777" w:rsidR="00987A04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de informação.</w:t>
            </w:r>
          </w:p>
          <w:p w14:paraId="2DE5C345" w14:textId="77777777" w:rsidR="00987A04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Base de dados.</w:t>
            </w:r>
          </w:p>
          <w:p w14:paraId="628106A1" w14:textId="77777777" w:rsidR="00987A04" w:rsidRDefault="00987A04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886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Tabela:</w:t>
            </w:r>
          </w:p>
          <w:p w14:paraId="0AE84328" w14:textId="77777777" w:rsidR="00987A04" w:rsidRDefault="00987A04" w:rsidP="00AD5C45">
            <w:pPr>
              <w:pStyle w:val="PargrafodaLista"/>
              <w:numPr>
                <w:ilvl w:val="2"/>
                <w:numId w:val="4"/>
              </w:numPr>
              <w:spacing w:before="120" w:after="0" w:line="276" w:lineRule="auto"/>
              <w:ind w:left="1311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e dados.</w:t>
            </w:r>
          </w:p>
          <w:p w14:paraId="0B6501E4" w14:textId="77777777" w:rsidR="00987A04" w:rsidRDefault="00987A04" w:rsidP="00AD5C45">
            <w:pPr>
              <w:pStyle w:val="PargrafodaLista"/>
              <w:numPr>
                <w:ilvl w:val="2"/>
                <w:numId w:val="4"/>
              </w:numPr>
              <w:spacing w:before="120" w:after="0" w:line="276" w:lineRule="auto"/>
              <w:ind w:left="1311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Caraterísticas dos campos.</w:t>
            </w:r>
          </w:p>
          <w:p w14:paraId="3D064FAF" w14:textId="77777777" w:rsidR="00987A04" w:rsidRDefault="00987A04" w:rsidP="00AD5C45">
            <w:pPr>
              <w:pStyle w:val="PargrafodaLista"/>
              <w:numPr>
                <w:ilvl w:val="2"/>
                <w:numId w:val="4"/>
              </w:numPr>
              <w:spacing w:before="120" w:after="0" w:line="276" w:lineRule="auto"/>
              <w:ind w:left="1311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Chaves.</w:t>
            </w:r>
          </w:p>
          <w:p w14:paraId="362BCDD5" w14:textId="77777777" w:rsidR="00987A04" w:rsidRDefault="00987A04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886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Relações</w:t>
            </w:r>
          </w:p>
          <w:p w14:paraId="49843560" w14:textId="77777777" w:rsidR="00987A04" w:rsidRDefault="00987A04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886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Consultas: </w:t>
            </w:r>
          </w:p>
          <w:p w14:paraId="70008B46" w14:textId="77777777" w:rsidR="00987A04" w:rsidRDefault="00987A04" w:rsidP="00AD5C45">
            <w:pPr>
              <w:pStyle w:val="PargrafodaLista"/>
              <w:numPr>
                <w:ilvl w:val="2"/>
                <w:numId w:val="4"/>
              </w:numPr>
              <w:spacing w:before="120" w:after="0" w:line="276" w:lineRule="auto"/>
              <w:ind w:left="1311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Filtros.</w:t>
            </w:r>
          </w:p>
          <w:p w14:paraId="5FEBEFBE" w14:textId="77777777" w:rsidR="00987A04" w:rsidRDefault="00987A04" w:rsidP="00AD5C45">
            <w:pPr>
              <w:pStyle w:val="PargrafodaLista"/>
              <w:numPr>
                <w:ilvl w:val="2"/>
                <w:numId w:val="4"/>
              </w:numPr>
              <w:spacing w:before="120" w:after="0" w:line="276" w:lineRule="auto"/>
              <w:ind w:left="1311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Critérios.</w:t>
            </w:r>
          </w:p>
          <w:p w14:paraId="79593AD7" w14:textId="77777777" w:rsidR="00987A04" w:rsidRPr="00891300" w:rsidRDefault="00987A04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886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Formulários:</w:t>
            </w:r>
          </w:p>
          <w:p w14:paraId="6F333CBE" w14:textId="77777777" w:rsidR="00987A04" w:rsidRDefault="00987A04" w:rsidP="00AD5C45">
            <w:pPr>
              <w:pStyle w:val="PargrafodaLista"/>
              <w:numPr>
                <w:ilvl w:val="2"/>
                <w:numId w:val="4"/>
              </w:numPr>
              <w:spacing w:before="120" w:after="0" w:line="276" w:lineRule="auto"/>
              <w:ind w:left="1311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 controlos.</w:t>
            </w:r>
          </w:p>
          <w:p w14:paraId="1BAE41EE" w14:textId="77777777" w:rsidR="00987A04" w:rsidRDefault="00987A04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886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Relatórios.</w:t>
            </w:r>
          </w:p>
          <w:p w14:paraId="07241983" w14:textId="77777777" w:rsidR="00987A04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processamento de texto.</w:t>
            </w:r>
          </w:p>
          <w:p w14:paraId="0EF36619" w14:textId="77777777" w:rsidR="00987A04" w:rsidRPr="006A6FA0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de um manual de utilizador.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086B4" w14:textId="77777777" w:rsidR="00987A04" w:rsidRPr="00891300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manuais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guiões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tutoriais técnicos.</w:t>
            </w:r>
          </w:p>
          <w:p w14:paraId="6B5C7504" w14:textId="77777777" w:rsidR="00987A04" w:rsidRPr="00891300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modelos relacionais e diagramas para modelar a informação.</w:t>
            </w:r>
          </w:p>
          <w:p w14:paraId="5501FB2F" w14:textId="77777777" w:rsidR="00987A04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funcionalidades para criar tabelas, definir as caraterísticas dos campos, o tipo de dados e chaves.</w:t>
            </w:r>
          </w:p>
          <w:p w14:paraId="480E2718" w14:textId="77777777" w:rsidR="00987A04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regras para definir relações entre tabelas.</w:t>
            </w:r>
          </w:p>
          <w:p w14:paraId="61FEA892" w14:textId="77777777" w:rsidR="00987A04" w:rsidRPr="00891300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funcionalidades para selecionar campos, aplicar filtros e critérios para gerar consultas de tabelas ou dados específicos.</w:t>
            </w:r>
          </w:p>
          <w:p w14:paraId="0195D59D" w14:textId="77777777" w:rsidR="00987A04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funcionalidades para conceber formulários de inserção, edição e remoção de dados de dados.</w:t>
            </w:r>
          </w:p>
          <w:p w14:paraId="6C30A314" w14:textId="77777777" w:rsidR="00987A04" w:rsidRPr="00891300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funcionalidades para criação e automatização de relatórios de visualização e impressão de dados. </w:t>
            </w:r>
          </w:p>
          <w:p w14:paraId="20ED1534" w14:textId="77777777" w:rsidR="00987A04" w:rsidRPr="005434C0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10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funcionalidades de um </w:t>
            </w:r>
            <w:r w:rsidRPr="006510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processador de texto para criar o manual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6510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utilizador da base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6510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dados.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53304D" w14:textId="77777777" w:rsidR="00987A04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0C70CD99" w14:textId="77777777" w:rsidR="00987A04" w:rsidRPr="00A15453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E8C0EF8" w14:textId="77777777" w:rsidR="00987A04" w:rsidRPr="0082080F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3E271643" w14:textId="77777777" w:rsidR="00987A04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critico.</w:t>
            </w:r>
          </w:p>
          <w:p w14:paraId="7C8DDDD4" w14:textId="77777777" w:rsidR="00987A04" w:rsidRPr="00891300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698417E2" w14:textId="77777777" w:rsidR="00987A04" w:rsidRPr="00891300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Disposição para a aprendizagem.</w:t>
            </w:r>
          </w:p>
          <w:p w14:paraId="0B951B56" w14:textId="77777777" w:rsidR="00987A04" w:rsidRPr="0082080F" w:rsidRDefault="00987A04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72466ABC" w14:textId="77777777" w:rsidR="00987A04" w:rsidRPr="005434C0" w:rsidRDefault="00987A04" w:rsidP="00AD5C4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0E8F917" w14:textId="77777777" w:rsidR="00987A04" w:rsidRPr="00891300" w:rsidRDefault="00987A04" w:rsidP="00987A0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4A8D5A6" w14:textId="77777777" w:rsidR="00987A04" w:rsidRPr="00891300" w:rsidRDefault="00987A04" w:rsidP="00987A0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Critérios de Desempenho</w:t>
      </w:r>
    </w:p>
    <w:p w14:paraId="3C192988" w14:textId="77777777" w:rsidR="00987A04" w:rsidRPr="006A6FA0" w:rsidRDefault="00987A04" w:rsidP="00987A04">
      <w:pPr>
        <w:spacing w:after="120" w:line="240" w:lineRule="auto"/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</w:pPr>
      <w:r w:rsidRPr="006A6FA0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Desenvolver uma base de dados relacional</w:t>
      </w:r>
      <w:r w:rsidRPr="006A6FA0"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  <w:t>:</w:t>
      </w:r>
    </w:p>
    <w:p w14:paraId="2C5B1349" w14:textId="77777777" w:rsidR="00987A04" w:rsidRPr="00891300" w:rsidRDefault="00987A04" w:rsidP="00987A0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Obedecendo a especificações metodológicas para modelar a informação.</w:t>
      </w:r>
      <w:r w:rsidRPr="0063797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3CFF98EF" w14:textId="77777777" w:rsidR="00987A04" w:rsidRPr="00891300" w:rsidRDefault="00987A04" w:rsidP="00987A0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Estruturando tabelas relacionais e aplicando filtros para criar consultas de dados. </w:t>
      </w:r>
    </w:p>
    <w:p w14:paraId="349AD241" w14:textId="77777777" w:rsidR="00987A04" w:rsidRPr="00891300" w:rsidRDefault="00987A04" w:rsidP="00987A0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CD3.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Manuseando os campos existentes para criar formulários de inserção de dados e relatórios para visualização e impressão de dados.</w:t>
      </w:r>
    </w:p>
    <w:p w14:paraId="3280E1C1" w14:textId="77777777" w:rsidR="00987A04" w:rsidRPr="00891300" w:rsidRDefault="00987A04" w:rsidP="00987A0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Concretizando um guião para o utilizador da base de dados.</w:t>
      </w:r>
    </w:p>
    <w:p w14:paraId="1561704C" w14:textId="77777777" w:rsidR="00987A04" w:rsidRPr="00891300" w:rsidRDefault="00987A04" w:rsidP="00987A0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61DDC83" w14:textId="77777777" w:rsidR="00987A04" w:rsidRDefault="00987A04" w:rsidP="00987A0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Aplicável a vários contextos </w:t>
      </w:r>
    </w:p>
    <w:p w14:paraId="52A183AD" w14:textId="77777777" w:rsidR="00987A04" w:rsidRDefault="00987A04" w:rsidP="00987A0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94567E1" w14:textId="77777777" w:rsidR="00987A04" w:rsidRPr="00891300" w:rsidRDefault="00987A04" w:rsidP="00987A0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Recursos</w:t>
      </w:r>
    </w:p>
    <w:p w14:paraId="16AEE906" w14:textId="77777777" w:rsidR="00987A04" w:rsidRPr="00891300" w:rsidRDefault="00987A04" w:rsidP="00987A0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Manuais, guiões e tutoriais técnicos.</w:t>
      </w:r>
    </w:p>
    <w:p w14:paraId="4F2E4D31" w14:textId="77777777" w:rsidR="00987A04" w:rsidRDefault="00987A04" w:rsidP="00987A0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E0DF9">
        <w:rPr>
          <w:rFonts w:ascii="Verdana Pro Light" w:eastAsia="Arial Unicode MS" w:hAnsi="Verdana Pro Light" w:cs="Arial Unicode MS"/>
          <w:sz w:val="18"/>
          <w:szCs w:val="18"/>
        </w:rPr>
        <w:t xml:space="preserve">Dispositivos eletrónicos com acesso à </w:t>
      </w:r>
      <w:r>
        <w:rPr>
          <w:rFonts w:ascii="Verdana Pro Light" w:eastAsia="Arial Unicode MS" w:hAnsi="Verdana Pro Light" w:cs="Arial Unicode MS"/>
          <w:sz w:val="18"/>
          <w:szCs w:val="18"/>
        </w:rPr>
        <w:t>I</w:t>
      </w:r>
      <w:r w:rsidRPr="000E0DF9">
        <w:rPr>
          <w:rFonts w:ascii="Verdana Pro Light" w:eastAsia="Arial Unicode MS" w:hAnsi="Verdana Pro Light" w:cs="Arial Unicode MS"/>
          <w:sz w:val="18"/>
          <w:szCs w:val="18"/>
        </w:rPr>
        <w:t>nternet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E542B9D" w14:textId="77777777" w:rsidR="00987A04" w:rsidRPr="00891300" w:rsidRDefault="00987A04" w:rsidP="00987A0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para fazer base de dados</w:t>
      </w:r>
    </w:p>
    <w:p w14:paraId="3E1A0592" w14:textId="77777777" w:rsidR="00987A04" w:rsidRPr="00E16242" w:rsidRDefault="00987A04" w:rsidP="00987A0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para fazer diagramas</w:t>
      </w:r>
    </w:p>
    <w:p w14:paraId="07547C39" w14:textId="77777777" w:rsidR="00987A04" w:rsidRPr="00891300" w:rsidRDefault="00987A04" w:rsidP="00987A0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Observações</w:t>
      </w:r>
    </w:p>
    <w:p w14:paraId="4F2E4370" w14:textId="77777777" w:rsidR="00987A04" w:rsidRPr="00891300" w:rsidRDefault="00987A04" w:rsidP="00987A0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DE0A63" w14:textId="77777777" w:rsidR="00987A04" w:rsidRDefault="00987A04" w:rsidP="00987A04">
      <w:pPr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p w14:paraId="60C308AA" w14:textId="77777777" w:rsidR="00261FB1" w:rsidRDefault="00261FB1" w:rsidP="00261FB1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61FB1" w:rsidRPr="00136AD8" w14:paraId="3E0453EB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5304F87" w14:textId="683483FE" w:rsidR="00261FB1" w:rsidRPr="00136AD8" w:rsidRDefault="00261FB1" w:rsidP="00AD5C45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7275DE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967CBDB" w14:textId="77777777" w:rsidR="00261FB1" w:rsidRPr="009C256C" w:rsidRDefault="00261FB1" w:rsidP="00AD5C45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Aplicar </w:t>
            </w:r>
            <w:proofErr w:type="spellStart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>storytelling</w:t>
            </w:r>
            <w:proofErr w:type="spellEnd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 xml:space="preserve"> </w:t>
            </w: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na comunicação</w:t>
            </w:r>
          </w:p>
        </w:tc>
      </w:tr>
      <w:tr w:rsidR="00261FB1" w:rsidRPr="00136AD8" w14:paraId="1C0702C4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7144386" w14:textId="77777777" w:rsidR="00261FB1" w:rsidRPr="00136AD8" w:rsidRDefault="00261FB1" w:rsidP="00AD5C45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00077</w:t>
            </w:r>
          </w:p>
        </w:tc>
        <w:tc>
          <w:tcPr>
            <w:tcW w:w="7324" w:type="dxa"/>
            <w:shd w:val="clear" w:color="auto" w:fill="E7E6E6" w:themeFill="background2"/>
          </w:tcPr>
          <w:p w14:paraId="6F6F4DC2" w14:textId="77777777" w:rsidR="00261FB1" w:rsidRPr="00136AD8" w:rsidRDefault="00261FB1" w:rsidP="00AD5C45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 xml:space="preserve">Técnicas de comunicação e </w:t>
            </w:r>
            <w:proofErr w:type="spellStart"/>
            <w:r w:rsidRPr="7DE8AE94">
              <w:rPr>
                <w:rFonts w:ascii="Verdana Pro Light" w:eastAsia="Arial Unicode MS" w:hAnsi="Verdana Pro Light" w:cs="Times New Roman"/>
                <w:i/>
                <w:iCs/>
                <w:color w:val="C45911" w:themeColor="accent2" w:themeShade="BF"/>
                <w:sz w:val="18"/>
                <w:szCs w:val="18"/>
              </w:rPr>
              <w:t>storytelling</w:t>
            </w:r>
            <w:proofErr w:type="spellEnd"/>
          </w:p>
        </w:tc>
      </w:tr>
    </w:tbl>
    <w:p w14:paraId="5401D346" w14:textId="77777777" w:rsidR="00261FB1" w:rsidRPr="00136AD8" w:rsidRDefault="00261FB1" w:rsidP="00261FB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512F580" w14:textId="77777777" w:rsidR="00261FB1" w:rsidRPr="003200F2" w:rsidRDefault="00261FB1" w:rsidP="00261FB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3611DDF" w14:textId="77777777" w:rsidR="00261FB1" w:rsidRPr="00136AD8" w:rsidRDefault="00261FB1" w:rsidP="00261FB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61FB1" w:rsidRPr="00136AD8" w14:paraId="73307339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C3BCD7" w14:textId="77777777" w:rsidR="00261FB1" w:rsidRPr="001B353A" w:rsidRDefault="00261FB1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61FB1" w:rsidRPr="00136AD8" w14:paraId="3ED91FD8" w14:textId="77777777" w:rsidTr="00AD5C45">
        <w:trPr>
          <w:trHeight w:val="135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C139DC" w14:textId="77777777" w:rsidR="00261FB1" w:rsidRPr="001B353A" w:rsidRDefault="00261FB1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Construir e estruturar uma narrativa.</w:t>
            </w:r>
          </w:p>
          <w:p w14:paraId="23D572FB" w14:textId="77777777" w:rsidR="00261FB1" w:rsidRPr="006075B7" w:rsidRDefault="00261FB1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Transmitir a mensagem com impacto emocional a diferentes interlocutores e em contextos variados.</w:t>
            </w:r>
          </w:p>
          <w:p w14:paraId="4EA8DAA7" w14:textId="77777777" w:rsidR="00261FB1" w:rsidRPr="006075B7" w:rsidRDefault="00261FB1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Avaliar o </w:t>
            </w: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resultado da transmissão da mensagem.</w:t>
            </w:r>
          </w:p>
        </w:tc>
      </w:tr>
      <w:tr w:rsidR="00261FB1" w:rsidRPr="00136AD8" w14:paraId="231478AA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A77FE1" w14:textId="77777777" w:rsidR="00261FB1" w:rsidRPr="001B353A" w:rsidRDefault="00261FB1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E1AF7B" w14:textId="77777777" w:rsidR="00261FB1" w:rsidRPr="001B353A" w:rsidRDefault="00261FB1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B15EC3B" w14:textId="77777777" w:rsidR="00261FB1" w:rsidRPr="001B353A" w:rsidRDefault="00261FB1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61FB1" w:rsidRPr="00136AD8" w14:paraId="53665EA5" w14:textId="77777777" w:rsidTr="00AD5C45">
        <w:trPr>
          <w:trHeight w:val="98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5D471" w14:textId="77777777" w:rsidR="00261FB1" w:rsidRPr="00BD2B9C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comunicação – funções, elementos, dimensões, barreiras e atitudes.</w:t>
            </w:r>
          </w:p>
          <w:p w14:paraId="5493E637" w14:textId="77777777" w:rsidR="00261FB1" w:rsidRPr="00BD2B9C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outros) e proxémica (distância espacial face a alguém).</w:t>
            </w:r>
          </w:p>
          <w:p w14:paraId="48F3ACCA" w14:textId="77777777" w:rsidR="00261FB1" w:rsidRPr="00BD2B9C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Mensagem – construção da narrativa, adaptação, envio, receção e interpretação.</w:t>
            </w:r>
          </w:p>
          <w:p w14:paraId="47388EEF" w14:textId="77777777" w:rsidR="00261FB1" w:rsidRPr="00BD2B9C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comunicação.</w:t>
            </w:r>
          </w:p>
          <w:p w14:paraId="5FD04096" w14:textId="77777777" w:rsidR="00261FB1" w:rsidRPr="00BD2B9C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escuta ativa.</w:t>
            </w:r>
          </w:p>
          <w:p w14:paraId="534AAB8F" w14:textId="77777777" w:rsidR="00261FB1" w:rsidRPr="00BD2B9C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expetativas e motivação.</w:t>
            </w:r>
          </w:p>
          <w:p w14:paraId="72A46A75" w14:textId="77777777" w:rsidR="00261FB1" w:rsidRPr="00BD2B9C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Perfis comunicacionais – comunicação passiva, agressiva, assertiva e manipuladora.</w:t>
            </w:r>
          </w:p>
          <w:p w14:paraId="2894FEB8" w14:textId="77777777" w:rsidR="00261FB1" w:rsidRPr="00BD2B9C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das emoções.</w:t>
            </w:r>
          </w:p>
          <w:p w14:paraId="76FCA831" w14:textId="77777777" w:rsidR="00261FB1" w:rsidRPr="00BD2B9C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conceito e pilares (propósito, autenticidade, abertura, empatia, clareza e escuta).</w:t>
            </w:r>
          </w:p>
          <w:p w14:paraId="55CD475A" w14:textId="77777777" w:rsidR="00261FB1" w:rsidRPr="00BD2B9C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–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objetivos, tipos, métodos e técnicas, contextos de aplicação.</w:t>
            </w:r>
          </w:p>
          <w:p w14:paraId="3F3722BC" w14:textId="77777777" w:rsidR="00261FB1" w:rsidRPr="00BD2B9C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lastRenderedPageBreak/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vantagens e desafios (internos e externos).</w:t>
            </w:r>
          </w:p>
          <w:p w14:paraId="413C545F" w14:textId="77777777" w:rsidR="00261FB1" w:rsidRPr="00BD2B9C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apresentação pública.</w:t>
            </w:r>
          </w:p>
          <w:p w14:paraId="427DA4B1" w14:textId="77777777" w:rsidR="00261FB1" w:rsidRPr="00BD2B9C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Avaliação do impacto da apresentação.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3EE85" w14:textId="77777777" w:rsidR="00261FB1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Definir o propósito da narrativa.</w:t>
            </w:r>
          </w:p>
          <w:p w14:paraId="22824474" w14:textId="77777777" w:rsidR="00261FB1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estratégia da narrativa.</w:t>
            </w:r>
          </w:p>
          <w:p w14:paraId="7A88CB56" w14:textId="77777777" w:rsidR="00261FB1" w:rsidRPr="00681625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o alinhamento da narrativa em função do canal de comunicação.</w:t>
            </w:r>
          </w:p>
          <w:p w14:paraId="6CEDA118" w14:textId="77777777" w:rsidR="00261FB1" w:rsidRPr="00681625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a apresentação pública.</w:t>
            </w:r>
          </w:p>
          <w:p w14:paraId="734A037C" w14:textId="77777777" w:rsidR="00261FB1" w:rsidRPr="00681625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 narrativa.</w:t>
            </w:r>
          </w:p>
          <w:p w14:paraId="7974B04B" w14:textId="77777777" w:rsidR="00261FB1" w:rsidRPr="00681625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 reação do público-alvo e manter a conexão. </w:t>
            </w:r>
          </w:p>
          <w:p w14:paraId="0C9C1E04" w14:textId="77777777" w:rsidR="00261FB1" w:rsidRPr="00681625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adaptar as suas próprias emoções.</w:t>
            </w:r>
          </w:p>
          <w:p w14:paraId="5C38412A" w14:textId="77777777" w:rsidR="00261FB1" w:rsidRPr="00681625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Ajustar a narrativa ao público-alvo e ao contexto.</w:t>
            </w:r>
          </w:p>
          <w:p w14:paraId="7528CD8F" w14:textId="77777777" w:rsidR="00261FB1" w:rsidRPr="00681625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Antecipar situações imprevistas.</w:t>
            </w:r>
          </w:p>
          <w:p w14:paraId="3962D6F8" w14:textId="77777777" w:rsidR="00261FB1" w:rsidRPr="00681625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00681625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Autoavaliar o seu desempenho</w:t>
            </w:r>
            <w:r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DDB0DA" w14:textId="77777777" w:rsidR="00261FB1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16D65CFC" w14:textId="77777777" w:rsidR="00261FB1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8B9F575" w14:textId="77777777" w:rsidR="00261FB1" w:rsidRPr="00ED5C50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postura e imagem profissional.</w:t>
            </w:r>
          </w:p>
          <w:p w14:paraId="510A4F09" w14:textId="77777777" w:rsidR="00261FB1" w:rsidRPr="00ED5C50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Autenticidade.</w:t>
            </w:r>
          </w:p>
          <w:p w14:paraId="1386FBB1" w14:textId="77777777" w:rsidR="00261FB1" w:rsidRPr="00ED5C50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3C726C99" w14:textId="77777777" w:rsidR="00261FB1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CBD055F" w14:textId="77777777" w:rsidR="00261FB1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Objetividade.</w:t>
            </w:r>
          </w:p>
          <w:p w14:paraId="4A83D48B" w14:textId="77777777" w:rsidR="00261FB1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3E7DB9D4" w14:textId="77777777" w:rsidR="00261FB1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784ED1FA" w14:textId="77777777" w:rsidR="00261FB1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02DA6D78" w14:textId="77777777" w:rsidR="00261FB1" w:rsidRPr="000546C4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0A63BA2" w14:textId="77777777" w:rsidR="00261FB1" w:rsidRPr="00EE3BEC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Autorreflexão. </w:t>
            </w:r>
          </w:p>
          <w:p w14:paraId="544A81AE" w14:textId="77777777" w:rsidR="00261FB1" w:rsidRDefault="00261FB1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495DDA29" w14:textId="77777777" w:rsidR="00261FB1" w:rsidRDefault="00261FB1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30872A97" w14:textId="77777777" w:rsidR="00261FB1" w:rsidRDefault="00261FB1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4C79B893" w14:textId="77777777" w:rsidR="00261FB1" w:rsidRPr="00EE3BEC" w:rsidRDefault="00261FB1" w:rsidP="00AD5C4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AAB172" w14:textId="77777777" w:rsidR="00261FB1" w:rsidRPr="00057283" w:rsidRDefault="00261FB1" w:rsidP="00AD5C4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949C014" w14:textId="77777777" w:rsidR="00261FB1" w:rsidRDefault="00261FB1" w:rsidP="00261FB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D5A7477" w14:textId="77777777" w:rsidR="00261FB1" w:rsidRDefault="00261FB1" w:rsidP="00261FB1">
      <w:pPr>
        <w:rPr>
          <w:rFonts w:ascii="Verdana Pro Light" w:hAnsi="Verdana Pro Light"/>
          <w:smallCaps/>
        </w:rPr>
      </w:pPr>
    </w:p>
    <w:p w14:paraId="5232D1B8" w14:textId="77777777" w:rsidR="00261FB1" w:rsidRPr="00F87025" w:rsidRDefault="00261FB1" w:rsidP="00261FB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2A46D8B" w14:textId="77777777" w:rsidR="00261FB1" w:rsidRPr="005F6E61" w:rsidRDefault="00261FB1" w:rsidP="00261FB1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5F6E61">
        <w:rPr>
          <w:rFonts w:ascii="Verdana Pro Light" w:eastAsia="Arial Unicode MS" w:hAnsi="Verdana Pro Light" w:cs="Times New Roman"/>
          <w:bCs/>
          <w:i/>
          <w:sz w:val="18"/>
          <w:szCs w:val="18"/>
        </w:rPr>
        <w:t xml:space="preserve">Aplicar </w:t>
      </w:r>
      <w:proofErr w:type="spellStart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>storytelling</w:t>
      </w:r>
      <w:proofErr w:type="spellEnd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 xml:space="preserve"> na comunicação:</w:t>
      </w:r>
    </w:p>
    <w:p w14:paraId="790B1DF9" w14:textId="77777777" w:rsidR="00261FB1" w:rsidRPr="00B450A1" w:rsidRDefault="00261FB1" w:rsidP="00261FB1">
      <w:pPr>
        <w:spacing w:before="120" w:after="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>Criando e apresentando a narrativa</w:t>
      </w:r>
      <w:r>
        <w:rPr>
          <w:rFonts w:ascii="Verdana Pro Light" w:eastAsia="Arial Unicode MS" w:hAnsi="Verdana Pro Light" w:cs="Arial Unicode MS"/>
          <w:sz w:val="18"/>
          <w:szCs w:val="18"/>
        </w:rPr>
        <w:t>,</w:t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 xml:space="preserve"> de acordo com o objetivo comunicacional e resultado esperado.</w:t>
      </w:r>
    </w:p>
    <w:p w14:paraId="3A89C74E" w14:textId="77777777" w:rsidR="00261FB1" w:rsidRDefault="00261FB1" w:rsidP="00261FB1">
      <w:pPr>
        <w:spacing w:before="120" w:after="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CD2. Demonstrando autenticidade, disponibilidade, empatia e escuta na articulação e transmissão da mensagem. </w:t>
      </w:r>
    </w:p>
    <w:p w14:paraId="52AFD0D4" w14:textId="77777777" w:rsidR="00261FB1" w:rsidRDefault="00261FB1" w:rsidP="00261FB1">
      <w:pPr>
        <w:pStyle w:val="Textodecomentrio"/>
        <w:spacing w:line="276" w:lineRule="auto"/>
        <w:ind w:left="142"/>
        <w:jc w:val="both"/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 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 xml:space="preserve">Utilizando uma narrativa clara, criativa e </w:t>
      </w:r>
      <w:r>
        <w:rPr>
          <w:rFonts w:ascii="Verdana Pro Light" w:eastAsia="Arial Unicode MS" w:hAnsi="Verdana Pro Light" w:cs="Arial Unicode MS"/>
          <w:sz w:val="18"/>
          <w:szCs w:val="18"/>
        </w:rPr>
        <w:t>persuasiva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>, com recurso a linguagem verbal e não verbal.</w:t>
      </w:r>
    </w:p>
    <w:p w14:paraId="3DEB3885" w14:textId="77777777" w:rsidR="00261FB1" w:rsidRPr="00BD2B9C" w:rsidRDefault="00261FB1" w:rsidP="00261FB1">
      <w:pPr>
        <w:spacing w:before="120" w:after="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B450A1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B235ED">
        <w:rPr>
          <w:rFonts w:ascii="Verdana Pro Light" w:eastAsia="Arial Unicode MS" w:hAnsi="Verdana Pro Light" w:cs="Arial Unicode MS"/>
          <w:sz w:val="18"/>
          <w:szCs w:val="18"/>
        </w:rPr>
        <w:t xml:space="preserve">Adaptando as técnicas </w:t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comunicacionais e narrativas, em função dos contextos individual, social e profissional.</w:t>
      </w:r>
    </w:p>
    <w:p w14:paraId="03E4288D" w14:textId="77777777" w:rsidR="00261FB1" w:rsidRDefault="00261FB1" w:rsidP="00261FB1">
      <w:pPr>
        <w:spacing w:before="120" w:after="0" w:line="276" w:lineRule="auto"/>
        <w:ind w:left="426" w:hanging="285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D2B9C">
        <w:rPr>
          <w:rFonts w:ascii="Verdana Pro Light" w:eastAsia="Arial Unicode MS" w:hAnsi="Verdana Pro Light" w:cs="Arial Unicode MS"/>
          <w:sz w:val="18"/>
          <w:szCs w:val="18"/>
        </w:rPr>
        <w:t>CD5.</w:t>
      </w:r>
      <w:r w:rsidRPr="00BD2B9C">
        <w:tab/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Avaliando o resultado e impactos finais no processo de comunicação</w:t>
      </w: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 estabelecido.</w:t>
      </w:r>
    </w:p>
    <w:p w14:paraId="62F461B7" w14:textId="77777777" w:rsidR="00261FB1" w:rsidRPr="00B235ED" w:rsidRDefault="00261FB1" w:rsidP="00261FB1">
      <w:pPr>
        <w:spacing w:before="120" w:after="0" w:line="276" w:lineRule="auto"/>
        <w:ind w:left="426" w:hanging="285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455A809" w14:textId="77777777" w:rsidR="00261FB1" w:rsidRPr="00F87025" w:rsidRDefault="00261FB1" w:rsidP="00261FB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51C3317" w14:textId="77777777" w:rsidR="00261FB1" w:rsidRPr="00E03EF9" w:rsidRDefault="00261FB1" w:rsidP="00261FB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03EF9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55E0E0AE" w14:textId="77777777" w:rsidR="00261FB1" w:rsidRPr="00051C79" w:rsidRDefault="00261FB1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185FA2" w14:textId="77777777" w:rsidR="00261FB1" w:rsidRPr="00F87025" w:rsidRDefault="00261FB1" w:rsidP="00261FB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5199D52" w14:textId="77777777" w:rsidR="00261FB1" w:rsidRDefault="00261FB1" w:rsidP="00261FB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com acesso à internet.</w:t>
      </w:r>
    </w:p>
    <w:p w14:paraId="52B539F7" w14:textId="77777777" w:rsidR="00261FB1" w:rsidRDefault="00261FB1" w:rsidP="00261FB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H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istórias diversas.</w:t>
      </w:r>
    </w:p>
    <w:p w14:paraId="0D7D9725" w14:textId="77777777" w:rsidR="00261FB1" w:rsidRDefault="00261FB1" w:rsidP="00261FB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Recursos multimédia e audiovisuais.</w:t>
      </w:r>
    </w:p>
    <w:p w14:paraId="261C14D3" w14:textId="77777777" w:rsidR="00261FB1" w:rsidRPr="00907B8B" w:rsidRDefault="00261FB1" w:rsidP="00261FB1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E57A6D7" w14:textId="77777777" w:rsidR="00261FB1" w:rsidRPr="00051C79" w:rsidRDefault="00261FB1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A844D3" w14:textId="77777777" w:rsidR="00261FB1" w:rsidRPr="00F87025" w:rsidRDefault="00261FB1" w:rsidP="00261FB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9650768" w14:textId="77777777" w:rsidR="00261FB1" w:rsidRPr="00051C79" w:rsidRDefault="00261FB1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B3B042" w14:textId="77777777" w:rsidR="00787670" w:rsidRPr="00051C79" w:rsidRDefault="00787670" w:rsidP="007876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Tec </w:t>
      </w:r>
      <w:proofErr w:type="spellStart"/>
      <w:r>
        <w:rPr>
          <w:rFonts w:ascii="Verdana Pro Light" w:hAnsi="Verdana Pro Light"/>
          <w:smallCaps/>
        </w:rPr>
        <w:t>multimedia</w:t>
      </w:r>
      <w:proofErr w:type="spellEnd"/>
    </w:p>
    <w:p w14:paraId="03D9CF77" w14:textId="77777777" w:rsidR="00261FB1" w:rsidRDefault="00261FB1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F8C1ED" w14:textId="77777777" w:rsidR="00261FB1" w:rsidRDefault="00261FB1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3475B1" w14:textId="77777777" w:rsidR="00261FB1" w:rsidRDefault="00261FB1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93E3E9" w14:textId="77777777" w:rsidR="00261FB1" w:rsidRDefault="00261FB1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19FF0DD" w14:textId="77777777" w:rsidR="00BD624A" w:rsidRDefault="00BD624A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B9B564" w14:textId="77777777" w:rsidR="00BD624A" w:rsidRDefault="00BD624A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198D2A" w14:textId="77777777" w:rsidR="00BD624A" w:rsidRDefault="00BD624A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A2C047" w14:textId="77777777" w:rsidR="00BD624A" w:rsidRDefault="00BD624A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72415B" w14:textId="77777777" w:rsidR="00BD624A" w:rsidRDefault="00BD624A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D624A" w:rsidRPr="00136AD8" w14:paraId="3E1882F1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F144310" w14:textId="63E3E627" w:rsidR="00BD624A" w:rsidRPr="00136AD8" w:rsidRDefault="00BD624A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22" w:name="_Hlk154520308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BC17C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7275DE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75DA1E4" w14:textId="77777777" w:rsidR="00BD624A" w:rsidRPr="00AA7B53" w:rsidRDefault="00BD624A" w:rsidP="00AD5C45">
            <w:pPr>
              <w:spacing w:after="0"/>
            </w:pPr>
            <w:r w:rsidRPr="00BC17C6">
              <w:rPr>
                <w:color w:val="C45911" w:themeColor="accent2" w:themeShade="BF"/>
              </w:rPr>
              <w:t>Elaborar storyboards</w:t>
            </w:r>
          </w:p>
        </w:tc>
      </w:tr>
      <w:bookmarkEnd w:id="22"/>
      <w:tr w:rsidR="00BD624A" w:rsidRPr="00136AD8" w14:paraId="4DF7AF63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D642C98" w14:textId="77777777" w:rsidR="00BD624A" w:rsidRPr="00136AD8" w:rsidRDefault="00BD624A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07</w:t>
            </w:r>
          </w:p>
        </w:tc>
        <w:tc>
          <w:tcPr>
            <w:tcW w:w="7324" w:type="dxa"/>
            <w:shd w:val="clear" w:color="auto" w:fill="E7E6E6" w:themeFill="background2"/>
          </w:tcPr>
          <w:p w14:paraId="170FA348" w14:textId="77777777" w:rsidR="00BD624A" w:rsidRPr="00136AD8" w:rsidRDefault="00BD624A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Storyboard</w:t>
            </w:r>
          </w:p>
        </w:tc>
      </w:tr>
    </w:tbl>
    <w:p w14:paraId="32104594" w14:textId="77777777" w:rsidR="00BD624A" w:rsidRPr="00136AD8" w:rsidRDefault="00BD624A" w:rsidP="00BD624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54A05B9" w14:textId="77777777" w:rsidR="00BD624A" w:rsidRPr="003200F2" w:rsidRDefault="00BD624A" w:rsidP="00BD624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3CA6491" w14:textId="77777777" w:rsidR="00BD624A" w:rsidRPr="00136AD8" w:rsidRDefault="00BD624A" w:rsidP="00BD624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D624A" w:rsidRPr="00136AD8" w14:paraId="107ADB9C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811120" w14:textId="77777777" w:rsidR="00BD624A" w:rsidRPr="001B353A" w:rsidRDefault="00BD624A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D624A" w:rsidRPr="00136AD8" w14:paraId="163E13C3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47A120" w14:textId="77777777" w:rsidR="00BD624A" w:rsidRPr="001B353A" w:rsidRDefault="00BD624A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Planear o roteiro visual</w:t>
            </w:r>
          </w:p>
          <w:p w14:paraId="5AFD1DF8" w14:textId="77777777" w:rsidR="00BD624A" w:rsidRPr="001B353A" w:rsidRDefault="00BD624A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Dividir o roteiro em cenas e secções e criar representações visuais</w:t>
            </w:r>
            <w:r w:rsidRPr="00CC45C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3B7388AA" w14:textId="77777777" w:rsidR="00BD624A" w:rsidRDefault="00BD624A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Incluir vídeos, áudios, animações ou interatividade </w:t>
            </w:r>
          </w:p>
          <w:p w14:paraId="5A4EA5DE" w14:textId="77777777" w:rsidR="00BD624A" w:rsidRPr="009F4B7F" w:rsidRDefault="00BD624A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Rever, finalizar e apresentar</w:t>
            </w:r>
          </w:p>
        </w:tc>
      </w:tr>
      <w:tr w:rsidR="00BD624A" w:rsidRPr="00136AD8" w14:paraId="212A32C9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88D8B5" w14:textId="77777777" w:rsidR="00BD624A" w:rsidRPr="001B353A" w:rsidRDefault="00BD624A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EE92CA" w14:textId="77777777" w:rsidR="00BD624A" w:rsidRPr="001B353A" w:rsidRDefault="00BD624A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D820C9A" w14:textId="77777777" w:rsidR="00BD624A" w:rsidRPr="001B353A" w:rsidRDefault="00BD624A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D624A" w:rsidRPr="00136AD8" w14:paraId="54BA79F3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AFD64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41D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básicos da narrativa visual, incluindo composição, enquadramento, perspetiva e uso de cores para transmitir emoções e informações</w:t>
            </w:r>
          </w:p>
          <w:p w14:paraId="5407E441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criação, como lápis, canetas, tablets gráficos ou software de storyboard.</w:t>
            </w:r>
          </w:p>
          <w:p w14:paraId="4DCC866D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dos diferentes tipos de planos de câmara e como contar uma história visualmente.</w:t>
            </w:r>
          </w:p>
          <w:p w14:paraId="3A4DE441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das necessidades visuais e da direção de cena específica para a produção.</w:t>
            </w:r>
          </w:p>
          <w:p w14:paraId="593A7797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ompreensão narrativa e colaboração efetiva</w:t>
            </w:r>
          </w:p>
          <w:p w14:paraId="330ABDDD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22913D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2AB5B7" w14:textId="77777777" w:rsidR="00BD624A" w:rsidRPr="001B353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9FE2E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desenhos simples e claros.</w:t>
            </w:r>
          </w:p>
          <w:p w14:paraId="2CE8F63D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ransmitir emoções e ações por meio de expressões faciais e gestos</w:t>
            </w:r>
          </w:p>
          <w:p w14:paraId="003B5F9A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ompor cenas de forma atraente e informativa</w:t>
            </w:r>
          </w:p>
          <w:p w14:paraId="00CF3778" w14:textId="77777777" w:rsidR="00BD624A" w:rsidRPr="00517AA8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rganizar as cenas de forma lógica e coesa</w:t>
            </w:r>
          </w:p>
          <w:p w14:paraId="288FA3A1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transições visuais suaves entre as cenas.</w:t>
            </w:r>
          </w:p>
          <w:p w14:paraId="29851FB5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e traduzir as informações do roteiro em imagens.</w:t>
            </w:r>
          </w:p>
          <w:p w14:paraId="731E3519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software para criação de storyboard</w:t>
            </w:r>
          </w:p>
          <w:p w14:paraId="68E7F1D2" w14:textId="77777777" w:rsidR="00BD624A" w:rsidRPr="00057283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4FB4E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C999608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B1DA1AD" w14:textId="77777777" w:rsidR="00BD624A" w:rsidRDefault="00BD624A" w:rsidP="00BD624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2AD02B90" w14:textId="77777777" w:rsidR="00BD624A" w:rsidRPr="00AB5AF8" w:rsidRDefault="00BD624A" w:rsidP="00BD624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0F23F241" w14:textId="77777777" w:rsidR="00BD624A" w:rsidRPr="00AB5AF8" w:rsidRDefault="00BD624A" w:rsidP="00BD624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1117144" w14:textId="77777777" w:rsidR="00BD624A" w:rsidRPr="00AB5AF8" w:rsidRDefault="00BD624A" w:rsidP="00BD624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5332CBF" w14:textId="77777777" w:rsidR="00BD624A" w:rsidRPr="00AB5AF8" w:rsidRDefault="00BD624A" w:rsidP="00BD624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7487CB8" w14:textId="77777777" w:rsidR="00BD624A" w:rsidRPr="00A128FE" w:rsidRDefault="00BD624A" w:rsidP="00BD624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12E576D0" w14:textId="77777777" w:rsidR="00BD624A" w:rsidRPr="00AB5AF8" w:rsidRDefault="00BD624A" w:rsidP="00BD624A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080BC67C" w14:textId="77777777" w:rsidR="00BD624A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Trabalho em equipa </w:t>
            </w:r>
          </w:p>
          <w:p w14:paraId="46CA2A02" w14:textId="77777777" w:rsidR="00BD624A" w:rsidRPr="00057283" w:rsidRDefault="00BD624A" w:rsidP="00BD62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Adaptabilidade tecnológica </w:t>
            </w:r>
          </w:p>
        </w:tc>
      </w:tr>
    </w:tbl>
    <w:p w14:paraId="10E53659" w14:textId="77777777" w:rsidR="00BD624A" w:rsidRDefault="00BD624A" w:rsidP="00BD624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462AA5B" w14:textId="77777777" w:rsidR="00BD624A" w:rsidRDefault="00BD624A" w:rsidP="00BD624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82E3D7A" w14:textId="77777777" w:rsidR="00BD624A" w:rsidRPr="00F87025" w:rsidRDefault="00BD624A" w:rsidP="00BD62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0F931AF" w14:textId="77777777" w:rsidR="00BD624A" w:rsidRPr="00F20E6F" w:rsidRDefault="00BD624A" w:rsidP="00BD624A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44A8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storyboards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2F3E18A" w14:textId="77777777" w:rsidR="00BD624A" w:rsidRPr="0064164C" w:rsidRDefault="00BD624A" w:rsidP="00BD624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omunica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claramente a progressão da narrativa?</w:t>
      </w:r>
    </w:p>
    <w:p w14:paraId="5120323D" w14:textId="77777777" w:rsidR="00BD624A" w:rsidRPr="0064164C" w:rsidRDefault="00BD624A" w:rsidP="00BD624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uma composição visual equilibrada e atraente</w:t>
      </w:r>
    </w:p>
    <w:p w14:paraId="5B343676" w14:textId="77777777" w:rsidR="00BD624A" w:rsidRPr="0064164C" w:rsidRDefault="00BD624A" w:rsidP="00BD624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daptados para atender aos requisitos específicos da </w:t>
      </w:r>
      <w:proofErr w:type="spellStart"/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mídia</w:t>
      </w:r>
      <w:proofErr w:type="spellEnd"/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final, seja cinema, televisão, animação, etc.?</w:t>
      </w:r>
    </w:p>
    <w:p w14:paraId="7D1A20B5" w14:textId="77777777" w:rsidR="00BD624A" w:rsidRPr="0064164C" w:rsidRDefault="00BD624A" w:rsidP="00BD624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Mantendo a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aparência visual dos personagens e cenários é consistente ao longo do storyboard</w:t>
      </w:r>
    </w:p>
    <w:p w14:paraId="6E65C9C5" w14:textId="77777777" w:rsidR="00BD624A" w:rsidRPr="00136AD8" w:rsidRDefault="00BD624A" w:rsidP="00BD62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FA7AE2" w14:textId="77777777" w:rsidR="00BD624A" w:rsidRPr="00F87025" w:rsidRDefault="00BD624A" w:rsidP="00BD62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14914BC" w14:textId="77777777" w:rsidR="00BD624A" w:rsidRPr="00984B30" w:rsidRDefault="00BD624A" w:rsidP="00BD62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3BAD219A" w14:textId="77777777" w:rsidR="00BD624A" w:rsidRPr="00984B30" w:rsidRDefault="00BD624A" w:rsidP="00BD62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BEED859" w14:textId="77777777" w:rsidR="00BD624A" w:rsidRPr="00051C79" w:rsidRDefault="00BD624A" w:rsidP="00BD62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EED282" w14:textId="77777777" w:rsidR="00BD624A" w:rsidRPr="00F87025" w:rsidRDefault="00BD624A" w:rsidP="00BD62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90E8897" w14:textId="77777777" w:rsidR="00BD624A" w:rsidRPr="009F3A3C" w:rsidRDefault="00BD624A" w:rsidP="00BD62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D9AC7A6" w14:textId="77777777" w:rsidR="00BD624A" w:rsidRDefault="00BD624A" w:rsidP="00BD62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 para criação de Storyboards</w:t>
      </w:r>
    </w:p>
    <w:p w14:paraId="25E9E706" w14:textId="77777777" w:rsidR="00BD624A" w:rsidRPr="00501DC8" w:rsidRDefault="00BD624A" w:rsidP="00BD62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desenho</w:t>
      </w:r>
    </w:p>
    <w:p w14:paraId="1950A21B" w14:textId="77777777" w:rsidR="00BD624A" w:rsidRDefault="00BD624A" w:rsidP="00BD62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5679FE1" w14:textId="77777777" w:rsidR="00BD624A" w:rsidRPr="00051C79" w:rsidRDefault="00BD624A" w:rsidP="00BD62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6D4BD0" w14:textId="77777777" w:rsidR="00BD624A" w:rsidRPr="00F87025" w:rsidRDefault="00BD624A" w:rsidP="00BD62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3023293" w14:textId="77777777" w:rsidR="00BD624A" w:rsidRPr="00051C79" w:rsidRDefault="00BD624A" w:rsidP="00BD62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272141" w14:textId="77777777" w:rsidR="00787670" w:rsidRPr="00051C79" w:rsidRDefault="00787670" w:rsidP="007876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Tec multimedia</w:t>
      </w:r>
    </w:p>
    <w:p w14:paraId="065AD3E0" w14:textId="77777777" w:rsidR="00BD624A" w:rsidRPr="00051C79" w:rsidRDefault="00BD624A" w:rsidP="00BD62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7EDAC4" w14:textId="77777777" w:rsidR="00BD624A" w:rsidRPr="00051C79" w:rsidRDefault="00BD624A" w:rsidP="00BD62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89D984" w14:textId="77777777" w:rsidR="00BD624A" w:rsidRDefault="00BD624A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AE7156" w14:textId="77777777" w:rsidR="00BC17C6" w:rsidRDefault="00BC17C6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C12372" w14:textId="77777777" w:rsidR="00BC17C6" w:rsidRDefault="00BC17C6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F78847" w14:textId="77777777" w:rsidR="00BC17C6" w:rsidRDefault="00BC17C6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1ACA1A2" w14:textId="77777777" w:rsidR="00BC17C6" w:rsidRDefault="00BC17C6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4C6422" w14:textId="77777777" w:rsidR="00BC17C6" w:rsidRDefault="00BC17C6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847546" w14:textId="77777777" w:rsidR="00BC17C6" w:rsidRDefault="00BC17C6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CE15DF" w14:textId="77777777" w:rsidR="00BC17C6" w:rsidRDefault="00BC17C6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EFAE0E" w14:textId="77777777" w:rsidR="00BC17C6" w:rsidRDefault="00BC17C6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5F524E" w14:textId="77777777" w:rsidR="00BD624A" w:rsidRDefault="00BD624A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9DB1AD" w14:textId="77777777" w:rsidR="00BD624A" w:rsidRDefault="00BD624A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9B4EF8" w14:textId="77777777" w:rsidR="00261FB1" w:rsidRDefault="00261FB1" w:rsidP="00261FB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75736D" w14:textId="77777777" w:rsidR="00303933" w:rsidRDefault="00303933" w:rsidP="00303933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03933" w:rsidRPr="00136AD8" w14:paraId="240D49F9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DDA0365" w14:textId="057EFF29" w:rsidR="00303933" w:rsidRPr="00136AD8" w:rsidRDefault="00303933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B81253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7275DE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FC141FD" w14:textId="77777777" w:rsidR="00303933" w:rsidRPr="009C256C" w:rsidRDefault="00303933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Conceber animações 2D </w:t>
            </w:r>
          </w:p>
        </w:tc>
      </w:tr>
      <w:tr w:rsidR="00303933" w:rsidRPr="00136AD8" w14:paraId="51A6E1B5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CDB9EBD" w14:textId="77777777" w:rsidR="00303933" w:rsidRPr="00136AD8" w:rsidRDefault="00303933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06584DE" w14:textId="77777777" w:rsidR="00303933" w:rsidRPr="00136AD8" w:rsidRDefault="00303933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F0239">
              <w:rPr>
                <w:rFonts w:ascii="Verdana Pro Light" w:eastAsia="Arial Unicode MS" w:hAnsi="Verdana Pro Light" w:cs="Times New Roman"/>
                <w:sz w:val="18"/>
                <w:szCs w:val="18"/>
              </w:rPr>
              <w:t>Animação 2D</w:t>
            </w:r>
          </w:p>
        </w:tc>
      </w:tr>
    </w:tbl>
    <w:p w14:paraId="0A2DCB47" w14:textId="77777777" w:rsidR="00303933" w:rsidRPr="00136AD8" w:rsidRDefault="00303933" w:rsidP="0030393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9DC2196" w14:textId="77777777" w:rsidR="00303933" w:rsidRPr="003200F2" w:rsidRDefault="00303933" w:rsidP="0030393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D013336" w14:textId="77777777" w:rsidR="00303933" w:rsidRPr="00136AD8" w:rsidRDefault="00303933" w:rsidP="0030393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03933" w:rsidRPr="00136AD8" w14:paraId="51C1E191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166F8B" w14:textId="77777777" w:rsidR="00303933" w:rsidRPr="001B353A" w:rsidRDefault="00303933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03933" w:rsidRPr="00136AD8" w14:paraId="5C07894A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F748C0" w14:textId="77777777" w:rsidR="00303933" w:rsidRPr="001B353A" w:rsidRDefault="00303933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Digitalizar o storyboard e importação para o software de animação 2D</w:t>
            </w:r>
          </w:p>
          <w:p w14:paraId="4AAEB5C1" w14:textId="77777777" w:rsidR="00303933" w:rsidRPr="001B353A" w:rsidRDefault="00303933" w:rsidP="00AD5C4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 Animar os elementos no software de animação escolhido</w:t>
            </w:r>
          </w:p>
          <w:p w14:paraId="2B7F9C4F" w14:textId="77777777" w:rsidR="00303933" w:rsidRDefault="00303933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Ajustar e aperfeiçoar as animações</w:t>
            </w:r>
          </w:p>
          <w:p w14:paraId="599C4B74" w14:textId="77777777" w:rsidR="00303933" w:rsidRPr="004F3B88" w:rsidRDefault="00303933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Publicar</w:t>
            </w:r>
          </w:p>
        </w:tc>
      </w:tr>
      <w:tr w:rsidR="00303933" w:rsidRPr="00136AD8" w14:paraId="1BCB6219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2AC828" w14:textId="77777777" w:rsidR="00303933" w:rsidRPr="001B353A" w:rsidRDefault="00303933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4D6C11" w14:textId="77777777" w:rsidR="00303933" w:rsidRPr="001B353A" w:rsidRDefault="00303933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137913C" w14:textId="77777777" w:rsidR="00303933" w:rsidRPr="001B353A" w:rsidRDefault="00303933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03933" w:rsidRPr="00136AD8" w14:paraId="1B0B7BF4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F0E81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A976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animação em duas dimensões.</w:t>
            </w:r>
          </w:p>
          <w:p w14:paraId="795C5841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12F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de design, como equilíbrio, contraste e proporção.</w:t>
            </w:r>
          </w:p>
          <w:p w14:paraId="66B2BD4E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Compreensão dos princípios fundamentais como </w:t>
            </w:r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squash </w:t>
            </w:r>
            <w:proofErr w:type="spellStart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and</w:t>
            </w:r>
            <w:proofErr w:type="spellEnd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stretch</w:t>
            </w:r>
            <w:proofErr w:type="spellEnd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anticipation</w:t>
            </w:r>
            <w:proofErr w:type="spellEnd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staging</w:t>
            </w:r>
            <w:proofErr w:type="spellEnd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, timing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.</w:t>
            </w:r>
          </w:p>
          <w:p w14:paraId="721557BD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Proficiência em softwares de animação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7D3D7E9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sequência 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narrativ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garantir uma animação fluida.</w:t>
            </w:r>
          </w:p>
          <w:p w14:paraId="550ECF00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Consistência dos es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visua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428062C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edição para aprimorar a animação e integrar elementos adicionais</w:t>
            </w:r>
          </w:p>
          <w:p w14:paraId="7E819149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ormatos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codecs</w:t>
            </w:r>
            <w:proofErr w:type="spellEnd"/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adequados para diferentes plataformas e 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dias.</w:t>
            </w:r>
          </w:p>
          <w:p w14:paraId="4BAF8C6A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8918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dição de áudio para aprimorar a qualidade sonora.</w:t>
            </w:r>
          </w:p>
          <w:p w14:paraId="28AA91C1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A66B63" w14:textId="77777777" w:rsidR="00303933" w:rsidRPr="001B353A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27960" w14:textId="77777777" w:rsidR="00303933" w:rsidRPr="005A1493" w:rsidRDefault="00303933" w:rsidP="00AD5C4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14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Organizar elementos do storyboard em cenas para contar uma história</w:t>
            </w:r>
          </w:p>
          <w:p w14:paraId="03A72B80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12F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personagens e elementos gráficos usando software de ilustração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F3C75E3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A12F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tilizar as ferramentas disponíveis no software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criar movimento e ação</w:t>
            </w:r>
            <w:r w:rsidRPr="00A12F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D835BA3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12F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o timing e espaçamento dos quadros-chave para alcançar o efeito desejado</w:t>
            </w:r>
          </w:p>
          <w:p w14:paraId="035F2B59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12F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esqueletos virtuais para animar personagens de forma eficiente. </w:t>
            </w:r>
          </w:p>
          <w:p w14:paraId="750EB278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A12F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ransmitir emoções através de expressões faciais e movimentos corporais </w:t>
            </w:r>
          </w:p>
          <w:p w14:paraId="4FE1AE30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timizar o tamanho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sem comprometer a qualidade.</w:t>
            </w:r>
          </w:p>
          <w:p w14:paraId="1FE44660" w14:textId="77777777" w:rsidR="00303933" w:rsidRPr="00517AA8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xportar animações em diferentes resoluções para atender às necessidades de diferentes plataformas</w:t>
            </w:r>
          </w:p>
          <w:p w14:paraId="136C89AC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EA592F" w14:textId="77777777" w:rsidR="00303933" w:rsidRPr="0005728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6C47C6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370A5FC1" w14:textId="77777777" w:rsidR="0030393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4084D60" w14:textId="77777777" w:rsidR="00303933" w:rsidRDefault="00303933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D8D22AE" w14:textId="77777777" w:rsidR="00303933" w:rsidRPr="00AB5AF8" w:rsidRDefault="00303933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5A786000" w14:textId="77777777" w:rsidR="00303933" w:rsidRPr="00AB5AF8" w:rsidRDefault="00303933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707C454" w14:textId="77777777" w:rsidR="00303933" w:rsidRPr="00AB5AF8" w:rsidRDefault="00303933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6003ACAC" w14:textId="77777777" w:rsidR="00303933" w:rsidRPr="00AB5AF8" w:rsidRDefault="00303933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08041A61" w14:textId="77777777" w:rsidR="00303933" w:rsidRPr="00A128FE" w:rsidRDefault="00303933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2074B130" w14:textId="77777777" w:rsidR="00303933" w:rsidRPr="00AB5AF8" w:rsidRDefault="00303933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37BE4FE3" w14:textId="77777777" w:rsidR="00303933" w:rsidRPr="00057283" w:rsidRDefault="0030393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29EF3DE" w14:textId="77777777" w:rsidR="00303933" w:rsidRDefault="00303933" w:rsidP="0030393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6FE5647" w14:textId="77777777" w:rsidR="00303933" w:rsidRDefault="00303933" w:rsidP="0030393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640B856" w14:textId="77777777" w:rsidR="00303933" w:rsidRPr="00F87025" w:rsidRDefault="00303933" w:rsidP="0030393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BEC8D37" w14:textId="77777777" w:rsidR="00303933" w:rsidRPr="00F20E6F" w:rsidRDefault="00303933" w:rsidP="00303933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02E4F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Conceber animações 2D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CF245E1" w14:textId="77777777" w:rsidR="00303933" w:rsidRPr="0064164C" w:rsidRDefault="00303933" w:rsidP="0030393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om atenção aos detalhes e polimento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56FACD7" w14:textId="77777777" w:rsidR="00303933" w:rsidRPr="0064164C" w:rsidRDefault="00303933" w:rsidP="0030393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oviment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elementos na animação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 forma 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suave e flu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í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a.</w:t>
      </w:r>
    </w:p>
    <w:p w14:paraId="3846A7B8" w14:textId="77777777" w:rsidR="00303933" w:rsidRPr="0064164C" w:rsidRDefault="00303933" w:rsidP="0030393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incroniza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forma precisa com elementos de áudio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99D221A" w14:textId="77777777" w:rsidR="00303933" w:rsidRPr="0064164C" w:rsidRDefault="00303933" w:rsidP="0030393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Diversi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ficando 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uso de técnicas de animação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C31F444" w14:textId="77777777" w:rsidR="00303933" w:rsidRPr="0064164C" w:rsidRDefault="00303933" w:rsidP="0030393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73BE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73BE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bem com outros elementos, como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banda</w:t>
      </w:r>
      <w:r w:rsidRPr="00573BE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sonora e efeitos sonoros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374D714" w14:textId="77777777" w:rsidR="00303933" w:rsidRPr="00136AD8" w:rsidRDefault="00303933" w:rsidP="0030393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6BF634" w14:textId="77777777" w:rsidR="00303933" w:rsidRPr="00F87025" w:rsidRDefault="00303933" w:rsidP="0030393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CD0FDDB" w14:textId="77777777" w:rsidR="00303933" w:rsidRPr="00984B30" w:rsidRDefault="00303933" w:rsidP="0030393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78A7BA02" w14:textId="77777777" w:rsidR="00303933" w:rsidRPr="00984B30" w:rsidRDefault="00303933" w:rsidP="0030393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597DDE1" w14:textId="77777777" w:rsidR="00303933" w:rsidRPr="00984B30" w:rsidRDefault="00303933" w:rsidP="0030393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E27E405" w14:textId="77777777" w:rsidR="00303933" w:rsidRPr="00984B30" w:rsidRDefault="00303933" w:rsidP="0030393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B636125" w14:textId="77777777" w:rsidR="00303933" w:rsidRPr="00051C79" w:rsidRDefault="00303933" w:rsidP="0030393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928D4D" w14:textId="77777777" w:rsidR="00303933" w:rsidRPr="00F87025" w:rsidRDefault="00303933" w:rsidP="0030393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7439A0A" w14:textId="77777777" w:rsidR="00303933" w:rsidRPr="00340BFE" w:rsidRDefault="00303933" w:rsidP="0030393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7794E05" w14:textId="77777777" w:rsidR="00303933" w:rsidRPr="00340BFE" w:rsidRDefault="00303933" w:rsidP="0030393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imagem estática</w:t>
      </w:r>
    </w:p>
    <w:p w14:paraId="73B2EE3B" w14:textId="77777777" w:rsidR="00303933" w:rsidRPr="00340BFE" w:rsidRDefault="00303933" w:rsidP="0030393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</w:t>
      </w:r>
    </w:p>
    <w:p w14:paraId="326A3429" w14:textId="77777777" w:rsidR="00303933" w:rsidRPr="00340BFE" w:rsidRDefault="00303933" w:rsidP="0030393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para a produção de animações.</w:t>
      </w:r>
    </w:p>
    <w:p w14:paraId="2F5FE3EF" w14:textId="77777777" w:rsidR="00303933" w:rsidRDefault="00303933" w:rsidP="0030393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CB815E7" w14:textId="77777777" w:rsidR="00303933" w:rsidRPr="00501DC8" w:rsidRDefault="00303933" w:rsidP="0030393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D2CFCBD" w14:textId="77777777" w:rsidR="00303933" w:rsidRPr="00051C79" w:rsidRDefault="00303933" w:rsidP="0030393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E88C85" w14:textId="77777777" w:rsidR="00303933" w:rsidRPr="00F87025" w:rsidRDefault="00303933" w:rsidP="0030393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1638417" w14:textId="77777777" w:rsidR="00303933" w:rsidRPr="00051C79" w:rsidRDefault="00303933" w:rsidP="0030393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1EE246" w14:textId="77777777" w:rsidR="00787670" w:rsidRPr="00051C79" w:rsidRDefault="00787670" w:rsidP="0078767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Tec </w:t>
      </w:r>
      <w:proofErr w:type="spellStart"/>
      <w:r>
        <w:rPr>
          <w:rFonts w:ascii="Verdana Pro Light" w:hAnsi="Verdana Pro Light"/>
          <w:smallCaps/>
        </w:rPr>
        <w:t>multimedia</w:t>
      </w:r>
      <w:proofErr w:type="spellEnd"/>
    </w:p>
    <w:p w14:paraId="01CF1B8F" w14:textId="77777777" w:rsidR="00303933" w:rsidRPr="00051C79" w:rsidRDefault="00303933" w:rsidP="0030393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60EF15" w14:textId="77777777" w:rsidR="00303933" w:rsidRPr="00051C79" w:rsidRDefault="00303933" w:rsidP="0030393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C09999" w14:textId="77777777" w:rsidR="00303933" w:rsidRDefault="00303933" w:rsidP="00303933">
      <w:pPr>
        <w:rPr>
          <w:rFonts w:ascii="Verdana Pro Light" w:hAnsi="Verdana Pro Light"/>
          <w:smallCaps/>
        </w:rPr>
      </w:pPr>
    </w:p>
    <w:p w14:paraId="26F9B502" w14:textId="77777777" w:rsidR="00733411" w:rsidRDefault="00733411" w:rsidP="00303933">
      <w:pPr>
        <w:rPr>
          <w:rFonts w:ascii="Verdana Pro Light" w:hAnsi="Verdana Pro Light"/>
          <w:smallCaps/>
        </w:rPr>
      </w:pPr>
    </w:p>
    <w:p w14:paraId="5E9FE0FD" w14:textId="77777777" w:rsidR="00733411" w:rsidRDefault="00733411" w:rsidP="00303933">
      <w:pPr>
        <w:rPr>
          <w:rFonts w:ascii="Verdana Pro Light" w:hAnsi="Verdana Pro Light"/>
          <w:smallCaps/>
        </w:rPr>
      </w:pPr>
    </w:p>
    <w:p w14:paraId="7CC62823" w14:textId="77777777" w:rsidR="00733411" w:rsidRDefault="00733411" w:rsidP="00303933">
      <w:pPr>
        <w:rPr>
          <w:rFonts w:ascii="Verdana Pro Light" w:hAnsi="Verdana Pro Light"/>
          <w:smallCaps/>
        </w:rPr>
      </w:pPr>
    </w:p>
    <w:p w14:paraId="423BAA72" w14:textId="77777777" w:rsidR="00733411" w:rsidRDefault="00733411" w:rsidP="00303933">
      <w:pPr>
        <w:rPr>
          <w:rFonts w:ascii="Verdana Pro Light" w:hAnsi="Verdana Pro Light"/>
          <w:smallCaps/>
        </w:rPr>
      </w:pPr>
    </w:p>
    <w:p w14:paraId="47BCD3F4" w14:textId="77777777" w:rsidR="00733411" w:rsidRDefault="00733411" w:rsidP="00303933">
      <w:pPr>
        <w:rPr>
          <w:rFonts w:ascii="Verdana Pro Light" w:hAnsi="Verdana Pro Light"/>
          <w:smallCaps/>
        </w:rPr>
      </w:pPr>
    </w:p>
    <w:p w14:paraId="77CF24C3" w14:textId="77777777" w:rsidR="00733411" w:rsidRDefault="00733411" w:rsidP="00303933">
      <w:pPr>
        <w:rPr>
          <w:rFonts w:ascii="Verdana Pro Light" w:hAnsi="Verdana Pro Light"/>
          <w:smallCaps/>
        </w:rPr>
      </w:pPr>
    </w:p>
    <w:p w14:paraId="7AE9A6C8" w14:textId="77777777" w:rsidR="00303933" w:rsidRDefault="00303933" w:rsidP="0076364A">
      <w:pPr>
        <w:rPr>
          <w:rFonts w:ascii="Verdana Pro Light" w:hAnsi="Verdana Pro Light"/>
          <w:smallCaps/>
        </w:rPr>
      </w:pPr>
    </w:p>
    <w:p w14:paraId="34F19F3A" w14:textId="77777777" w:rsidR="00303933" w:rsidRDefault="00303933" w:rsidP="0076364A">
      <w:pPr>
        <w:rPr>
          <w:rFonts w:ascii="Verdana Pro Light" w:hAnsi="Verdana Pro Light"/>
          <w:smallCaps/>
        </w:rPr>
      </w:pPr>
    </w:p>
    <w:p w14:paraId="35BAE1CE" w14:textId="77777777" w:rsidR="00303933" w:rsidRDefault="00303933" w:rsidP="0076364A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6364A" w:rsidRPr="00136AD8" w14:paraId="5226CACA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EEECEF2" w14:textId="13A03ECC" w:rsidR="0076364A" w:rsidRPr="00136AD8" w:rsidRDefault="0076364A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AF2F4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7275DE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A8602D1" w14:textId="77777777" w:rsidR="0076364A" w:rsidRPr="009C256C" w:rsidRDefault="0076364A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Desenvolver animações 3D avançadas </w:t>
            </w:r>
          </w:p>
        </w:tc>
      </w:tr>
      <w:tr w:rsidR="0076364A" w:rsidRPr="00136AD8" w14:paraId="41AC0F6F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53E906F" w14:textId="77777777" w:rsidR="0076364A" w:rsidRPr="00136AD8" w:rsidRDefault="0076364A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C37BF20" w14:textId="77777777" w:rsidR="0076364A" w:rsidRPr="00136AD8" w:rsidRDefault="0076364A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6694A">
              <w:rPr>
                <w:rFonts w:ascii="Verdana Pro Light" w:eastAsia="Arial Unicode MS" w:hAnsi="Verdana Pro Light" w:cs="Times New Roman"/>
                <w:sz w:val="18"/>
                <w:szCs w:val="18"/>
              </w:rPr>
              <w:t>Conceção de animações 3D - desenvolvimento</w:t>
            </w:r>
          </w:p>
        </w:tc>
      </w:tr>
    </w:tbl>
    <w:p w14:paraId="00D8E2E1" w14:textId="77777777" w:rsidR="0076364A" w:rsidRPr="00136AD8" w:rsidRDefault="0076364A" w:rsidP="0076364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B848524" w14:textId="77777777" w:rsidR="0076364A" w:rsidRPr="003200F2" w:rsidRDefault="0076364A" w:rsidP="0076364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23" w:name="_Hlk155124155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45F480C8" w14:textId="77777777" w:rsidR="0076364A" w:rsidRPr="00136AD8" w:rsidRDefault="0076364A" w:rsidP="0076364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6364A" w:rsidRPr="00136AD8" w14:paraId="4698B995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FD61AB" w14:textId="77777777" w:rsidR="0076364A" w:rsidRPr="001B353A" w:rsidRDefault="0076364A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6364A" w:rsidRPr="00136AD8" w14:paraId="1649247A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146883" w14:textId="77777777" w:rsidR="0076364A" w:rsidRPr="001B353A" w:rsidRDefault="0076364A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Digitalizar o storyboard e importação para o software de animação 3D</w:t>
            </w:r>
          </w:p>
          <w:p w14:paraId="65FA4C32" w14:textId="77777777" w:rsidR="0076364A" w:rsidRPr="001B353A" w:rsidRDefault="0076364A" w:rsidP="00AD5C4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Criar modelos 3D dos personagens e adicionar os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rigs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para controlar os movimentos  </w:t>
            </w:r>
          </w:p>
          <w:p w14:paraId="4E49F580" w14:textId="77777777" w:rsidR="0076364A" w:rsidRDefault="0076364A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Animar personagens, objetos, câmara e ambiente</w:t>
            </w:r>
          </w:p>
          <w:p w14:paraId="065C1974" w14:textId="77777777" w:rsidR="0076364A" w:rsidRPr="00920C4C" w:rsidRDefault="0076364A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pós produzir e publicar</w:t>
            </w:r>
          </w:p>
        </w:tc>
      </w:tr>
      <w:tr w:rsidR="0076364A" w:rsidRPr="00136AD8" w14:paraId="1570AF6F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090BAE" w14:textId="77777777" w:rsidR="0076364A" w:rsidRPr="001B353A" w:rsidRDefault="0076364A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11BDE4" w14:textId="77777777" w:rsidR="0076364A" w:rsidRPr="001B353A" w:rsidRDefault="0076364A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8AED00F" w14:textId="77777777" w:rsidR="0076364A" w:rsidRPr="001B353A" w:rsidRDefault="0076364A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6364A" w:rsidRPr="00136AD8" w14:paraId="2F2AFB65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702F4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Conceitos avançados da animação 3D</w:t>
            </w:r>
          </w:p>
          <w:p w14:paraId="6B090502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Aplicação dos conceitos avançados de animação em 3D</w:t>
            </w:r>
          </w:p>
          <w:p w14:paraId="54120AAC" w14:textId="77777777" w:rsidR="0076364A" w:rsidRPr="00110B86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</w:pPr>
            <w:proofErr w:type="spellStart"/>
            <w:r w:rsidRPr="00110B8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Editores</w:t>
            </w:r>
            <w:proofErr w:type="spellEnd"/>
            <w:r w:rsidRPr="00110B8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 xml:space="preserve"> (Graph, Dope Sheet, Timeline, </w:t>
            </w:r>
            <w:proofErr w:type="spellStart"/>
            <w:r w:rsidRPr="00110B8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RangeSlider</w:t>
            </w:r>
            <w:proofErr w:type="spellEnd"/>
            <w:r w:rsidRPr="00110B8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)</w:t>
            </w:r>
          </w:p>
          <w:p w14:paraId="53304685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Introdução às dinâmicas</w:t>
            </w:r>
          </w:p>
          <w:p w14:paraId="7E0E3494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Propriedades físicas</w:t>
            </w:r>
          </w:p>
          <w:p w14:paraId="020410EC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Parametrizações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key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frames</w:t>
            </w:r>
            <w:proofErr w:type="spellEnd"/>
          </w:p>
          <w:p w14:paraId="7109EAA6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Animação de componentes de uma superfície (Clusters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Blend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Shapes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)</w:t>
            </w:r>
          </w:p>
          <w:p w14:paraId="247BD600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Constrains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– restrições e encadeamento de movimentos</w:t>
            </w:r>
          </w:p>
          <w:p w14:paraId="3DCD7393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Partículas </w:t>
            </w:r>
          </w:p>
          <w:p w14:paraId="0DD7A360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Emissores e recetores</w:t>
            </w:r>
          </w:p>
          <w:p w14:paraId="24A34C9A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Propriedades físicas</w:t>
            </w:r>
          </w:p>
          <w:p w14:paraId="27BE88AA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Parametrizações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key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frames</w:t>
            </w:r>
            <w:proofErr w:type="spellEnd"/>
          </w:p>
          <w:p w14:paraId="538D97A1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Animação de atributos físicos</w:t>
            </w:r>
          </w:p>
          <w:p w14:paraId="79FEEC54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Character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Animation</w:t>
            </w:r>
            <w:proofErr w:type="spellEnd"/>
          </w:p>
          <w:p w14:paraId="43BD417C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Rigging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(Esqueletos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Joints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Kinematics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IK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Handles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4E860C56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Skining</w:t>
            </w:r>
            <w:proofErr w:type="spellEnd"/>
          </w:p>
          <w:p w14:paraId="0794145D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Binding</w:t>
            </w:r>
            <w:proofErr w:type="spellEnd"/>
          </w:p>
          <w:p w14:paraId="56DDF472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de parametrização e conexões</w:t>
            </w:r>
          </w:p>
          <w:p w14:paraId="1BF7B041" w14:textId="77777777" w:rsidR="0076364A" w:rsidRPr="00D35BA0" w:rsidRDefault="0076364A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Deformadores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Flexors</w:t>
            </w:r>
            <w:proofErr w:type="spellEnd"/>
          </w:p>
          <w:p w14:paraId="0831643D" w14:textId="77777777" w:rsidR="0076364A" w:rsidRPr="005B2FA8" w:rsidRDefault="0076364A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SetMembership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Tool</w:t>
            </w:r>
            <w:proofErr w:type="spellEnd"/>
          </w:p>
          <w:p w14:paraId="69DF3B98" w14:textId="77777777" w:rsidR="0076364A" w:rsidRPr="00633EBD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Diferentes programas 3D e respetivas características</w:t>
            </w:r>
          </w:p>
          <w:p w14:paraId="33FE2257" w14:textId="77777777" w:rsidR="0076364A" w:rsidRPr="00633EBD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Arquitetura do programa e área de trabalho</w:t>
            </w:r>
          </w:p>
          <w:p w14:paraId="37784191" w14:textId="77777777" w:rsidR="0076364A" w:rsidRPr="00633EBD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Caracterização do ambiente 3D e seus objetos</w:t>
            </w:r>
          </w:p>
          <w:p w14:paraId="1B7828FA" w14:textId="77777777" w:rsidR="0076364A" w:rsidRPr="00633EBD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Comandos de transformação - movimentação, rotação e alteração de escala</w:t>
            </w:r>
          </w:p>
          <w:p w14:paraId="6BC8B55E" w14:textId="77777777" w:rsidR="0076364A" w:rsidRPr="00633EBD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câmaras</w:t>
            </w:r>
          </w:p>
          <w:p w14:paraId="0DE2B9FB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Rendering</w:t>
            </w:r>
            <w:proofErr w:type="spellEnd"/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Finalizar o projeto para visualização</w:t>
            </w:r>
          </w:p>
          <w:p w14:paraId="4E059C23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Animação 3D</w:t>
            </w:r>
          </w:p>
          <w:p w14:paraId="4843CF45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apea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mento de 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texturas em modelos 3D</w:t>
            </w:r>
          </w:p>
          <w:p w14:paraId="6C735AC3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animação.</w:t>
            </w:r>
          </w:p>
          <w:p w14:paraId="206DDCBC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istemas de partículas para efeitos visuais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1B9CF5F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Rigging</w:t>
            </w:r>
            <w:proofErr w:type="spellEnd"/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Skinning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0553665" w14:textId="77777777" w:rsidR="0076364A" w:rsidRPr="001B353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Conhecimento básico de </w:t>
            </w:r>
            <w:proofErr w:type="spellStart"/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scripting</w:t>
            </w:r>
            <w:proofErr w:type="spellEnd"/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automatizar tarefas repetitivas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49417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Aplicar métodos e técnicas de modelação 3D</w:t>
            </w:r>
          </w:p>
          <w:p w14:paraId="5081F033" w14:textId="77777777" w:rsidR="0076364A" w:rsidRPr="00633EBD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e manipular malhas 3D para representar objetos.</w:t>
            </w:r>
          </w:p>
          <w:p w14:paraId="23E8B70F" w14:textId="77777777" w:rsidR="0076364A" w:rsidRPr="00633EBD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como funciona a iluminação de objetos</w:t>
            </w:r>
          </w:p>
          <w:p w14:paraId="31C38ED2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dicionar texturas realistas a modelos 3D. </w:t>
            </w:r>
          </w:p>
          <w:p w14:paraId="364AD5FF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62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modelos 3D precisos e detalhados.</w:t>
            </w:r>
          </w:p>
          <w:p w14:paraId="70006AF4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materiais.</w:t>
            </w:r>
          </w:p>
          <w:p w14:paraId="5B14123E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nimar objetos e elementos da cena de forma convincente.</w:t>
            </w:r>
          </w:p>
          <w:p w14:paraId="2C0CBB40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imular física realista, como colisões e dinâmica de fluidos.</w:t>
            </w:r>
          </w:p>
          <w:p w14:paraId="7F786136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dicionar esqueletos aos personagens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8364216" w14:textId="77777777" w:rsidR="0076364A" w:rsidRPr="00057283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22E5E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5709A6F6" w14:textId="77777777" w:rsidR="0076364A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8570AE7" w14:textId="77777777" w:rsidR="0076364A" w:rsidRDefault="0076364A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2E4A0A19" w14:textId="77777777" w:rsidR="0076364A" w:rsidRPr="00AB5AF8" w:rsidRDefault="0076364A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972342D" w14:textId="77777777" w:rsidR="0076364A" w:rsidRPr="00AB5AF8" w:rsidRDefault="0076364A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D488D0B" w14:textId="77777777" w:rsidR="0076364A" w:rsidRPr="00AB5AF8" w:rsidRDefault="0076364A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357D203" w14:textId="77777777" w:rsidR="0076364A" w:rsidRPr="00AB5AF8" w:rsidRDefault="0076364A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B208FF7" w14:textId="77777777" w:rsidR="0076364A" w:rsidRPr="00A128FE" w:rsidRDefault="0076364A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4B3FA629" w14:textId="77777777" w:rsidR="0076364A" w:rsidRPr="00AB5AF8" w:rsidRDefault="0076364A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63D64BE8" w14:textId="77777777" w:rsidR="0076364A" w:rsidRPr="00057283" w:rsidRDefault="0076364A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EFB0BB0" w14:textId="77777777" w:rsidR="0076364A" w:rsidRDefault="0076364A" w:rsidP="0076364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FFC290B" w14:textId="77777777" w:rsidR="0076364A" w:rsidRDefault="0076364A" w:rsidP="0076364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7BF5720" w14:textId="77777777" w:rsidR="0076364A" w:rsidRPr="00F87025" w:rsidRDefault="0076364A" w:rsidP="007636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27E2F14" w14:textId="77777777" w:rsidR="0076364A" w:rsidRPr="00F20E6F" w:rsidRDefault="0076364A" w:rsidP="0076364A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60631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Desenvolver animações 3D 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avançadas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DE104E7" w14:textId="77777777" w:rsidR="0076364A" w:rsidRPr="0064164C" w:rsidRDefault="0076364A" w:rsidP="0076364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6063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6063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animação seja </w:t>
      </w:r>
      <w:proofErr w:type="spellStart"/>
      <w:r w:rsidRPr="0096063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renderizada</w:t>
      </w:r>
      <w:proofErr w:type="spellEnd"/>
      <w:r w:rsidRPr="0096063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qualidade visual realista.</w:t>
      </w:r>
    </w:p>
    <w:p w14:paraId="6C860ED2" w14:textId="77777777" w:rsidR="0076364A" w:rsidRPr="0064164C" w:rsidRDefault="0076364A" w:rsidP="0076364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6063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6063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texturas de alta resolução para detalhes visuais.</w:t>
      </w:r>
    </w:p>
    <w:p w14:paraId="6DF386B2" w14:textId="77777777" w:rsidR="0076364A" w:rsidRPr="0064164C" w:rsidRDefault="0076364A" w:rsidP="0076364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Evita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transições abruptas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28356F9" w14:textId="77777777" w:rsidR="0076364A" w:rsidRPr="0064164C" w:rsidRDefault="0076364A" w:rsidP="0076364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Otimiza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modelos 3D para um número eficiente de polígonos.</w:t>
      </w:r>
    </w:p>
    <w:p w14:paraId="73AC4F1E" w14:textId="77777777" w:rsidR="0076364A" w:rsidRDefault="0076364A" w:rsidP="0076364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</w:t>
      </w:r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istribui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</w:t>
      </w:r>
      <w:proofErr w:type="spellStart"/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renderização</w:t>
      </w:r>
      <w:proofErr w:type="spellEnd"/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 vários recursos para acelerar o processo.</w:t>
      </w:r>
    </w:p>
    <w:p w14:paraId="346428BC" w14:textId="77777777" w:rsidR="0076364A" w:rsidRDefault="0076364A" w:rsidP="0076364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Implementa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simulações de física realistas para movimentos naturais.</w:t>
      </w:r>
    </w:p>
    <w:p w14:paraId="017B9170" w14:textId="77777777" w:rsidR="0076364A" w:rsidRPr="0064164C" w:rsidRDefault="0076364A" w:rsidP="0076364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CD7.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 visuais adicionais durante a pós-produção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C8720B1" w14:textId="77777777" w:rsidR="0076364A" w:rsidRPr="00136AD8" w:rsidRDefault="0076364A" w:rsidP="007636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FE308B" w14:textId="77777777" w:rsidR="0076364A" w:rsidRPr="00F87025" w:rsidRDefault="0076364A" w:rsidP="007636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0992ED2" w14:textId="77777777" w:rsidR="0076364A" w:rsidRPr="0026519E" w:rsidRDefault="0076364A" w:rsidP="007636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digitais em design, desenvolvimento, marketing digital.</w:t>
      </w:r>
    </w:p>
    <w:p w14:paraId="4FA5FE76" w14:textId="77777777" w:rsidR="0076364A" w:rsidRPr="0026519E" w:rsidRDefault="0076364A" w:rsidP="007636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Desenvolvimento de Software</w:t>
      </w:r>
    </w:p>
    <w:p w14:paraId="2E1FDC58" w14:textId="77777777" w:rsidR="0076364A" w:rsidRPr="0026519E" w:rsidRDefault="0076364A" w:rsidP="007636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6519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digitais em Multimédia, Audiovisuais.</w:t>
      </w:r>
    </w:p>
    <w:p w14:paraId="1754EFE4" w14:textId="77777777" w:rsidR="0076364A" w:rsidRPr="003B3F8D" w:rsidRDefault="0076364A" w:rsidP="007636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3083C217" w14:textId="77777777" w:rsidR="0076364A" w:rsidRPr="003B3F8D" w:rsidRDefault="0076364A" w:rsidP="007636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49B9B20A" w14:textId="77777777" w:rsidR="0076364A" w:rsidRPr="003B3F8D" w:rsidRDefault="0076364A" w:rsidP="007636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73F0009F" w14:textId="77777777" w:rsidR="0076364A" w:rsidRPr="003B3F8D" w:rsidRDefault="0076364A" w:rsidP="007636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5954CF8B" w14:textId="77777777" w:rsidR="0076364A" w:rsidRPr="003B3F8D" w:rsidRDefault="0076364A" w:rsidP="007636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25AAE409" w14:textId="77777777" w:rsidR="0076364A" w:rsidRPr="003B3F8D" w:rsidRDefault="0076364A" w:rsidP="007636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27FAED43" w14:textId="77777777" w:rsidR="0076364A" w:rsidRPr="003B3F8D" w:rsidRDefault="0076364A" w:rsidP="007636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606CDB76" w14:textId="77777777" w:rsidR="0076364A" w:rsidRPr="00843618" w:rsidRDefault="0076364A" w:rsidP="0076364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4B2C1994" w14:textId="77777777" w:rsidR="0076364A" w:rsidRPr="00051C79" w:rsidRDefault="0076364A" w:rsidP="007636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DE2931" w14:textId="77777777" w:rsidR="0076364A" w:rsidRPr="00F87025" w:rsidRDefault="0076364A" w:rsidP="007636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6DF2240" w14:textId="77777777" w:rsidR="0076364A" w:rsidRPr="008047E3" w:rsidRDefault="0076364A" w:rsidP="007636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931EF5B" w14:textId="77777777" w:rsidR="0076364A" w:rsidRPr="00501DC8" w:rsidRDefault="0076364A" w:rsidP="007636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Aplicações informáticas de modelação 3D</w:t>
      </w:r>
    </w:p>
    <w:p w14:paraId="2BB8446F" w14:textId="77777777" w:rsidR="0076364A" w:rsidRPr="00501DC8" w:rsidRDefault="0076364A" w:rsidP="007636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animação 3D.</w:t>
      </w:r>
    </w:p>
    <w:p w14:paraId="57263003" w14:textId="77777777" w:rsidR="0076364A" w:rsidRPr="00501DC8" w:rsidRDefault="0076364A" w:rsidP="007636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F0CCD30" w14:textId="77777777" w:rsidR="0076364A" w:rsidRPr="00051C79" w:rsidRDefault="0076364A" w:rsidP="007636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288C11" w14:textId="77777777" w:rsidR="0076364A" w:rsidRPr="00F87025" w:rsidRDefault="0076364A" w:rsidP="007636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3925C18" w14:textId="77777777" w:rsidR="0076364A" w:rsidRPr="00051C79" w:rsidRDefault="0076364A" w:rsidP="007636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E3B81F" w14:textId="77777777" w:rsidR="0076364A" w:rsidRPr="00051C79" w:rsidRDefault="0076364A" w:rsidP="007636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Tec </w:t>
      </w:r>
      <w:proofErr w:type="spellStart"/>
      <w:r>
        <w:rPr>
          <w:rFonts w:ascii="Verdana Pro Light" w:hAnsi="Verdana Pro Light"/>
          <w:smallCaps/>
        </w:rPr>
        <w:t>multimedia</w:t>
      </w:r>
      <w:proofErr w:type="spellEnd"/>
    </w:p>
    <w:bookmarkEnd w:id="23"/>
    <w:p w14:paraId="5B1B47F7" w14:textId="77777777" w:rsidR="0076364A" w:rsidRDefault="0076364A" w:rsidP="0076364A">
      <w:pPr>
        <w:rPr>
          <w:rFonts w:ascii="Verdana Pro Light" w:hAnsi="Verdana Pro Light"/>
          <w:smallCaps/>
        </w:rPr>
      </w:pPr>
    </w:p>
    <w:p w14:paraId="40A4AC3E" w14:textId="77777777" w:rsidR="0076364A" w:rsidRDefault="0076364A" w:rsidP="0076364A">
      <w:pPr>
        <w:rPr>
          <w:rFonts w:ascii="Verdana Pro Light" w:hAnsi="Verdana Pro Light"/>
          <w:smallCaps/>
        </w:rPr>
      </w:pPr>
    </w:p>
    <w:p w14:paraId="08709461" w14:textId="77777777" w:rsidR="0076364A" w:rsidRDefault="0076364A" w:rsidP="0076364A">
      <w:pPr>
        <w:rPr>
          <w:rFonts w:ascii="Verdana Pro Light" w:hAnsi="Verdana Pro Light"/>
          <w:smallCaps/>
        </w:rPr>
      </w:pPr>
    </w:p>
    <w:p w14:paraId="039EC808" w14:textId="77777777" w:rsidR="0076364A" w:rsidRDefault="0076364A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25A22273" w14:textId="77777777" w:rsidR="00600F79" w:rsidRDefault="00600F79" w:rsidP="006C2611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56143" w:rsidRPr="00136AD8" w14:paraId="38DC3AE5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9013906" w14:textId="504A458A" w:rsidR="00156143" w:rsidRPr="00F42D38" w:rsidRDefault="00156143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 xml:space="preserve">UC </w:t>
            </w:r>
            <w:r w:rsidRPr="000B126F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0000</w:t>
            </w:r>
            <w:r w:rsidR="0085713F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EF57026" w14:textId="77777777" w:rsidR="00156143" w:rsidRPr="00F42D38" w:rsidRDefault="00156143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Texturizar modelos 3D e pintar cenários 2D</w:t>
            </w:r>
          </w:p>
        </w:tc>
      </w:tr>
    </w:tbl>
    <w:p w14:paraId="73CC3BE7" w14:textId="77777777" w:rsidR="00156143" w:rsidRPr="00136AD8" w:rsidRDefault="00156143" w:rsidP="0015614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D230F84" w14:textId="77777777" w:rsidR="00156143" w:rsidRDefault="00156143" w:rsidP="001561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5172BDF" w14:textId="77777777" w:rsidR="00156143" w:rsidRPr="003200F2" w:rsidRDefault="00156143" w:rsidP="001561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24FAD9AA" w14:textId="77777777" w:rsidR="00156143" w:rsidRPr="00136AD8" w:rsidRDefault="00156143" w:rsidP="0015614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61"/>
        <w:gridCol w:w="2835"/>
        <w:gridCol w:w="2624"/>
      </w:tblGrid>
      <w:tr w:rsidR="00156143" w:rsidRPr="00136AD8" w14:paraId="454723E8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7D0575" w14:textId="77777777" w:rsidR="00156143" w:rsidRPr="001B353A" w:rsidRDefault="00156143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56143" w:rsidRPr="00136AD8" w14:paraId="5F026577" w14:textId="77777777" w:rsidTr="00AD5C4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396348" w14:textId="77777777" w:rsidR="00156143" w:rsidRDefault="00156143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Analisar e conhecer técnicas de ilustração e texturização</w:t>
            </w:r>
          </w:p>
          <w:p w14:paraId="15A29F7E" w14:textId="77777777" w:rsidR="00156143" w:rsidRDefault="00156143" w:rsidP="00AD5C4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Analisar os diferentes suportes e técnicas para a produção de cenários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Mattepaiting</w:t>
            </w:r>
            <w:proofErr w:type="spellEnd"/>
          </w:p>
          <w:p w14:paraId="1ACD728D" w14:textId="77777777" w:rsidR="00156143" w:rsidRPr="001255B4" w:rsidRDefault="00156143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Construção de modelos 3D e cenários 2D ilustrados</w:t>
            </w:r>
          </w:p>
          <w:p w14:paraId="56B05387" w14:textId="77777777" w:rsidR="00156143" w:rsidRDefault="00156143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Criar um Ambiente utilizando as regras básicas de desenho, escala, profundidade de campo 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Mattepainting</w:t>
            </w:r>
            <w:proofErr w:type="spellEnd"/>
          </w:p>
          <w:p w14:paraId="458146BF" w14:textId="77777777" w:rsidR="00156143" w:rsidRDefault="00156143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Exportar a arte final impressa como painel</w:t>
            </w:r>
          </w:p>
          <w:p w14:paraId="0B83EC06" w14:textId="77777777" w:rsidR="00156143" w:rsidRPr="0008537A" w:rsidRDefault="00156143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Elaborar relatório sobre o processo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156143" w:rsidRPr="00136AD8" w14:paraId="614457B6" w14:textId="77777777" w:rsidTr="00AD5C45">
        <w:trPr>
          <w:trHeight w:val="296"/>
        </w:trPr>
        <w:tc>
          <w:tcPr>
            <w:tcW w:w="4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FB646A" w14:textId="77777777" w:rsidR="00156143" w:rsidRPr="001B353A" w:rsidRDefault="00156143" w:rsidP="00AD5C4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283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481CB6" w14:textId="77777777" w:rsidR="00156143" w:rsidRPr="001B353A" w:rsidRDefault="00156143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62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58242AB" w14:textId="77777777" w:rsidR="00156143" w:rsidRPr="001B353A" w:rsidRDefault="00156143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56143" w:rsidRPr="00136AD8" w14:paraId="56E15870" w14:textId="77777777" w:rsidTr="00AD5C45">
        <w:trPr>
          <w:trHeight w:val="1700"/>
        </w:trPr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5C6CC" w14:textId="77777777" w:rsidR="00156143" w:rsidRPr="0082388E" w:rsidRDefault="00156143" w:rsidP="00AD5C4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Folha de Modelos</w:t>
            </w:r>
          </w:p>
          <w:p w14:paraId="2B08463E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ambientes</w:t>
            </w:r>
          </w:p>
          <w:p w14:paraId="777B92F5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plasticidades e texturas</w:t>
            </w:r>
          </w:p>
          <w:p w14:paraId="5AC1CA6C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desenho, luz e volumetria</w:t>
            </w:r>
          </w:p>
          <w:p w14:paraId="577F702B" w14:textId="77777777" w:rsidR="00156143" w:rsidRPr="0082388E" w:rsidRDefault="00156143" w:rsidP="00AD5C4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Modelo de Cenário 2D</w:t>
            </w:r>
          </w:p>
          <w:p w14:paraId="4EFF00C8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cor</w:t>
            </w:r>
          </w:p>
          <w:p w14:paraId="27CDC65C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e profundidades de campo</w:t>
            </w:r>
          </w:p>
          <w:p w14:paraId="1C3F78C3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desenho e ilustração para animação</w:t>
            </w:r>
          </w:p>
          <w:p w14:paraId="4A08934D" w14:textId="77777777" w:rsidR="00156143" w:rsidRPr="0034341E" w:rsidRDefault="00156143" w:rsidP="00AD5C4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Modelo de </w:t>
            </w:r>
            <w:proofErr w:type="spellStart"/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Assets</w:t>
            </w:r>
            <w:proofErr w:type="spellEnd"/>
            <w:r w:rsidRPr="0034341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3D</w:t>
            </w:r>
          </w:p>
          <w:p w14:paraId="4607CF3B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estudo de volumes</w:t>
            </w:r>
          </w:p>
          <w:p w14:paraId="34A5F79B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formas e texturas</w:t>
            </w:r>
          </w:p>
          <w:p w14:paraId="5E18C1BC" w14:textId="77777777" w:rsidR="00156143" w:rsidRPr="0034341E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modelação 3D</w:t>
            </w:r>
          </w:p>
          <w:p w14:paraId="76CD2D9F" w14:textId="77777777" w:rsidR="00156143" w:rsidRPr="0082388E" w:rsidRDefault="00156143" w:rsidP="00AD5C4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em Photoshop</w:t>
            </w:r>
          </w:p>
          <w:p w14:paraId="385C3548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Imagem/títulos ou gráficos</w:t>
            </w:r>
          </w:p>
          <w:p w14:paraId="4474E332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Ilustração de personagens</w:t>
            </w:r>
          </w:p>
          <w:p w14:paraId="533CDF69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Ilustração de cenários</w:t>
            </w:r>
          </w:p>
          <w:p w14:paraId="6153AEB6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Cor, texturas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</w:t>
            </w:r>
            <w:proofErr w:type="spellEnd"/>
          </w:p>
          <w:p w14:paraId="626267B6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</w:p>
          <w:p w14:paraId="7431AB06" w14:textId="77777777" w:rsidR="00156143" w:rsidRPr="0082388E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Mascaras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Blend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Modes</w:t>
            </w:r>
            <w:proofErr w:type="spellEnd"/>
          </w:p>
          <w:p w14:paraId="307AF353" w14:textId="77777777" w:rsidR="00156143" w:rsidRDefault="00156143" w:rsidP="00AD5C4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</w:p>
          <w:p w14:paraId="77D59196" w14:textId="77777777" w:rsidR="00156143" w:rsidRDefault="00156143" w:rsidP="00AD5C4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</w:p>
          <w:p w14:paraId="573F30E9" w14:textId="77777777" w:rsidR="00156143" w:rsidRPr="0082388E" w:rsidRDefault="00156143" w:rsidP="00AD5C4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Formatos de ficheiros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arquivo</w:t>
            </w:r>
          </w:p>
          <w:p w14:paraId="2E443995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produtos </w:t>
            </w:r>
          </w:p>
          <w:p w14:paraId="0A61C1EE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63596ECC" w14:textId="77777777" w:rsidR="00156143" w:rsidRPr="00441A74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C6FCF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pré-requisitos técnicos de ilustração 2D e modelação 3D</w:t>
            </w:r>
          </w:p>
          <w:p w14:paraId="075A4107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corrigir erros técnicos de Ilustração de ambientes e cenografia</w:t>
            </w:r>
          </w:p>
          <w:p w14:paraId="2C7D6184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diferentes técnicas e tecnologias de ilustração digital e modelação 3D</w:t>
            </w:r>
          </w:p>
          <w:p w14:paraId="6112D2BA" w14:textId="77777777" w:rsidR="00156143" w:rsidRPr="00FB6877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 e a sua finalidade</w:t>
            </w:r>
          </w:p>
          <w:p w14:paraId="2A2B183E" w14:textId="77777777" w:rsidR="00156143" w:rsidRPr="00FB6877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 de ficheiros</w:t>
            </w:r>
          </w:p>
        </w:tc>
        <w:tc>
          <w:tcPr>
            <w:tcW w:w="2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DC0DD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0BECBCEC" w14:textId="77777777" w:rsidR="00156143" w:rsidRDefault="00156143" w:rsidP="00156143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14186D06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81B3701" w14:textId="77777777" w:rsidR="00156143" w:rsidRDefault="00156143" w:rsidP="001561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inovação</w:t>
            </w:r>
          </w:p>
          <w:p w14:paraId="1719E134" w14:textId="77777777" w:rsidR="00156143" w:rsidRPr="000173C0" w:rsidRDefault="00156143" w:rsidP="00AD5C4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E0AA4A5" w14:textId="77777777" w:rsidR="00156143" w:rsidRDefault="00156143" w:rsidP="0015614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95B0D42" w14:textId="77777777" w:rsidR="00156143" w:rsidRPr="00F87025" w:rsidRDefault="00156143" w:rsidP="00156143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518631C" w14:textId="49B072E0" w:rsidR="00156143" w:rsidRPr="002F47C9" w:rsidRDefault="002F47C9" w:rsidP="001561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</w:pPr>
      <w:r w:rsidRPr="002F47C9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Texturizar modelos 3D e pintar cenários 2D</w:t>
      </w:r>
      <w:r w:rsidR="00156143" w:rsidRPr="002F47C9"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  <w:t>:</w:t>
      </w:r>
    </w:p>
    <w:p w14:paraId="239F039D" w14:textId="77777777" w:rsidR="00156143" w:rsidRPr="009D7FE3" w:rsidRDefault="00156143" w:rsidP="001561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Analisando </w:t>
      </w:r>
      <w:r>
        <w:rPr>
          <w:rFonts w:ascii="Verdana Pro Light" w:eastAsia="Arial Unicode MS" w:hAnsi="Verdana Pro Light" w:cs="Arial Unicode MS"/>
          <w:sz w:val="18"/>
          <w:szCs w:val="18"/>
        </w:rPr>
        <w:t>filmes ou clips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tendo em conta os pré-requisitos técnicos de </w:t>
      </w:r>
      <w:r>
        <w:rPr>
          <w:rFonts w:ascii="Verdana Pro Light" w:eastAsia="Arial Unicode MS" w:hAnsi="Verdana Pro Light" w:cs="Arial Unicode MS"/>
          <w:sz w:val="18"/>
          <w:szCs w:val="18"/>
        </w:rPr>
        <w:t>construção de cenários para animação</w:t>
      </w:r>
    </w:p>
    <w:p w14:paraId="265A5ABB" w14:textId="77777777" w:rsidR="00156143" w:rsidRPr="009D7FE3" w:rsidRDefault="00156143" w:rsidP="001561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CD2.Identificando e corrigindo os erros técnicos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de cenografia 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>tendo em conta os pré-requisitos técnicos d</w:t>
      </w:r>
      <w:r>
        <w:rPr>
          <w:rFonts w:ascii="Verdana Pro Light" w:eastAsia="Arial Unicode MS" w:hAnsi="Verdana Pro Light" w:cs="Arial Unicode MS"/>
          <w:sz w:val="18"/>
          <w:szCs w:val="18"/>
        </w:rPr>
        <w:t>a edição de imagem e suporte final</w:t>
      </w:r>
    </w:p>
    <w:p w14:paraId="7357705A" w14:textId="77777777" w:rsidR="00156143" w:rsidRPr="009D7FE3" w:rsidRDefault="00156143" w:rsidP="001561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CD3.Fazendo a exportação de ficheiros tendo em conta as diferentes téc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nicas e tecnologias de produção, edição imagem 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>inerentes ao projeto</w:t>
      </w:r>
    </w:p>
    <w:p w14:paraId="7C7E2447" w14:textId="77777777" w:rsidR="00156143" w:rsidRPr="009D7FE3" w:rsidRDefault="00156143" w:rsidP="001561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Criando um sistema de arquivo de ficheiros que facilite a gestão do processo de trabalho</w:t>
      </w:r>
    </w:p>
    <w:p w14:paraId="0E42B41A" w14:textId="77777777" w:rsidR="00156143" w:rsidRPr="009D7FE3" w:rsidRDefault="00156143" w:rsidP="001561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5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D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>ocumentando o processo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de trabalho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>, os desafios encontrados e as soluções implementadas</w:t>
      </w:r>
    </w:p>
    <w:p w14:paraId="30040A1C" w14:textId="77777777" w:rsidR="00156143" w:rsidRPr="00136AD8" w:rsidRDefault="00156143" w:rsidP="001561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04A4A6" w14:textId="77777777" w:rsidR="00156143" w:rsidRPr="00F87025" w:rsidRDefault="00156143" w:rsidP="001561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ED4AFE6" w14:textId="77777777" w:rsidR="00156143" w:rsidRPr="00E600CE" w:rsidRDefault="00156143" w:rsidP="00156143">
      <w:pPr>
        <w:pStyle w:val="PargrafodaLista"/>
        <w:numPr>
          <w:ilvl w:val="0"/>
          <w:numId w:val="10"/>
        </w:numPr>
        <w:spacing w:before="120" w:after="0" w:line="276" w:lineRule="auto"/>
        <w:ind w:left="426" w:firstLine="283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Gabinetes de Design</w:t>
      </w:r>
    </w:p>
    <w:p w14:paraId="2041C266" w14:textId="77777777" w:rsidR="00156143" w:rsidRPr="003B3F8D" w:rsidRDefault="00156143" w:rsidP="001561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Desenvolvimento de Jogos </w:t>
      </w:r>
    </w:p>
    <w:p w14:paraId="15CB9075" w14:textId="77777777" w:rsidR="00156143" w:rsidRPr="003B3F8D" w:rsidRDefault="00156143" w:rsidP="001561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Empresas de Desenvolvimento de Aplicativos </w:t>
      </w:r>
    </w:p>
    <w:p w14:paraId="3D71A455" w14:textId="77777777" w:rsidR="00156143" w:rsidRPr="003B3F8D" w:rsidRDefault="00156143" w:rsidP="001561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Agências de publicidade e marketing digital </w:t>
      </w:r>
    </w:p>
    <w:p w14:paraId="4BBA23D3" w14:textId="77777777" w:rsidR="00156143" w:rsidRPr="003B3F8D" w:rsidRDefault="00156143" w:rsidP="001561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animação e vídeo </w:t>
      </w:r>
    </w:p>
    <w:p w14:paraId="3EFD326A" w14:textId="77777777" w:rsidR="00156143" w:rsidRPr="003B3F8D" w:rsidRDefault="00156143" w:rsidP="001561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tecnologia e software</w:t>
      </w:r>
    </w:p>
    <w:p w14:paraId="1283E168" w14:textId="77777777" w:rsidR="00156143" w:rsidRPr="003B3F8D" w:rsidRDefault="00156143" w:rsidP="001561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Design Interativo e Experiência do Usuário (UX/UI)</w:t>
      </w:r>
    </w:p>
    <w:p w14:paraId="686AFE8A" w14:textId="77777777" w:rsidR="00156143" w:rsidRPr="003B3F8D" w:rsidRDefault="00156143" w:rsidP="001561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Educação e E-learning</w:t>
      </w:r>
    </w:p>
    <w:p w14:paraId="6BB3D0F7" w14:textId="77777777" w:rsidR="00156143" w:rsidRDefault="00156143" w:rsidP="001561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B3F8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Museus, Galerias, Setor Público</w:t>
      </w:r>
    </w:p>
    <w:p w14:paraId="6C6495F4" w14:textId="77777777" w:rsidR="00156143" w:rsidRDefault="00156143" w:rsidP="001561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E1C4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do setor da informática</w:t>
      </w:r>
    </w:p>
    <w:p w14:paraId="69D9A627" w14:textId="77777777" w:rsidR="00156143" w:rsidRPr="00984B30" w:rsidRDefault="00156143" w:rsidP="00156143">
      <w:pPr>
        <w:pStyle w:val="PargrafodaLista"/>
        <w:numPr>
          <w:ilvl w:val="0"/>
          <w:numId w:val="10"/>
        </w:numPr>
        <w:spacing w:before="120" w:after="0" w:line="276" w:lineRule="auto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DC81164" w14:textId="77777777" w:rsidR="00156143" w:rsidRPr="00380207" w:rsidRDefault="00156143" w:rsidP="001561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audiovisuais</w:t>
      </w:r>
    </w:p>
    <w:p w14:paraId="59806B05" w14:textId="0398FCC4" w:rsidR="00156143" w:rsidRPr="00A92466" w:rsidRDefault="00156143" w:rsidP="00156143">
      <w:pPr>
        <w:pStyle w:val="PargrafodaLista"/>
        <w:numPr>
          <w:ilvl w:val="0"/>
          <w:numId w:val="10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E96967A" w14:textId="77777777" w:rsidR="00156143" w:rsidRPr="00F87025" w:rsidRDefault="00156143" w:rsidP="001561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217A33B" w14:textId="77777777" w:rsidR="00156143" w:rsidRDefault="00156143" w:rsidP="001561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FDDF144" w14:textId="77777777" w:rsidR="00156143" w:rsidRDefault="00156143" w:rsidP="001561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</w:t>
      </w:r>
    </w:p>
    <w:p w14:paraId="407D8795" w14:textId="77777777" w:rsidR="00156143" w:rsidRDefault="00156143" w:rsidP="0015614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Projeto de Filme/Animação real ou simulado com diferentes técnicas para serem finalizadas e editadas</w:t>
      </w:r>
    </w:p>
    <w:p w14:paraId="05C3BA70" w14:textId="77777777" w:rsidR="00156143" w:rsidRDefault="00156143" w:rsidP="0015614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0D41548" w14:textId="77777777" w:rsidR="00156143" w:rsidRPr="00FC797E" w:rsidRDefault="00156143" w:rsidP="0015614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34146A5" w14:textId="77777777" w:rsidR="00156143" w:rsidRPr="00F87025" w:rsidRDefault="00156143" w:rsidP="001561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A3FF977" w14:textId="77777777" w:rsidR="00156143" w:rsidRDefault="00156143" w:rsidP="00156143">
      <w:pPr>
        <w:rPr>
          <w:rFonts w:ascii="Verdana Pro Light" w:hAnsi="Verdana Pro Light"/>
          <w:smallCaps/>
        </w:rPr>
      </w:pPr>
    </w:p>
    <w:p w14:paraId="41A660DF" w14:textId="109A5749" w:rsidR="002D709F" w:rsidRDefault="00D8668F" w:rsidP="002D709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Tec animação 2 e 3 D</w:t>
      </w:r>
    </w:p>
    <w:p w14:paraId="65BEAE1A" w14:textId="77777777" w:rsidR="00156143" w:rsidRDefault="00156143" w:rsidP="002D709F">
      <w:pPr>
        <w:rPr>
          <w:rFonts w:ascii="Verdana Pro Light" w:hAnsi="Verdana Pro Light"/>
          <w:smallCaps/>
        </w:rPr>
      </w:pPr>
    </w:p>
    <w:p w14:paraId="67E4A0FE" w14:textId="77777777" w:rsidR="00156143" w:rsidRDefault="00156143" w:rsidP="002D709F">
      <w:pPr>
        <w:rPr>
          <w:rFonts w:ascii="Verdana Pro Light" w:hAnsi="Verdana Pro Light"/>
          <w:smallCaps/>
        </w:rPr>
      </w:pPr>
    </w:p>
    <w:p w14:paraId="48DC6179" w14:textId="77777777" w:rsidR="00156143" w:rsidRDefault="00156143" w:rsidP="002D709F">
      <w:pPr>
        <w:rPr>
          <w:rFonts w:ascii="Verdana Pro Light" w:hAnsi="Verdana Pro Light"/>
          <w:smallCaps/>
        </w:rPr>
      </w:pPr>
    </w:p>
    <w:p w14:paraId="652C573C" w14:textId="77777777" w:rsidR="0032558B" w:rsidRDefault="0032558B" w:rsidP="0032558B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2558B" w:rsidRPr="00136AD8" w14:paraId="00A42BC4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11B849E" w14:textId="72BBFE86" w:rsidR="0032558B" w:rsidRPr="00136AD8" w:rsidRDefault="0032558B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24" w:name="_Hlk155278429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39275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2B7C0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7BB89D9" w14:textId="77777777" w:rsidR="0032558B" w:rsidRPr="009C256C" w:rsidRDefault="0032558B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</w:t>
            </w:r>
            <w:r w:rsidRPr="005C4B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riar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</w:t>
            </w:r>
            <w:r w:rsidRPr="005C4B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mbiente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s</w:t>
            </w:r>
            <w:r w:rsidRPr="005C4B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tridimensiona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is</w:t>
            </w:r>
            <w:r w:rsidRPr="005C4B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interativo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s para jogos</w:t>
            </w:r>
            <w:r w:rsidRPr="005C4B7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.</w:t>
            </w:r>
          </w:p>
        </w:tc>
      </w:tr>
      <w:bookmarkEnd w:id="24"/>
      <w:tr w:rsidR="0032558B" w:rsidRPr="00136AD8" w14:paraId="70362F5B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52FC131" w14:textId="77777777" w:rsidR="0032558B" w:rsidRPr="00136AD8" w:rsidRDefault="0032558B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0413371E" w14:textId="77777777" w:rsidR="0032558B" w:rsidRPr="00136AD8" w:rsidRDefault="0032558B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C5C6E">
              <w:rPr>
                <w:rFonts w:ascii="Verdana Pro Light" w:eastAsia="Arial Unicode MS" w:hAnsi="Verdana Pro Light" w:cs="Times New Roman"/>
                <w:sz w:val="18"/>
                <w:szCs w:val="18"/>
              </w:rPr>
              <w:t>Motor de jogos 3D</w:t>
            </w:r>
          </w:p>
        </w:tc>
      </w:tr>
    </w:tbl>
    <w:p w14:paraId="69C3BA1E" w14:textId="77777777" w:rsidR="0032558B" w:rsidRPr="00136AD8" w:rsidRDefault="0032558B" w:rsidP="0032558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4C80377" w14:textId="77777777" w:rsidR="0032558B" w:rsidRPr="003200F2" w:rsidRDefault="0032558B" w:rsidP="0032558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839BBA7" w14:textId="77777777" w:rsidR="0032558B" w:rsidRPr="00136AD8" w:rsidRDefault="0032558B" w:rsidP="0032558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2558B" w:rsidRPr="00136AD8" w14:paraId="039EDC35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E0E430" w14:textId="77777777" w:rsidR="0032558B" w:rsidRPr="001B353A" w:rsidRDefault="0032558B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2558B" w:rsidRPr="00136AD8" w14:paraId="6166091E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729DC5" w14:textId="77777777" w:rsidR="0032558B" w:rsidRPr="00D712E6" w:rsidRDefault="0032558B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Identificar </w:t>
            </w:r>
            <w:r w:rsidRPr="00245CE3">
              <w:rPr>
                <w:rFonts w:ascii="Verdana Pro Light" w:eastAsia="Arial Unicode MS" w:hAnsi="Verdana Pro Light" w:cs="Arial Unicode MS"/>
                <w:sz w:val="18"/>
                <w:szCs w:val="18"/>
              </w:rPr>
              <w:t>requisitos técnicos, como o desempenho do jogo e as limitações de hardware.</w:t>
            </w:r>
          </w:p>
          <w:p w14:paraId="481B511A" w14:textId="77777777" w:rsidR="0032558B" w:rsidRPr="00D712E6" w:rsidRDefault="0032558B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</w:t>
            </w:r>
            <w:r w:rsidRPr="00492A06">
              <w:rPr>
                <w:rFonts w:ascii="Verdana Pro Light" w:eastAsia="Arial Unicode MS" w:hAnsi="Verdana Pro Light" w:cs="Arial Unicode MS"/>
                <w:sz w:val="18"/>
                <w:szCs w:val="18"/>
              </w:rPr>
              <w:t>efin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ir </w:t>
            </w:r>
            <w:r w:rsidRPr="00492A06">
              <w:rPr>
                <w:rFonts w:ascii="Verdana Pro Light" w:eastAsia="Arial Unicode MS" w:hAnsi="Verdana Pro Light" w:cs="Arial Unicode MS"/>
                <w:sz w:val="18"/>
                <w:szCs w:val="18"/>
              </w:rPr>
              <w:t>a visão geral do ambiente do jogo.</w:t>
            </w:r>
          </w:p>
          <w:p w14:paraId="5B0337AC" w14:textId="77777777" w:rsidR="0032558B" w:rsidRDefault="0032558B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Cri</w:t>
            </w:r>
            <w:r w:rsidRPr="00AD0E2A">
              <w:rPr>
                <w:rFonts w:ascii="Verdana Pro Light" w:eastAsia="Arial Unicode MS" w:hAnsi="Verdana Pro Light" w:cs="Arial Unicode MS"/>
                <w:sz w:val="18"/>
                <w:szCs w:val="18"/>
              </w:rPr>
              <w:t>ar os objetos e elementos do ambiente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com recurso a </w:t>
            </w:r>
            <w:r w:rsidRPr="00AD0E2A">
              <w:rPr>
                <w:rFonts w:ascii="Verdana Pro Light" w:eastAsia="Arial Unicode MS" w:hAnsi="Verdana Pro Light" w:cs="Arial Unicode MS"/>
                <w:sz w:val="18"/>
                <w:szCs w:val="18"/>
              </w:rPr>
              <w:t>software de modelagem 3D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 Aplicar</w:t>
            </w:r>
            <w:r w:rsidRPr="00A6704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fontes de luz, cores e intensidades</w:t>
            </w:r>
          </w:p>
          <w:p w14:paraId="257BB600" w14:textId="77777777" w:rsidR="0032558B" w:rsidRDefault="0032558B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Elaborar o </w:t>
            </w:r>
            <w:proofErr w:type="spellStart"/>
            <w:r w:rsidRPr="00910450">
              <w:rPr>
                <w:rFonts w:ascii="Verdana Pro Light" w:eastAsia="Arial Unicode MS" w:hAnsi="Verdana Pro Light" w:cs="Arial Unicode MS"/>
                <w:sz w:val="18"/>
                <w:szCs w:val="18"/>
              </w:rPr>
              <w:t>scripting</w:t>
            </w:r>
            <w:proofErr w:type="spellEnd"/>
            <w:r w:rsidRPr="0091045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para comportamentos de </w:t>
            </w:r>
            <w:proofErr w:type="spellStart"/>
            <w:r w:rsidRPr="00910450">
              <w:rPr>
                <w:rFonts w:ascii="Verdana Pro Light" w:eastAsia="Arial Unicode MS" w:hAnsi="Verdana Pro Light" w:cs="Arial Unicode MS"/>
                <w:sz w:val="18"/>
                <w:szCs w:val="18"/>
              </w:rPr>
              <w:t>NPCs</w:t>
            </w:r>
            <w:proofErr w:type="spellEnd"/>
            <w:r w:rsidRPr="0091045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(personagens não jogáveis), eventos de gatilho, sistemas de física para interações com objetos</w:t>
            </w:r>
          </w:p>
          <w:p w14:paraId="1601E2C9" w14:textId="77777777" w:rsidR="0032558B" w:rsidRPr="00D712E6" w:rsidRDefault="0032558B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Testar e polir </w:t>
            </w:r>
          </w:p>
        </w:tc>
      </w:tr>
      <w:tr w:rsidR="0032558B" w:rsidRPr="00136AD8" w14:paraId="4212DA57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78A469" w14:textId="77777777" w:rsidR="0032558B" w:rsidRPr="001B353A" w:rsidRDefault="0032558B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4801D3" w14:textId="77777777" w:rsidR="0032558B" w:rsidRPr="001B353A" w:rsidRDefault="0032558B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A7ABF8A" w14:textId="77777777" w:rsidR="0032558B" w:rsidRPr="001B353A" w:rsidRDefault="0032558B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2558B" w:rsidRPr="00136AD8" w14:paraId="00AB08B4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F00D6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Modelação 3D</w:t>
            </w:r>
          </w:p>
          <w:p w14:paraId="39E00BA7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conceitos de contagem e controlo de polígonos</w:t>
            </w:r>
          </w:p>
          <w:p w14:paraId="632BCD73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manutenção de regularidade e continuidade das malhas poligonais</w:t>
            </w:r>
          </w:p>
          <w:p w14:paraId="22758F11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orgânica - aplicação de técnicas, modelação digital de terrenos</w:t>
            </w:r>
          </w:p>
          <w:p w14:paraId="12FE544C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Espaços interiores e exteriores; espaços e elementos de transição</w:t>
            </w:r>
          </w:p>
          <w:p w14:paraId="41F4A846" w14:textId="77777777" w:rsidR="0032558B" w:rsidRPr="009C7701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Animação</w:t>
            </w:r>
          </w:p>
          <w:p w14:paraId="61E855E7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de animação de personagens; aplicação de conceitos</w:t>
            </w:r>
          </w:p>
          <w:p w14:paraId="29345BE8" w14:textId="77777777" w:rsidR="0032558B" w:rsidRPr="009C7701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Metodologia de desenho de texturas</w:t>
            </w:r>
          </w:p>
          <w:p w14:paraId="58B696B7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simulação da forma bidimensional</w:t>
            </w:r>
          </w:p>
          <w:p w14:paraId="6FC0D699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simulação do volume</w:t>
            </w:r>
          </w:p>
          <w:p w14:paraId="53F5AFE8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Caracterização visual e táctil</w:t>
            </w:r>
          </w:p>
          <w:p w14:paraId="136A28BB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domínio da cor e o nível de detalhe</w:t>
            </w:r>
          </w:p>
          <w:p w14:paraId="6AA9526A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iluminação -auto iluminação e o processo de </w:t>
            </w:r>
            <w:proofErr w:type="spellStart"/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textura. Frisos, elementos de </w:t>
            </w: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continuidade vertical e horizontal.</w:t>
            </w:r>
          </w:p>
          <w:p w14:paraId="7CCBAD75" w14:textId="77777777" w:rsidR="0032558B" w:rsidRPr="009C7701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Pavimentos e paramentos</w:t>
            </w:r>
          </w:p>
          <w:p w14:paraId="2CCA527F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Detalhes mecânicos</w:t>
            </w:r>
          </w:p>
          <w:p w14:paraId="68CBA8AD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Texturas orgânicas e irregularidades</w:t>
            </w:r>
          </w:p>
          <w:p w14:paraId="6812ED2E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simulação do desgaste de superfícies</w:t>
            </w:r>
          </w:p>
          <w:p w14:paraId="3921F2F9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de mapas de transparência</w:t>
            </w:r>
          </w:p>
          <w:p w14:paraId="66731E8F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Montagem de mapas de texturas múltiplas</w:t>
            </w:r>
          </w:p>
          <w:p w14:paraId="69684790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texturas múltiplas a modelos poligonais de estrutura subdividida</w:t>
            </w:r>
          </w:p>
          <w:p w14:paraId="608E4391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6C66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Scripting</w:t>
            </w:r>
            <w:proofErr w:type="spellEnd"/>
            <w:r w:rsidRPr="006C66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4CC2ECDD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ind w:left="604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Motores de jogo</w:t>
            </w:r>
          </w:p>
          <w:p w14:paraId="6D05B64B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ind w:left="604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Linguagem de programação</w:t>
            </w:r>
          </w:p>
          <w:p w14:paraId="0F2F5D8D" w14:textId="77777777" w:rsidR="0032558B" w:rsidRPr="00E067B4" w:rsidRDefault="0032558B" w:rsidP="00AD5C45">
            <w:pPr>
              <w:pStyle w:val="PargrafodaLista"/>
              <w:numPr>
                <w:ilvl w:val="0"/>
                <w:numId w:val="4"/>
              </w:numPr>
              <w:ind w:left="604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 APIS</w:t>
            </w:r>
          </w:p>
          <w:p w14:paraId="272498E8" w14:textId="77777777" w:rsidR="0032558B" w:rsidRPr="009C7701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C770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Editor de jogos 3D</w:t>
            </w:r>
          </w:p>
          <w:p w14:paraId="420AB5FA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Importação de modelos 3D; texturas e áudio</w:t>
            </w:r>
          </w:p>
          <w:p w14:paraId="2FF40C6A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e ajuste de texturas e iluminação</w:t>
            </w:r>
          </w:p>
          <w:p w14:paraId="408D1B1F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Animação de objetos, elementos e definição de sistemas de partículas</w:t>
            </w:r>
          </w:p>
          <w:p w14:paraId="00563B39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ações e sincronismo de eventos</w:t>
            </w:r>
          </w:p>
          <w:p w14:paraId="072AADB6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interruptores e ações automáticas</w:t>
            </w:r>
          </w:p>
          <w:p w14:paraId="0B56D4D9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Transição entre áreas de modelos; estrutura de níveis</w:t>
            </w:r>
          </w:p>
          <w:p w14:paraId="1D302D64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limites de deslocamento; desenho de envolvente</w:t>
            </w:r>
          </w:p>
          <w:p w14:paraId="5C4A121F" w14:textId="77777777" w:rsidR="0032558B" w:rsidRPr="00170D65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de estruturas de deteção de colisões e sistemas físicos</w:t>
            </w:r>
          </w:p>
          <w:p w14:paraId="20A61C6F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0D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extração de cenas animadas a partir do modelo interativo</w:t>
            </w:r>
          </w:p>
          <w:p w14:paraId="1F9D9AC1" w14:textId="77777777" w:rsidR="0032558B" w:rsidRPr="006C66AC" w:rsidRDefault="0032558B" w:rsidP="00AD5C45">
            <w:pPr>
              <w:pStyle w:val="PargrafodaLista"/>
              <w:numPr>
                <w:ilvl w:val="0"/>
                <w:numId w:val="4"/>
              </w:numPr>
              <w:ind w:left="604" w:hanging="28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69C13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73D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Utilizar um editor de jogos 3D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BDE8D6C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712E6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os conceitos básicos da criação de ambientes virtuais interativos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3E44046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712E6">
              <w:rPr>
                <w:rFonts w:ascii="Verdana Pro Light" w:eastAsia="Arial Unicode MS" w:hAnsi="Verdana Pro Light" w:cs="Arial Unicode MS"/>
                <w:sz w:val="18"/>
                <w:szCs w:val="18"/>
              </w:rPr>
              <w:t>Articular as aplicações informáticas que colaboram na criação de modelos interativos</w:t>
            </w:r>
          </w:p>
          <w:p w14:paraId="4682A7AE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712E6">
              <w:rPr>
                <w:rFonts w:ascii="Verdana Pro Light" w:eastAsia="Arial Unicode MS" w:hAnsi="Verdana Pro Light" w:cs="Arial Unicode MS"/>
                <w:sz w:val="18"/>
                <w:szCs w:val="18"/>
              </w:rPr>
              <w:t>Simular o nível de detalhe de modelos interativos através da aplicação de texturas.</w:t>
            </w:r>
          </w:p>
          <w:p w14:paraId="1D67876B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modelos 3D usando software de modela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ou importar modelos prontos e otimizá-los para uso no ambiente do jogo.</w:t>
            </w:r>
          </w:p>
          <w:p w14:paraId="27C2D91B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texturas aos modelos 3D e mapear coordenadas UV para garantir uma representação visual realista.</w:t>
            </w:r>
          </w:p>
          <w:p w14:paraId="790FB45A" w14:textId="77777777" w:rsidR="0032558B" w:rsidRPr="00517AA8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onfigurar fontes de luz, sombras e efeitos de iluminação para criar atmosferas visualmente impressionantes no ambiente do jogo.</w:t>
            </w:r>
          </w:p>
          <w:p w14:paraId="6A86CED6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animações para personagens, objetos e ambientes, proporcionando movimento e vida ao jogo.</w:t>
            </w:r>
          </w:p>
          <w:p w14:paraId="50B9E88B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G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arantir comportamentos realistas de objetos e personagens dentro do ambiente tridimensional.</w:t>
            </w:r>
          </w:p>
          <w:p w14:paraId="071AFF8E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layouts de níveis envolventes, considerando a progressão do jogador e desafios a serem superados.</w:t>
            </w:r>
          </w:p>
          <w:p w14:paraId="31CAA302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timiza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jogo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garantindo que 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seja executado suavemente, mesmo em hardware menos potente.</w:t>
            </w:r>
          </w:p>
          <w:p w14:paraId="45DC54F3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esenvolv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 em</w:t>
            </w:r>
            <w:r w:rsidRPr="00993B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ambientes de VR ou AR, explorando interações imersivas.</w:t>
            </w:r>
          </w:p>
          <w:p w14:paraId="30B3C439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7B7F4B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CF501D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B4149B7" w14:textId="77777777" w:rsidR="0032558B" w:rsidRPr="00057283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5E1E0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no âmbito das suas funções</w:t>
            </w:r>
          </w:p>
          <w:p w14:paraId="56A71388" w14:textId="77777777" w:rsidR="0032558B" w:rsidRPr="00AE041A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04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62A53B58" w14:textId="77777777" w:rsidR="0032558B" w:rsidRPr="00564406" w:rsidRDefault="0032558B" w:rsidP="00AD5C4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77E2913B" w14:textId="77777777" w:rsidR="0032558B" w:rsidRPr="00564406" w:rsidRDefault="0032558B" w:rsidP="00AD5C4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49EA84B6" w14:textId="77777777" w:rsidR="0032558B" w:rsidRPr="00564406" w:rsidRDefault="0032558B" w:rsidP="00AD5C4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44F212C2" w14:textId="77777777" w:rsidR="0032558B" w:rsidRPr="00564406" w:rsidRDefault="0032558B" w:rsidP="00AD5C4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15C671BF" w14:textId="77777777" w:rsidR="0032558B" w:rsidRPr="00564406" w:rsidRDefault="0032558B" w:rsidP="00AD5C4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  <w:p w14:paraId="79067AFC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64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direitos de imagem</w:t>
            </w:r>
          </w:p>
          <w:p w14:paraId="08A90425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5710B6D0" w14:textId="77777777" w:rsidR="0032558B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422C52" w14:textId="77777777" w:rsidR="0032558B" w:rsidRPr="00057283" w:rsidRDefault="0032558B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C799CBC" w14:textId="77777777" w:rsidR="0032558B" w:rsidRDefault="0032558B" w:rsidP="0032558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07EACBF" w14:textId="77777777" w:rsidR="0032558B" w:rsidRDefault="0032558B" w:rsidP="0032558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6B5CF2A" w14:textId="77777777" w:rsidR="0032558B" w:rsidRPr="00F87025" w:rsidRDefault="0032558B" w:rsidP="0032558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7D94570" w14:textId="77777777" w:rsidR="0032558B" w:rsidRPr="00F20E6F" w:rsidRDefault="0032558B" w:rsidP="0032558B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</w:t>
      </w:r>
      <w:r w:rsidRPr="006C5C6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riar ambiente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s</w:t>
      </w:r>
      <w:r w:rsidRPr="006C5C6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tridimensiona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is</w:t>
      </w:r>
      <w:r w:rsidRPr="006C5C6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interativo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s para jogos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549C8F4" w14:textId="77777777" w:rsidR="0032558B" w:rsidRPr="0064164C" w:rsidRDefault="0032558B" w:rsidP="0032558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ncluindo gráficos, texturas, iluminação e efeitos visuais, para garantir uma experiência atraente.</w:t>
      </w:r>
    </w:p>
    <w:p w14:paraId="5AAF2ECD" w14:textId="77777777" w:rsidR="0032558B" w:rsidRPr="0064164C" w:rsidRDefault="0032558B" w:rsidP="0032558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 o jogo mantém uma taxa de quadros (FPS) consistente e suave, mesmo em hardware de especificações médias, garantindo uma experiência jogável.</w:t>
      </w:r>
    </w:p>
    <w:p w14:paraId="0DA35979" w14:textId="77777777" w:rsidR="0032558B" w:rsidRPr="0064164C" w:rsidRDefault="0032558B" w:rsidP="0032558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93B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interatividade do ambiente e a resposta imediata às ações do jogador, garantindo uma experiência envolvente e livre de atrasos percetíveis.</w:t>
      </w:r>
    </w:p>
    <w:p w14:paraId="4EAC391E" w14:textId="77777777" w:rsidR="0032558B" w:rsidRPr="0064164C" w:rsidRDefault="0032558B" w:rsidP="0032558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</w:t>
      </w:r>
      <w:r w:rsidRPr="00DA45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arantindo que os controles sejam intuitivos e responsivos.</w:t>
      </w:r>
    </w:p>
    <w:p w14:paraId="40181CA6" w14:textId="77777777" w:rsidR="0032558B" w:rsidRDefault="0032558B" w:rsidP="0032558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A45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A45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 jogo seja compatível com as plataformas alvo, seja em PC, consoles, dispositivos móveis ou outras plataformas específicas.</w:t>
      </w:r>
    </w:p>
    <w:p w14:paraId="780FE398" w14:textId="77777777" w:rsidR="0032558B" w:rsidRPr="0064164C" w:rsidRDefault="0032558B" w:rsidP="0032558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A45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A45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tempo de carregamento do jogo e dos níveis, garantindo uma transição rápida entre cenas para manter a fluidez da experiência.</w:t>
      </w:r>
    </w:p>
    <w:p w14:paraId="149B2F83" w14:textId="77777777" w:rsidR="0032558B" w:rsidRPr="00136AD8" w:rsidRDefault="0032558B" w:rsidP="0032558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7A80A5" w14:textId="77777777" w:rsidR="0032558B" w:rsidRPr="00F87025" w:rsidRDefault="0032558B" w:rsidP="0032558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8B52D4A" w14:textId="77777777" w:rsidR="00282554" w:rsidRPr="00282554" w:rsidRDefault="00282554" w:rsidP="0028255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82554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3997672B" w14:textId="77777777" w:rsidR="00282554" w:rsidRPr="00282554" w:rsidRDefault="00282554" w:rsidP="0028255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82554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005DBD0F" w14:textId="77777777" w:rsidR="00282554" w:rsidRPr="00282554" w:rsidRDefault="00282554" w:rsidP="0028255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82554">
        <w:rPr>
          <w:rFonts w:ascii="Verdana Pro Light" w:eastAsia="Arial Unicode MS" w:hAnsi="Verdana Pro Light" w:cs="Arial Unicode MS"/>
          <w:sz w:val="18"/>
          <w:szCs w:val="18"/>
        </w:rPr>
        <w:t>Agências digitais em Multimédia, Audiovisuais.</w:t>
      </w:r>
    </w:p>
    <w:p w14:paraId="272A9329" w14:textId="77777777" w:rsidR="00282554" w:rsidRPr="00282554" w:rsidRDefault="00282554" w:rsidP="0028255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82554">
        <w:rPr>
          <w:rFonts w:ascii="Verdana Pro Light" w:eastAsia="Arial Unicode MS" w:hAnsi="Verdana Pro Light" w:cs="Arial Unicode MS"/>
          <w:sz w:val="18"/>
          <w:szCs w:val="18"/>
        </w:rPr>
        <w:t xml:space="preserve">Estúdios de Desenvolvimento de Jogos </w:t>
      </w:r>
    </w:p>
    <w:p w14:paraId="275C53E7" w14:textId="77777777" w:rsidR="00282554" w:rsidRPr="00282554" w:rsidRDefault="00282554" w:rsidP="0028255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82554">
        <w:rPr>
          <w:rFonts w:ascii="Verdana Pro Light" w:eastAsia="Arial Unicode MS" w:hAnsi="Verdana Pro Light" w:cs="Arial Unicode MS"/>
          <w:sz w:val="18"/>
          <w:szCs w:val="18"/>
        </w:rPr>
        <w:t xml:space="preserve">Empresas de Desenvolvimento de Aplicativos </w:t>
      </w:r>
    </w:p>
    <w:p w14:paraId="1C0B9C23" w14:textId="77777777" w:rsidR="00282554" w:rsidRPr="00282554" w:rsidRDefault="00282554" w:rsidP="0028255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82554">
        <w:rPr>
          <w:rFonts w:ascii="Verdana Pro Light" w:eastAsia="Arial Unicode MS" w:hAnsi="Verdana Pro Light" w:cs="Arial Unicode MS"/>
          <w:sz w:val="18"/>
          <w:szCs w:val="18"/>
        </w:rPr>
        <w:t xml:space="preserve">Agências de publicidade e marketing digital </w:t>
      </w:r>
    </w:p>
    <w:p w14:paraId="0471AEAE" w14:textId="77777777" w:rsidR="00282554" w:rsidRPr="00282554" w:rsidRDefault="00282554" w:rsidP="0028255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82554">
        <w:rPr>
          <w:rFonts w:ascii="Verdana Pro Light" w:eastAsia="Arial Unicode MS" w:hAnsi="Verdana Pro Light" w:cs="Arial Unicode MS"/>
          <w:sz w:val="18"/>
          <w:szCs w:val="18"/>
        </w:rPr>
        <w:t xml:space="preserve">Estúdios de animação e vídeo </w:t>
      </w:r>
    </w:p>
    <w:p w14:paraId="1846F306" w14:textId="77777777" w:rsidR="00282554" w:rsidRPr="00282554" w:rsidRDefault="00282554" w:rsidP="0028255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82554">
        <w:rPr>
          <w:rFonts w:ascii="Verdana Pro Light" w:eastAsia="Arial Unicode MS" w:hAnsi="Verdana Pro Light" w:cs="Arial Unicode MS"/>
          <w:sz w:val="18"/>
          <w:szCs w:val="18"/>
        </w:rPr>
        <w:t>Empresas de tecnologia e software</w:t>
      </w:r>
    </w:p>
    <w:p w14:paraId="74E5EE4A" w14:textId="77777777" w:rsidR="00282554" w:rsidRPr="00282554" w:rsidRDefault="00282554" w:rsidP="0028255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82554">
        <w:rPr>
          <w:rFonts w:ascii="Verdana Pro Light" w:eastAsia="Arial Unicode MS" w:hAnsi="Verdana Pro Light" w:cs="Arial Unicode MS"/>
          <w:sz w:val="18"/>
          <w:szCs w:val="18"/>
        </w:rPr>
        <w:t>Agências de Design Interativo e Experiência do Usuário (UX/UI)</w:t>
      </w:r>
    </w:p>
    <w:p w14:paraId="33F3872B" w14:textId="77777777" w:rsidR="00282554" w:rsidRPr="00282554" w:rsidRDefault="00282554" w:rsidP="0028255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82554">
        <w:rPr>
          <w:rFonts w:ascii="Verdana Pro Light" w:eastAsia="Arial Unicode MS" w:hAnsi="Verdana Pro Light" w:cs="Arial Unicode MS"/>
          <w:sz w:val="18"/>
          <w:szCs w:val="18"/>
        </w:rPr>
        <w:t>Educação e E-learning</w:t>
      </w:r>
    </w:p>
    <w:p w14:paraId="209540E2" w14:textId="77777777" w:rsidR="00282554" w:rsidRPr="00282554" w:rsidRDefault="00282554" w:rsidP="0028255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82554">
        <w:rPr>
          <w:rFonts w:ascii="Verdana Pro Light" w:eastAsia="Arial Unicode MS" w:hAnsi="Verdana Pro Light" w:cs="Arial Unicode MS"/>
          <w:sz w:val="18"/>
          <w:szCs w:val="18"/>
        </w:rPr>
        <w:t>Museus, Galerias, Setor Público</w:t>
      </w:r>
    </w:p>
    <w:p w14:paraId="22AE820F" w14:textId="77777777" w:rsidR="0032558B" w:rsidRPr="00051C79" w:rsidRDefault="0032558B" w:rsidP="0032558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BC03492" w14:textId="77777777" w:rsidR="0032558B" w:rsidRPr="00F87025" w:rsidRDefault="0032558B" w:rsidP="0032558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7AD8494" w14:textId="77777777" w:rsidR="0032558B" w:rsidRDefault="0032558B" w:rsidP="0032558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30C28">
        <w:rPr>
          <w:rFonts w:ascii="Verdana Pro Light" w:eastAsia="Arial Unicode MS" w:hAnsi="Verdana Pro Light" w:cs="Arial Unicode MS"/>
          <w:sz w:val="18"/>
          <w:szCs w:val="18"/>
        </w:rPr>
        <w:t xml:space="preserve">Computador </w:t>
      </w:r>
      <w:r>
        <w:rPr>
          <w:rFonts w:ascii="Verdana Pro Light" w:eastAsia="Arial Unicode MS" w:hAnsi="Verdana Pro Light" w:cs="Arial Unicode MS"/>
          <w:sz w:val="18"/>
          <w:szCs w:val="18"/>
        </w:rPr>
        <w:t>com Ligação à Internet</w:t>
      </w:r>
    </w:p>
    <w:p w14:paraId="16C3FCCE" w14:textId="77777777" w:rsidR="0032558B" w:rsidRDefault="0032558B" w:rsidP="0032558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imagem</w:t>
      </w:r>
    </w:p>
    <w:p w14:paraId="77C638E8" w14:textId="77777777" w:rsidR="0032558B" w:rsidRDefault="0032558B" w:rsidP="0032558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Modelação 3D</w:t>
      </w:r>
    </w:p>
    <w:p w14:paraId="0A8226D4" w14:textId="77777777" w:rsidR="0032558B" w:rsidRDefault="0032558B" w:rsidP="0032558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Motor de Jogo</w:t>
      </w:r>
    </w:p>
    <w:p w14:paraId="3E1840F2" w14:textId="77777777" w:rsidR="0032558B" w:rsidRDefault="0032558B" w:rsidP="0032558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3806B04" w14:textId="77777777" w:rsidR="0032558B" w:rsidRPr="00051C79" w:rsidRDefault="0032558B" w:rsidP="0032558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964FE5" w14:textId="77777777" w:rsidR="0032558B" w:rsidRPr="00F87025" w:rsidRDefault="0032558B" w:rsidP="0032558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183DD0F" w14:textId="01A522B9" w:rsidR="0032558B" w:rsidRPr="00051C79" w:rsidRDefault="00282554" w:rsidP="0032558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técnico de desenho digital 3D</w:t>
      </w:r>
    </w:p>
    <w:p w14:paraId="0AC44C43" w14:textId="77777777" w:rsidR="0032558B" w:rsidRPr="00051C79" w:rsidRDefault="0032558B" w:rsidP="0032558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AE6894" w14:textId="77777777" w:rsidR="0032558B" w:rsidRPr="00051C79" w:rsidRDefault="0032558B" w:rsidP="0032558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BE16FF" w14:textId="77777777" w:rsidR="00156143" w:rsidRDefault="00156143" w:rsidP="002D709F">
      <w:pPr>
        <w:rPr>
          <w:rFonts w:ascii="Verdana Pro Light" w:hAnsi="Verdana Pro Light"/>
          <w:smallCaps/>
        </w:rPr>
      </w:pPr>
    </w:p>
    <w:p w14:paraId="6C9D4F16" w14:textId="77777777" w:rsidR="00156143" w:rsidRDefault="00156143" w:rsidP="002D709F">
      <w:pPr>
        <w:rPr>
          <w:rFonts w:ascii="Verdana Pro Light" w:hAnsi="Verdana Pro Light"/>
          <w:smallCaps/>
        </w:rPr>
      </w:pPr>
    </w:p>
    <w:p w14:paraId="388E3C97" w14:textId="77777777" w:rsidR="00BD65A2" w:rsidRDefault="00BD65A2" w:rsidP="00BD65A2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D65A2" w:rsidRPr="00136AD8" w14:paraId="5B869DE1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3B74319" w14:textId="35D649CA" w:rsidR="00BD65A2" w:rsidRPr="00136AD8" w:rsidRDefault="00BD65A2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85713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895F28B" w14:textId="77777777" w:rsidR="00BD65A2" w:rsidRPr="009C256C" w:rsidRDefault="00BD65A2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26D35">
              <w:t>Manobrar os controlos e a regulação dos parâmetros mais comuns dos processadores.</w:t>
            </w:r>
          </w:p>
        </w:tc>
      </w:tr>
      <w:tr w:rsidR="00BD65A2" w:rsidRPr="00136AD8" w14:paraId="51C29449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663A358" w14:textId="0F9C0DC4" w:rsidR="00BD65A2" w:rsidRPr="00136AD8" w:rsidRDefault="00BD65A2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85713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77E424E" w14:textId="77777777" w:rsidR="00BD65A2" w:rsidRPr="00136AD8" w:rsidRDefault="00BD65A2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Processadores de áudio</w:t>
            </w:r>
          </w:p>
        </w:tc>
      </w:tr>
    </w:tbl>
    <w:p w14:paraId="30BF8837" w14:textId="77777777" w:rsidR="00BD65A2" w:rsidRPr="00136AD8" w:rsidRDefault="00BD65A2" w:rsidP="00BD65A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ED97BB3" w14:textId="77777777" w:rsidR="00BD65A2" w:rsidRDefault="00BD65A2" w:rsidP="00BD65A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386B5413" w14:textId="77777777" w:rsidR="00BD65A2" w:rsidRDefault="00BD65A2" w:rsidP="00BD65A2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088532C6" w14:textId="77777777" w:rsidR="00BD65A2" w:rsidRPr="00136AD8" w:rsidRDefault="00BD65A2" w:rsidP="00BD65A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D65A2" w:rsidRPr="00136AD8" w14:paraId="1904E1DA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F98F8C" w14:textId="77777777" w:rsidR="00BD65A2" w:rsidRPr="001B353A" w:rsidRDefault="00BD65A2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D65A2" w:rsidRPr="00136AD8" w14:paraId="1ABFB85C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92290" w14:textId="77777777" w:rsidR="00BD65A2" w:rsidRPr="007E2C17" w:rsidRDefault="00BD65A2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s funções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parâmetros de bom funcionamento</w:t>
            </w:r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dos processadores.</w:t>
            </w:r>
          </w:p>
          <w:p w14:paraId="558FDB42" w14:textId="77777777" w:rsidR="00BD65A2" w:rsidRPr="007E2C17" w:rsidRDefault="00BD65A2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</w:t>
            </w:r>
            <w:r w:rsidRPr="001557C8">
              <w:rPr>
                <w:rFonts w:ascii="Verdana Pro Light" w:eastAsia="Arial Unicode MS" w:hAnsi="Verdana Pro Light" w:cs="Arial Unicode MS"/>
                <w:sz w:val="18"/>
                <w:szCs w:val="18"/>
              </w:rPr>
              <w:t>just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1557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controles de frequência, ganho e largura de banda</w:t>
            </w:r>
          </w:p>
          <w:p w14:paraId="0ADB5104" w14:textId="77777777" w:rsidR="00BD65A2" w:rsidRPr="0054456B" w:rsidRDefault="00BD65A2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>Inserir, na ordem correta de função, um ou mais processadores na cadeia de sinal dum sistema de som, em estúdio ou ao vivo.</w:t>
            </w:r>
          </w:p>
        </w:tc>
      </w:tr>
      <w:tr w:rsidR="00BD65A2" w:rsidRPr="00136AD8" w14:paraId="14383142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1053D9" w14:textId="77777777" w:rsidR="00BD65A2" w:rsidRPr="001B353A" w:rsidRDefault="00BD65A2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6D8F0A" w14:textId="77777777" w:rsidR="00BD65A2" w:rsidRPr="001B353A" w:rsidRDefault="00BD65A2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71538FE" w14:textId="77777777" w:rsidR="00BD65A2" w:rsidRPr="001B353A" w:rsidRDefault="00BD65A2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D65A2" w:rsidRPr="00136AD8" w14:paraId="1153176C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C6614E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Processadores de dinâmica do sinal</w:t>
            </w:r>
          </w:p>
          <w:p w14:paraId="378FCD3F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Compressor - controlos</w:t>
            </w:r>
          </w:p>
          <w:p w14:paraId="22C1B08C" w14:textId="77777777" w:rsidR="00BD65A2" w:rsidRPr="004C3110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  <w:lang w:val="en-US"/>
              </w:rPr>
            </w:pPr>
            <w:proofErr w:type="gramStart"/>
            <w:r w:rsidRPr="004C3110">
              <w:rPr>
                <w:rFonts w:ascii="Verdana Pro Light" w:hAnsi="Verdana Pro Light"/>
                <w:sz w:val="18"/>
                <w:szCs w:val="18"/>
                <w:lang w:val="en-US"/>
              </w:rPr>
              <w:t>Threshold ,Ratio</w:t>
            </w:r>
            <w:proofErr w:type="gramEnd"/>
            <w:r w:rsidRPr="004C3110">
              <w:rPr>
                <w:rFonts w:ascii="Verdana Pro Light" w:hAnsi="Verdana Pro Light"/>
                <w:sz w:val="18"/>
                <w:szCs w:val="18"/>
                <w:lang w:val="en-US"/>
              </w:rPr>
              <w:t xml:space="preserve">, Attack, Release, Knee, Output gain, Settings </w:t>
            </w:r>
            <w:proofErr w:type="spellStart"/>
            <w:r w:rsidRPr="004C3110">
              <w:rPr>
                <w:rFonts w:ascii="Verdana Pro Light" w:hAnsi="Verdana Pro Light"/>
                <w:sz w:val="18"/>
                <w:szCs w:val="18"/>
                <w:lang w:val="en-US"/>
              </w:rPr>
              <w:t>automáticos</w:t>
            </w:r>
            <w:proofErr w:type="spellEnd"/>
            <w:r w:rsidRPr="004C3110">
              <w:rPr>
                <w:rFonts w:ascii="Verdana Pro Light" w:hAnsi="Verdana Pro Light"/>
                <w:sz w:val="18"/>
                <w:szCs w:val="18"/>
                <w:lang w:val="en-US"/>
              </w:rPr>
              <w:t>.</w:t>
            </w:r>
          </w:p>
          <w:p w14:paraId="7B9EA959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Compressor - Limitador, como compressor de ratio infinito</w:t>
            </w:r>
          </w:p>
          <w:p w14:paraId="10D3A7E8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Expander</w:t>
            </w:r>
            <w:proofErr w:type="spellEnd"/>
          </w:p>
          <w:p w14:paraId="22DD2A67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Gate, como expansor de dinâmica de ratio infinito</w:t>
            </w:r>
          </w:p>
          <w:p w14:paraId="19B070F6" w14:textId="77777777" w:rsidR="00BD65A2" w:rsidRPr="004C3110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  <w:lang w:val="en-US"/>
              </w:rPr>
            </w:pPr>
            <w:r w:rsidRPr="004C3110">
              <w:rPr>
                <w:rFonts w:ascii="Verdana Pro Light" w:hAnsi="Verdana Pro Light"/>
                <w:sz w:val="18"/>
                <w:szCs w:val="18"/>
                <w:lang w:val="en-US"/>
              </w:rPr>
              <w:t>ADSR gate envelope, Side chain e side effect, Ducking, De-</w:t>
            </w:r>
            <w:proofErr w:type="spellStart"/>
            <w:r w:rsidRPr="004C3110">
              <w:rPr>
                <w:rFonts w:ascii="Verdana Pro Light" w:hAnsi="Verdana Pro Light"/>
                <w:sz w:val="18"/>
                <w:szCs w:val="18"/>
                <w:lang w:val="en-US"/>
              </w:rPr>
              <w:t>esser</w:t>
            </w:r>
            <w:proofErr w:type="spellEnd"/>
          </w:p>
          <w:p w14:paraId="20EA420B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Equalizadores e filtros</w:t>
            </w:r>
          </w:p>
          <w:p w14:paraId="55F46E12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90" w:hanging="743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Equalização não-paramétrica,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semi-paramétrica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e paramétrica, Equalização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shelving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, Filtros passa alto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Hi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pass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) e passa baixo (Lo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pass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), Equalização gráfica</w:t>
            </w:r>
          </w:p>
          <w:p w14:paraId="1D2F8CB8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Largura de banda por oitavas, 1/3; 1/4; 1/5</w:t>
            </w:r>
          </w:p>
          <w:p w14:paraId="44364310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Reverberação (</w:t>
            </w:r>
            <w:proofErr w:type="spellStart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reverb</w:t>
            </w:r>
            <w:proofErr w:type="spellEnd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)</w:t>
            </w:r>
          </w:p>
          <w:p w14:paraId="70B79CF1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Tipos de simulação de </w:t>
            </w:r>
            <w:proofErr w:type="spellStart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reverb</w:t>
            </w:r>
            <w:proofErr w:type="spellEnd"/>
          </w:p>
          <w:p w14:paraId="4F0CCB7A" w14:textId="77777777" w:rsidR="00BD65A2" w:rsidRPr="004C3110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  <w:lang w:val="en-US"/>
              </w:rPr>
            </w:pPr>
            <w:r w:rsidRPr="004C3110">
              <w:rPr>
                <w:rFonts w:ascii="Verdana Pro Light" w:hAnsi="Verdana Pro Light"/>
                <w:sz w:val="18"/>
                <w:szCs w:val="18"/>
                <w:lang w:val="en-US"/>
              </w:rPr>
              <w:t>Hall, Room, Plate, Vocal, Outros (Tunnel, Stadium, Church</w:t>
            </w:r>
          </w:p>
          <w:p w14:paraId="38E6DFF6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Controlos</w:t>
            </w:r>
          </w:p>
          <w:p w14:paraId="0C2AB5A4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Tempo de reverberação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reverb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time), Pré-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delay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,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Hi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ratio, Difusão, </w:t>
            </w:r>
            <w:r w:rsidRPr="00FE4844">
              <w:rPr>
                <w:rFonts w:ascii="Verdana Pro Light" w:hAnsi="Verdana Pro Light"/>
                <w:sz w:val="18"/>
                <w:szCs w:val="18"/>
              </w:rPr>
              <w:lastRenderedPageBreak/>
              <w:t xml:space="preserve">Densidade,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Reverb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delay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e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early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reflections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, Filtros HPF e LPF – Filtros passa-alto e filtros passa-baixo, Balanço de sinal processado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wet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 e não processado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Dry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5D86FCD0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Reflexões próximas (</w:t>
            </w:r>
            <w:proofErr w:type="spellStart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early</w:t>
            </w:r>
            <w:proofErr w:type="spellEnd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reflections</w:t>
            </w:r>
            <w:proofErr w:type="spellEnd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)</w:t>
            </w:r>
          </w:p>
          <w:p w14:paraId="1E9DA629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Gate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reverb</w:t>
            </w:r>
            <w:proofErr w:type="spellEnd"/>
          </w:p>
          <w:p w14:paraId="20FC2A45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Reverse gate</w:t>
            </w:r>
          </w:p>
          <w:p w14:paraId="04EE5576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Eco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echo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465152C7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Delay</w:t>
            </w:r>
            <w:proofErr w:type="spellEnd"/>
          </w:p>
          <w:p w14:paraId="38E17E00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Time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delay</w:t>
            </w:r>
            <w:proofErr w:type="spellEnd"/>
          </w:p>
          <w:p w14:paraId="3DAB9A72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Feedback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delay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time</w:t>
            </w:r>
          </w:p>
          <w:p w14:paraId="7B50D616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Tap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delay</w:t>
            </w:r>
            <w:proofErr w:type="spellEnd"/>
          </w:p>
          <w:p w14:paraId="6731FF8D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Stereo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delay</w:t>
            </w:r>
            <w:proofErr w:type="spellEnd"/>
          </w:p>
          <w:p w14:paraId="0425C447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Processadores de modulação</w:t>
            </w:r>
          </w:p>
          <w:p w14:paraId="37E79B87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Chorus</w:t>
            </w:r>
          </w:p>
          <w:p w14:paraId="4B466BAD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Modulação de frequência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ModFrq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679D9952" w14:textId="77777777" w:rsidR="00BD65A2" w:rsidRPr="00C1058C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C1058C">
              <w:rPr>
                <w:rFonts w:ascii="Verdana Pro Light" w:hAnsi="Verdana Pro Light"/>
                <w:sz w:val="18"/>
                <w:szCs w:val="18"/>
              </w:rPr>
              <w:t>Depth</w:t>
            </w:r>
            <w:proofErr w:type="spellEnd"/>
            <w:r w:rsidRPr="00C1058C">
              <w:rPr>
                <w:rFonts w:ascii="Verdana Pro Light" w:hAnsi="Verdana Pro Light"/>
                <w:sz w:val="18"/>
                <w:szCs w:val="18"/>
              </w:rPr>
              <w:t>, Ratio</w:t>
            </w:r>
          </w:p>
          <w:p w14:paraId="240FD7F3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Feedback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gain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FbGain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0EDC541B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Balanço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wet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/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dry</w:t>
            </w:r>
            <w:proofErr w:type="spellEnd"/>
          </w:p>
          <w:p w14:paraId="35934695" w14:textId="77777777" w:rsidR="00BD65A2" w:rsidRPr="00C1058C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C1058C">
              <w:rPr>
                <w:rFonts w:ascii="Verdana Pro Light" w:hAnsi="Verdana Pro Light"/>
                <w:sz w:val="18"/>
                <w:szCs w:val="18"/>
              </w:rPr>
              <w:t>Phaser</w:t>
            </w:r>
            <w:proofErr w:type="spellEnd"/>
            <w:r w:rsidRPr="00C1058C">
              <w:rPr>
                <w:rFonts w:ascii="Verdana Pro Light" w:hAnsi="Verdana Pro Light"/>
                <w:sz w:val="18"/>
                <w:szCs w:val="18"/>
              </w:rPr>
              <w:t xml:space="preserve">, </w:t>
            </w:r>
            <w:proofErr w:type="spellStart"/>
            <w:r w:rsidRPr="00C1058C">
              <w:rPr>
                <w:rFonts w:ascii="Verdana Pro Light" w:hAnsi="Verdana Pro Light"/>
                <w:sz w:val="18"/>
                <w:szCs w:val="18"/>
              </w:rPr>
              <w:t>Flanger</w:t>
            </w:r>
            <w:proofErr w:type="spellEnd"/>
            <w:r w:rsidRPr="00C1058C">
              <w:rPr>
                <w:rFonts w:ascii="Verdana Pro Light" w:hAnsi="Verdana Pro Light"/>
                <w:sz w:val="18"/>
                <w:szCs w:val="18"/>
              </w:rPr>
              <w:t>, Vibrato</w:t>
            </w:r>
          </w:p>
          <w:p w14:paraId="6E079380" w14:textId="77777777" w:rsidR="00BD65A2" w:rsidRPr="00C1058C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C1058C">
              <w:rPr>
                <w:rFonts w:ascii="Verdana Pro Light" w:hAnsi="Verdana Pro Light"/>
                <w:sz w:val="18"/>
                <w:szCs w:val="18"/>
              </w:rPr>
              <w:t>Wah-wah</w:t>
            </w:r>
            <w:proofErr w:type="spellEnd"/>
            <w:r w:rsidRPr="00C1058C">
              <w:rPr>
                <w:rFonts w:ascii="Verdana Pro Light" w:hAnsi="Verdana Pro Light"/>
                <w:sz w:val="18"/>
                <w:szCs w:val="18"/>
              </w:rPr>
              <w:t xml:space="preserve">, </w:t>
            </w:r>
            <w:proofErr w:type="spellStart"/>
            <w:r w:rsidRPr="00C1058C">
              <w:rPr>
                <w:rFonts w:ascii="Verdana Pro Light" w:hAnsi="Verdana Pro Light"/>
                <w:sz w:val="18"/>
                <w:szCs w:val="18"/>
              </w:rPr>
              <w:t>Pitch</w:t>
            </w:r>
            <w:proofErr w:type="spellEnd"/>
            <w:r w:rsidRPr="00C1058C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C1058C">
              <w:rPr>
                <w:rFonts w:ascii="Verdana Pro Light" w:hAnsi="Verdana Pro Light"/>
                <w:sz w:val="18"/>
                <w:szCs w:val="18"/>
              </w:rPr>
              <w:t>change</w:t>
            </w:r>
            <w:proofErr w:type="spellEnd"/>
          </w:p>
          <w:p w14:paraId="33B27961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Acerto em meios-tons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Chromatic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pitch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chage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60E75D05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Acerto em 1/100 de cada meio-tom (Fine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pitch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26E88067" w14:textId="77777777" w:rsidR="00BD65A2" w:rsidRPr="00781317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81317">
              <w:rPr>
                <w:rFonts w:ascii="Verdana Pro Light" w:hAnsi="Verdana Pro Light"/>
                <w:b/>
                <w:bCs/>
                <w:sz w:val="18"/>
                <w:szCs w:val="18"/>
              </w:rPr>
              <w:t>Escalas</w:t>
            </w:r>
          </w:p>
          <w:p w14:paraId="4092C55C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Harmónicas maiores</w:t>
            </w:r>
          </w:p>
          <w:p w14:paraId="59AA415F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Harmónicas menores</w:t>
            </w:r>
          </w:p>
          <w:p w14:paraId="739AC960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Melódicas menores</w:t>
            </w:r>
          </w:p>
          <w:p w14:paraId="142C6F59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Modos</w:t>
            </w:r>
          </w:p>
          <w:p w14:paraId="07B86C66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Tons inteiros</w:t>
            </w:r>
          </w:p>
          <w:p w14:paraId="492327F9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Pentatónicas</w:t>
            </w:r>
          </w:p>
          <w:p w14:paraId="64C147A8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Blues</w:t>
            </w:r>
          </w:p>
          <w:p w14:paraId="65E6EDD1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Escala feita pelo utilizador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user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673E5971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Intelligent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pitch</w:t>
            </w:r>
            <w:proofErr w:type="spellEnd"/>
          </w:p>
          <w:p w14:paraId="5DFA412E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Tonalidade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Key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64A36896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Input note (via MIDI)</w:t>
            </w:r>
          </w:p>
          <w:p w14:paraId="6BF02B64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Freeze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sampling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77BD808E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Start</w:t>
            </w:r>
            <w:proofErr w:type="spellEnd"/>
          </w:p>
          <w:p w14:paraId="3BF9B0B6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End</w:t>
            </w:r>
            <w:proofErr w:type="spellEnd"/>
          </w:p>
          <w:p w14:paraId="74FD09F6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Loop</w:t>
            </w:r>
          </w:p>
          <w:p w14:paraId="2A740606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Trigger</w:t>
            </w:r>
            <w:proofErr w:type="spellEnd"/>
          </w:p>
          <w:p w14:paraId="4017DE22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Distorção e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overdrive</w:t>
            </w:r>
            <w:proofErr w:type="spellEnd"/>
          </w:p>
          <w:p w14:paraId="6EB1A2E7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Distortion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level</w:t>
            </w:r>
            <w:proofErr w:type="spellEnd"/>
          </w:p>
          <w:p w14:paraId="2FC36EFB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Feedback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gain</w:t>
            </w:r>
            <w:proofErr w:type="spellEnd"/>
          </w:p>
          <w:p w14:paraId="77855EC8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Output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level</w:t>
            </w:r>
            <w:proofErr w:type="spellEnd"/>
          </w:p>
          <w:p w14:paraId="5292296C" w14:textId="77777777" w:rsidR="00BD65A2" w:rsidRPr="00FE4844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BFD5C" w14:textId="77777777" w:rsidR="00BD65A2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813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Conhecer os diferentes controles e parâmetros dos processadores de áudio, incluindo a função de cada um e como afeta o som.</w:t>
            </w:r>
          </w:p>
          <w:p w14:paraId="1A438632" w14:textId="77777777" w:rsidR="00BD65A2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813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Entender como os diferentes parâmetros interagem entre si e impactam o </w:t>
            </w:r>
            <w:proofErr w:type="gramStart"/>
            <w:r w:rsidRPr="007813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resultado final</w:t>
            </w:r>
            <w:proofErr w:type="gramEnd"/>
            <w:r w:rsidRPr="007813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B7FE27D" w14:textId="77777777" w:rsidR="00BD65A2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813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Desenvolver uma audição crítica </w:t>
            </w:r>
          </w:p>
          <w:p w14:paraId="6420A355" w14:textId="77777777" w:rsidR="00BD65A2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7813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e corrigir problemas de áudio, como distorção, desequilíbrios e ruídos indesejados.</w:t>
            </w:r>
          </w:p>
          <w:p w14:paraId="5326F07C" w14:textId="77777777" w:rsidR="00BD65A2" w:rsidRPr="00517AA8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813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a equalização para realçar ou atenuar frequências específicas de acordo com as características do áudio.</w:t>
            </w:r>
          </w:p>
          <w:p w14:paraId="17E4A183" w14:textId="77777777" w:rsidR="00BD65A2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orrigir problemas de frequência, como ressonâncias indesejadas ou falta de presença.</w:t>
            </w:r>
          </w:p>
          <w:p w14:paraId="3914D79C" w14:textId="77777777" w:rsidR="00BD65A2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plicar compressão para controlar a dinâmica do áudio, ajustando os parâmetros como </w:t>
            </w:r>
            <w:proofErr w:type="spellStart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threshold</w:t>
            </w:r>
            <w:proofErr w:type="spellEnd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ratio, </w:t>
            </w:r>
            <w:proofErr w:type="spellStart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attack</w:t>
            </w:r>
            <w:proofErr w:type="spellEnd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release</w:t>
            </w:r>
            <w:proofErr w:type="spellEnd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FA05E46" w14:textId="77777777" w:rsidR="00BD65A2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quilibrar a compressão para preservar transientes importantes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64DA521" w14:textId="77777777" w:rsidR="00BD65A2" w:rsidRPr="00FD2649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</w:t>
            </w:r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</w:t>
            </w:r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efeitos de </w:t>
            </w:r>
            <w:proofErr w:type="spellStart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reverb</w:t>
            </w:r>
            <w:proofErr w:type="spellEnd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delay</w:t>
            </w:r>
            <w:proofErr w:type="spellEnd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criar profundidade e ambiente no áudio.</w:t>
            </w:r>
          </w:p>
          <w:p w14:paraId="1BC4CD04" w14:textId="77777777" w:rsidR="00BD65A2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Ajustar o ganho de entrada e saída para manter níveis adequados, evitando distorção ou perda de qualidade.</w:t>
            </w:r>
          </w:p>
          <w:p w14:paraId="67F9C6D3" w14:textId="77777777" w:rsidR="00BD65A2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Evitar o </w:t>
            </w:r>
            <w:proofErr w:type="spellStart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clipping</w:t>
            </w:r>
            <w:proofErr w:type="spellEnd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ajustando os ganhos de forma apropriada.</w:t>
            </w:r>
          </w:p>
          <w:p w14:paraId="744D8B94" w14:textId="77777777" w:rsidR="00BD65A2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F0A16D" w14:textId="77777777" w:rsidR="00BD65A2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6DCBC1" w14:textId="77777777" w:rsidR="00BD65A2" w:rsidRPr="00057283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2EA04D" w14:textId="77777777" w:rsidR="00BD65A2" w:rsidRPr="0020338E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55C8871C" w14:textId="77777777" w:rsidR="00BD65A2" w:rsidRPr="0020338E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08F40E8C" w14:textId="77777777" w:rsidR="00BD65A2" w:rsidRPr="0020338E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15DECE61" w14:textId="77777777" w:rsidR="00BD65A2" w:rsidRPr="0020338E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1FA01796" w14:textId="77777777" w:rsidR="00BD65A2" w:rsidRPr="0020338E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5BB59FBF" w14:textId="77777777" w:rsidR="00BD65A2" w:rsidRPr="0020338E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61BE3C73" w14:textId="77777777" w:rsidR="00BD65A2" w:rsidRPr="0020338E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5A21EE5A" w14:textId="77777777" w:rsidR="00BD65A2" w:rsidRPr="0020338E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62C1E615" w14:textId="77777777" w:rsidR="00BD65A2" w:rsidRPr="0020338E" w:rsidRDefault="00BD65A2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43A4A957" w14:textId="77777777" w:rsidR="00BD65A2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015629" w14:textId="77777777" w:rsidR="00BD65A2" w:rsidRPr="00057283" w:rsidRDefault="00BD65A2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BB64A60" w14:textId="77777777" w:rsidR="00BD65A2" w:rsidRDefault="00BD65A2" w:rsidP="00BD65A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500AEE" w14:textId="77777777" w:rsidR="00BD65A2" w:rsidRDefault="00BD65A2" w:rsidP="00BD65A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8C0464C" w14:textId="77777777" w:rsidR="00BD65A2" w:rsidRPr="00F87025" w:rsidRDefault="00BD65A2" w:rsidP="00BD65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355926B" w14:textId="77777777" w:rsidR="00BD65A2" w:rsidRPr="00F20E6F" w:rsidRDefault="00BD65A2" w:rsidP="00BD65A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7E2C17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Manobrar os controlos e a regulação dos parâmetros mais comuns dos processadores.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4DF17A5" w14:textId="77777777" w:rsidR="00BD65A2" w:rsidRPr="0064164C" w:rsidRDefault="00BD65A2" w:rsidP="00BD65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ealiza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ajustes precisos nos controlos dos processadores para atingir os resultados desejados.</w:t>
      </w:r>
    </w:p>
    <w:p w14:paraId="6D9AE9AF" w14:textId="77777777" w:rsidR="00BD65A2" w:rsidRPr="0064164C" w:rsidRDefault="00BD65A2" w:rsidP="00BD65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os processadores estão calibrados de acordo com as especificações técnicas recomendadas.</w:t>
      </w:r>
    </w:p>
    <w:p w14:paraId="6B03C91F" w14:textId="77777777" w:rsidR="00BD65A2" w:rsidRPr="0064164C" w:rsidRDefault="00BD65A2" w:rsidP="00BD65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qualidade original do áudio, mesmo ao realizar ajustes significativos.</w:t>
      </w:r>
    </w:p>
    <w:p w14:paraId="0B478F7E" w14:textId="77777777" w:rsidR="00BD65A2" w:rsidRPr="0064164C" w:rsidRDefault="00BD65A2" w:rsidP="00BD65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Manter coerência nos ajustes quando trabalhando com múltiplos canais ou em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misturas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proofErr w:type="spellStart"/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surround</w:t>
      </w:r>
      <w:proofErr w:type="spellEnd"/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3589789" w14:textId="77777777" w:rsidR="00BD65A2" w:rsidRDefault="00BD65A2" w:rsidP="00BD65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capacidade de experimentar com configurações e abordagens criativas para atingir resultados únicos.</w:t>
      </w:r>
    </w:p>
    <w:p w14:paraId="08BA368B" w14:textId="77777777" w:rsidR="00BD65A2" w:rsidRPr="0064164C" w:rsidRDefault="00BD65A2" w:rsidP="00BD65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ajustes dos processadores conforme necessário para diferentes géneros musicais, levando em consideração as características estilísticas específicas.</w:t>
      </w:r>
    </w:p>
    <w:p w14:paraId="6ACB28D1" w14:textId="77777777" w:rsidR="00BD65A2" w:rsidRPr="00136AD8" w:rsidRDefault="00BD65A2" w:rsidP="00BD65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E9CE38" w14:textId="77777777" w:rsidR="00BD65A2" w:rsidRPr="00F87025" w:rsidRDefault="00BD65A2" w:rsidP="00BD65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A98EA39" w14:textId="77777777" w:rsidR="00BD65A2" w:rsidRDefault="00BD65A2" w:rsidP="00BD65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175E692C" w14:textId="77777777" w:rsidR="00BD65A2" w:rsidRDefault="00BD65A2" w:rsidP="00BD65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1BF57602" w14:textId="77777777" w:rsidR="00BD65A2" w:rsidRDefault="00BD65A2" w:rsidP="00BD65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som</w:t>
      </w:r>
    </w:p>
    <w:p w14:paraId="13F5936F" w14:textId="77777777" w:rsidR="00BD65A2" w:rsidRPr="00984B30" w:rsidRDefault="00BD65A2" w:rsidP="00BD65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F25CCE9" w14:textId="77777777" w:rsidR="00BD65A2" w:rsidRPr="00051C79" w:rsidRDefault="00BD65A2" w:rsidP="00BD65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32DA56" w14:textId="77777777" w:rsidR="00BD65A2" w:rsidRPr="00F87025" w:rsidRDefault="00BD65A2" w:rsidP="00BD65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1EF1153" w14:textId="77777777" w:rsidR="00BD65A2" w:rsidRPr="00564406" w:rsidRDefault="00BD65A2" w:rsidP="00BD65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5B786F33" w14:textId="77777777" w:rsidR="00BD65A2" w:rsidRDefault="00BD65A2" w:rsidP="00BD65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364ECD65" w14:textId="77777777" w:rsidR="00BD65A2" w:rsidRDefault="00BD65A2" w:rsidP="00BD65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082A7BAE" w14:textId="77777777" w:rsidR="00BD65A2" w:rsidRDefault="00BD65A2" w:rsidP="00BD65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Mesa mistura</w:t>
      </w:r>
    </w:p>
    <w:p w14:paraId="60D76979" w14:textId="77777777" w:rsidR="00BD65A2" w:rsidRDefault="00BD65A2" w:rsidP="00BD65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Microfones.</w:t>
      </w:r>
    </w:p>
    <w:p w14:paraId="42F627B1" w14:textId="77777777" w:rsidR="00BD65A2" w:rsidRPr="00501DC8" w:rsidRDefault="00BD65A2" w:rsidP="00BD65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Processadores de sinal</w:t>
      </w:r>
    </w:p>
    <w:p w14:paraId="785D77E1" w14:textId="77777777" w:rsidR="00BD65A2" w:rsidRPr="00501DC8" w:rsidRDefault="00BD65A2" w:rsidP="00BD65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4CCF6FD" w14:textId="77777777" w:rsidR="00BD65A2" w:rsidRPr="00051C79" w:rsidRDefault="00BD65A2" w:rsidP="00BD65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2C1251" w14:textId="77777777" w:rsidR="00BD65A2" w:rsidRPr="00F87025" w:rsidRDefault="00BD65A2" w:rsidP="00BD65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3C76F10" w14:textId="77777777" w:rsidR="00BD65A2" w:rsidRPr="00051C79" w:rsidRDefault="00BD65A2" w:rsidP="00BD65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FC9726" w14:textId="77777777" w:rsidR="00BD65A2" w:rsidRPr="00051C79" w:rsidRDefault="00BD65A2" w:rsidP="00BD65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BA0567" w14:textId="77777777" w:rsidR="00156143" w:rsidRDefault="00156143" w:rsidP="002D709F">
      <w:pPr>
        <w:rPr>
          <w:rFonts w:ascii="Verdana Pro Light" w:hAnsi="Verdana Pro Light"/>
          <w:smallCaps/>
        </w:rPr>
      </w:pPr>
    </w:p>
    <w:p w14:paraId="69B4D01E" w14:textId="77777777" w:rsidR="00BD65A2" w:rsidRDefault="00BD65A2" w:rsidP="002D709F">
      <w:pPr>
        <w:rPr>
          <w:rFonts w:ascii="Verdana Pro Light" w:hAnsi="Verdana Pro Light"/>
          <w:smallCaps/>
        </w:rPr>
      </w:pPr>
    </w:p>
    <w:p w14:paraId="3340A77A" w14:textId="77777777" w:rsidR="00BD65A2" w:rsidRDefault="00BD65A2" w:rsidP="002D709F">
      <w:pPr>
        <w:rPr>
          <w:rFonts w:ascii="Verdana Pro Light" w:hAnsi="Verdana Pro Light"/>
          <w:smallCaps/>
        </w:rPr>
      </w:pPr>
    </w:p>
    <w:p w14:paraId="22E1B915" w14:textId="77777777" w:rsidR="00BD65A2" w:rsidRDefault="00BD65A2" w:rsidP="002D709F">
      <w:pPr>
        <w:rPr>
          <w:rFonts w:ascii="Verdana Pro Light" w:hAnsi="Verdana Pro Light"/>
          <w:smallCaps/>
        </w:rPr>
      </w:pPr>
    </w:p>
    <w:p w14:paraId="0BE3C84C" w14:textId="77777777" w:rsidR="00156143" w:rsidRDefault="00156143" w:rsidP="002D709F">
      <w:pPr>
        <w:rPr>
          <w:rFonts w:ascii="Verdana Pro Light" w:hAnsi="Verdana Pro Light"/>
          <w:smallCaps/>
        </w:rPr>
      </w:pPr>
    </w:p>
    <w:p w14:paraId="41BFBDE0" w14:textId="77777777" w:rsidR="00156143" w:rsidRDefault="00156143" w:rsidP="002D709F">
      <w:pPr>
        <w:rPr>
          <w:rFonts w:ascii="Verdana Pro Light" w:hAnsi="Verdana Pro Light"/>
          <w:smallCaps/>
        </w:rPr>
      </w:pPr>
    </w:p>
    <w:p w14:paraId="106F6D94" w14:textId="77777777" w:rsidR="00156143" w:rsidRDefault="00156143" w:rsidP="002D709F">
      <w:pPr>
        <w:rPr>
          <w:rFonts w:ascii="Verdana Pro Light" w:hAnsi="Verdana Pro Light"/>
          <w:smallCaps/>
        </w:rPr>
      </w:pPr>
    </w:p>
    <w:p w14:paraId="3A8DBC3B" w14:textId="77777777" w:rsidR="00F32CDF" w:rsidRDefault="00F32CDF" w:rsidP="00F32CD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32CDF" w:rsidRPr="00891300" w14:paraId="0364F654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A7AE7B1" w14:textId="203CCF3F" w:rsidR="00F32CDF" w:rsidRPr="00891300" w:rsidRDefault="00F32CDF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89130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89130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="00DF492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8175D5A" w14:textId="77777777" w:rsidR="00F32CDF" w:rsidRPr="00891300" w:rsidRDefault="00F32CDF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Desenvolver aplicações móveis (no-</w:t>
            </w:r>
            <w:proofErr w:type="spellStart"/>
            <w:r w:rsidRPr="0089130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code</w:t>
            </w:r>
            <w:proofErr w:type="spellEnd"/>
            <w:r w:rsidRPr="0089130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)</w:t>
            </w:r>
          </w:p>
        </w:tc>
      </w:tr>
    </w:tbl>
    <w:p w14:paraId="534AA392" w14:textId="77777777" w:rsidR="00F32CDF" w:rsidRPr="00891300" w:rsidRDefault="00F32CDF" w:rsidP="00F32CDF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7171F493" w14:textId="77777777" w:rsidR="00F32CDF" w:rsidRDefault="00F32CDF" w:rsidP="00F32CD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891300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891300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BC091C1" w14:textId="77777777" w:rsidR="00F32CDF" w:rsidRPr="00891300" w:rsidRDefault="00F32CDF" w:rsidP="00F32CD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891300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bCs/>
          <w:smallCaps/>
          <w:sz w:val="20"/>
        </w:rPr>
        <w:t>25</w:t>
      </w:r>
      <w:r w:rsidRPr="001667D6">
        <w:rPr>
          <w:rFonts w:ascii="Verdana Pro Light" w:eastAsia="Arial Unicode MS" w:hAnsi="Verdana Pro Light" w:cs="Times New Roman"/>
          <w:bCs/>
          <w:smallCaps/>
          <w:sz w:val="20"/>
        </w:rPr>
        <w:t>h</w:t>
      </w:r>
    </w:p>
    <w:p w14:paraId="65A477BF" w14:textId="77777777" w:rsidR="00F32CDF" w:rsidRPr="00891300" w:rsidRDefault="00F32CDF" w:rsidP="00F32CD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32CDF" w:rsidRPr="00891300" w14:paraId="26776B75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192C408" w14:textId="77777777" w:rsidR="00F32CDF" w:rsidRPr="00891300" w:rsidRDefault="00F32CD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32CDF" w:rsidRPr="00891300" w14:paraId="4872F9DE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62276B" w14:textId="77777777" w:rsidR="00F32CDF" w:rsidRPr="00891300" w:rsidRDefault="00F32CD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Planear as etapas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 desenvolvimento da </w:t>
            </w:r>
            <w:r w:rsidRPr="00D10AD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app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268F0B64" w14:textId="77777777" w:rsidR="00F32CDF" w:rsidRPr="00891300" w:rsidRDefault="00F32CD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Planear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estrutura da </w:t>
            </w:r>
            <w:r w:rsidRPr="00D10AD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app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8B4B4CC" w14:textId="77777777" w:rsidR="00F32CDF" w:rsidRPr="00891300" w:rsidRDefault="00F32CD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e usar os componentes para a </w:t>
            </w:r>
            <w:r w:rsidRPr="00D10AD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app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</w:p>
          <w:p w14:paraId="2788DC2A" w14:textId="77777777" w:rsidR="00F32CDF" w:rsidRPr="00D10AD5" w:rsidRDefault="00F32CD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Programar as ações dos componentes da </w:t>
            </w:r>
            <w:r w:rsidRPr="00D10AD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app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F32CDF" w:rsidRPr="00891300" w14:paraId="13046698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E8A5D7" w14:textId="77777777" w:rsidR="00F32CDF" w:rsidRPr="00891300" w:rsidRDefault="00F32CD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2F3465" w14:textId="77777777" w:rsidR="00F32CDF" w:rsidRPr="00891300" w:rsidRDefault="00F32CD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AF9FA4E" w14:textId="77777777" w:rsidR="00F32CDF" w:rsidRPr="00891300" w:rsidRDefault="00F32CD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32CDF" w:rsidRPr="00891300" w14:paraId="14FA4E33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08A32" w14:textId="77777777" w:rsidR="00F32CDF" w:rsidRPr="004C3B3F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4C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conceitos d</w:t>
            </w:r>
            <w:r w:rsidRPr="004C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desenvolvimento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C3B3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pps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.</w:t>
            </w:r>
          </w:p>
          <w:p w14:paraId="032263C1" w14:textId="77777777" w:rsidR="00F32CDF" w:rsidRPr="00483D6A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proofErr w:type="spellStart"/>
            <w:r w:rsidRPr="00483D6A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Wireframing</w:t>
            </w:r>
            <w:proofErr w:type="spellEnd"/>
            <w:r w:rsidRPr="00483D6A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.</w:t>
            </w:r>
          </w:p>
          <w:p w14:paraId="59599072" w14:textId="77777777" w:rsidR="00F32CDF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Componentes das </w:t>
            </w:r>
            <w:r w:rsidRPr="007414B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apps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</w:p>
          <w:p w14:paraId="5C073B22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Screens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1C747067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e acessibilidade.</w:t>
            </w:r>
          </w:p>
          <w:p w14:paraId="3A08EC38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Multimédia.</w:t>
            </w:r>
          </w:p>
          <w:p w14:paraId="035B0128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Autenticação e acesso.</w:t>
            </w:r>
          </w:p>
          <w:p w14:paraId="554802B8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Conteúdos.</w:t>
            </w:r>
          </w:p>
          <w:p w14:paraId="469D269C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Navegação.</w:t>
            </w:r>
          </w:p>
          <w:p w14:paraId="15DEF961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Ligações.</w:t>
            </w:r>
          </w:p>
          <w:p w14:paraId="2611B563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Sensores.</w:t>
            </w:r>
          </w:p>
          <w:p w14:paraId="106864D2" w14:textId="77777777" w:rsidR="00F32CDF" w:rsidRPr="00891300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Programação com blocos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</w:p>
          <w:p w14:paraId="0FF07534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Controle.</w:t>
            </w:r>
          </w:p>
          <w:p w14:paraId="16CD061D" w14:textId="77777777" w:rsidR="00F32CDF" w:rsidRPr="008A36F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Lógica.</w:t>
            </w:r>
          </w:p>
          <w:p w14:paraId="52703F2E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Matemática.</w:t>
            </w:r>
          </w:p>
          <w:p w14:paraId="3734ADD7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Texto.</w:t>
            </w:r>
          </w:p>
          <w:p w14:paraId="7AFDDAAF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Listas.</w:t>
            </w:r>
          </w:p>
          <w:p w14:paraId="77BB53A6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Tempo.</w:t>
            </w:r>
          </w:p>
          <w:p w14:paraId="6884ECAE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Cores.</w:t>
            </w:r>
          </w:p>
          <w:p w14:paraId="4E78C645" w14:textId="77777777" w:rsidR="00F32CDF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Procedimentos. </w:t>
            </w:r>
          </w:p>
          <w:p w14:paraId="0A5B36F6" w14:textId="77777777" w:rsidR="00F32CDF" w:rsidRPr="00891300" w:rsidRDefault="00F32CDF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32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Variáveis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8583270" w14:textId="77777777" w:rsidR="00F32CDF" w:rsidRPr="00891300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Emulador.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3DFF0" w14:textId="77777777" w:rsidR="00F32CDF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manuais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guiões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tutoriais técnicos.</w:t>
            </w:r>
          </w:p>
          <w:p w14:paraId="3602A738" w14:textId="77777777" w:rsidR="00F32CDF" w:rsidRPr="00891300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as metodologias de planificação de </w:t>
            </w:r>
            <w:r w:rsidRPr="007414B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apps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planear a estrutura. </w:t>
            </w:r>
          </w:p>
          <w:p w14:paraId="1ED5EF8E" w14:textId="77777777" w:rsidR="00F32CDF" w:rsidRPr="00891300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a técnica de </w:t>
            </w:r>
            <w:proofErr w:type="spellStart"/>
            <w:r w:rsidRPr="002B182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wirefram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criação de um protótipo dos </w:t>
            </w:r>
            <w:r w:rsidRPr="00F42803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layout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</w:t>
            </w:r>
            <w:r w:rsidRPr="00F42803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dos </w:t>
            </w:r>
            <w:proofErr w:type="spellStart"/>
            <w:r w:rsidRPr="00D10AD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screens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/ecrãs, organizar o tipo de conteúdos e ligações.</w:t>
            </w:r>
          </w:p>
          <w:p w14:paraId="1053D6C2" w14:textId="77777777" w:rsidR="00F32CDF" w:rsidRPr="00891300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 funcionalidades da aplicação para inserir e configurar os componentes.</w:t>
            </w:r>
          </w:p>
          <w:p w14:paraId="7B627E7B" w14:textId="77777777" w:rsidR="00F32CDF" w:rsidRPr="00891300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aplicações de edição de imagem ou as funcionalidades das aplicações para criar ou usar </w:t>
            </w:r>
            <w:r w:rsidRPr="00571A9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multimédia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dos ecrãs.</w:t>
            </w:r>
          </w:p>
          <w:p w14:paraId="0C9B22C2" w14:textId="77777777" w:rsidR="00F32CDF" w:rsidRPr="00891300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as funcionalidades da aplicação para programar ações dos componentes.</w:t>
            </w:r>
          </w:p>
          <w:p w14:paraId="36911982" w14:textId="77777777" w:rsidR="00F32CDF" w:rsidRPr="00891300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Instalar o emulador e utilizar as funcionalidades para testar a aplicação. 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C706E" w14:textId="77777777" w:rsidR="00F32CDF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61C234DA" w14:textId="77777777" w:rsidR="00F32CDF" w:rsidRPr="00A15453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2728A00" w14:textId="77777777" w:rsidR="00F32CDF" w:rsidRPr="0082080F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2F25170A" w14:textId="77777777" w:rsidR="00F32CDF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CF1A9FB" w14:textId="77777777" w:rsidR="00F32CDF" w:rsidRPr="00891300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1E12E9BD" w14:textId="77777777" w:rsidR="00F32CDF" w:rsidRPr="00891300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Disposição para a aprendizagem.</w:t>
            </w:r>
          </w:p>
          <w:p w14:paraId="569DAC2F" w14:textId="77777777" w:rsidR="00F32CDF" w:rsidRPr="0082080F" w:rsidRDefault="00F32CD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79E36D93" w14:textId="77777777" w:rsidR="00F32CDF" w:rsidRPr="00891300" w:rsidRDefault="00F32CDF" w:rsidP="00AD5C4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EF8CD3" w14:textId="77777777" w:rsidR="00F32CDF" w:rsidRPr="00891300" w:rsidRDefault="00F32CDF" w:rsidP="00AD5C4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196C24F" w14:textId="77777777" w:rsidR="00F32CDF" w:rsidRPr="00891300" w:rsidRDefault="00F32CDF" w:rsidP="00F32CD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FA92AFC" w14:textId="77777777" w:rsidR="00F32CDF" w:rsidRPr="00891300" w:rsidRDefault="00F32CDF" w:rsidP="00F32CDF">
      <w:pPr>
        <w:rPr>
          <w:rFonts w:ascii="Verdana Pro Light" w:hAnsi="Verdana Pro Light"/>
          <w:smallCaps/>
        </w:rPr>
      </w:pPr>
      <w:r w:rsidRPr="00891300">
        <w:rPr>
          <w:rFonts w:ascii="Verdana Pro Light" w:hAnsi="Verdana Pro Light"/>
          <w:smallCaps/>
        </w:rPr>
        <w:br w:type="page"/>
      </w:r>
    </w:p>
    <w:p w14:paraId="47E30107" w14:textId="77777777" w:rsidR="00F32CDF" w:rsidRPr="00891300" w:rsidRDefault="00F32CDF" w:rsidP="00F32CD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AAB5091" w14:textId="77777777" w:rsidR="00F32CDF" w:rsidRPr="00571A9A" w:rsidRDefault="00F32CDF" w:rsidP="00F32CDF">
      <w:pPr>
        <w:spacing w:after="120" w:line="240" w:lineRule="auto"/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</w:pPr>
      <w:r w:rsidRPr="00571A9A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Desenvolver aplicações móveis (no-</w:t>
      </w:r>
      <w:proofErr w:type="spellStart"/>
      <w:r w:rsidRPr="00571A9A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code</w:t>
      </w:r>
      <w:proofErr w:type="spellEnd"/>
      <w:r w:rsidRPr="00571A9A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)</w:t>
      </w:r>
      <w:r w:rsidRPr="00571A9A"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  <w:t>:</w:t>
      </w:r>
    </w:p>
    <w:p w14:paraId="493EC183" w14:textId="77777777" w:rsidR="00F32CDF" w:rsidRPr="00891300" w:rsidRDefault="00F32CDF" w:rsidP="00F32CD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Cumprindo as especificações metodológicas no planeamento da </w:t>
      </w:r>
      <w:r w:rsidRPr="00571A9A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app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7929B94" w14:textId="77777777" w:rsidR="00F32CDF" w:rsidRPr="00891300" w:rsidRDefault="00F32CDF" w:rsidP="00F32CD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Concretizando o </w:t>
      </w:r>
      <w:proofErr w:type="spellStart"/>
      <w:r w:rsidRPr="00571A9A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wireframe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da estrutura da </w:t>
      </w:r>
      <w:r w:rsidRPr="00571A9A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app</w:t>
      </w:r>
      <w:r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.</w:t>
      </w:r>
    </w:p>
    <w:p w14:paraId="1E674034" w14:textId="77777777" w:rsidR="00F32CDF" w:rsidRPr="00891300" w:rsidRDefault="00F32CDF" w:rsidP="00F32CD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Manuseando as aplicações e as funcionalidades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disponíveis para criar e usar componentes na </w:t>
      </w:r>
      <w:r w:rsidRPr="00920CE8">
        <w:rPr>
          <w:rFonts w:ascii="Verdana Pro Light" w:eastAsia="Arial Unicode MS" w:hAnsi="Verdana Pro Light" w:cs="Arial Unicode MS"/>
          <w:i/>
          <w:iCs/>
          <w:sz w:val="18"/>
          <w:szCs w:val="18"/>
        </w:rPr>
        <w:t>app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7A16D0A5" w14:textId="77777777" w:rsidR="00F32CDF" w:rsidRPr="00891300" w:rsidRDefault="00F32CDF" w:rsidP="00F32CD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Manuseando as funcionalidades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disponíveis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para programar as ações dos componentes. </w:t>
      </w:r>
    </w:p>
    <w:p w14:paraId="757A5826" w14:textId="33E2771B" w:rsidR="00F32CDF" w:rsidRPr="00F25333" w:rsidRDefault="00F32CDF" w:rsidP="00F2533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19494A6" w14:textId="39C59FC8" w:rsidR="00F32CDF" w:rsidRPr="00891300" w:rsidRDefault="00F32CDF" w:rsidP="00F32CD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Em empresas do setor da informática e multimédia. </w:t>
      </w:r>
    </w:p>
    <w:p w14:paraId="6C17A567" w14:textId="77777777" w:rsidR="00F32CDF" w:rsidRPr="00891300" w:rsidRDefault="00F32CDF" w:rsidP="00F32CD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Recursos</w:t>
      </w:r>
    </w:p>
    <w:p w14:paraId="62315F6B" w14:textId="77777777" w:rsidR="00F32CDF" w:rsidRPr="00891300" w:rsidRDefault="00F32CDF" w:rsidP="00F32CD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Manuais, guiões e tutoriais técnicos.</w:t>
      </w:r>
    </w:p>
    <w:p w14:paraId="1B268795" w14:textId="77777777" w:rsidR="00F32CDF" w:rsidRDefault="00F32CDF" w:rsidP="00F32CD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E0DF9">
        <w:rPr>
          <w:rFonts w:ascii="Verdana Pro Light" w:eastAsia="Arial Unicode MS" w:hAnsi="Verdana Pro Light" w:cs="Arial Unicode MS"/>
          <w:sz w:val="18"/>
          <w:szCs w:val="18"/>
        </w:rPr>
        <w:t xml:space="preserve">Dispositivos eletrónicos com acesso à </w:t>
      </w:r>
      <w:r>
        <w:rPr>
          <w:rFonts w:ascii="Verdana Pro Light" w:eastAsia="Arial Unicode MS" w:hAnsi="Verdana Pro Light" w:cs="Arial Unicode MS"/>
          <w:sz w:val="18"/>
          <w:szCs w:val="18"/>
        </w:rPr>
        <w:t>I</w:t>
      </w:r>
      <w:r w:rsidRPr="000E0DF9">
        <w:rPr>
          <w:rFonts w:ascii="Verdana Pro Light" w:eastAsia="Arial Unicode MS" w:hAnsi="Verdana Pro Light" w:cs="Arial Unicode MS"/>
          <w:sz w:val="18"/>
          <w:szCs w:val="18"/>
        </w:rPr>
        <w:t>nternet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02C0E56" w14:textId="77777777" w:rsidR="00F32CDF" w:rsidRDefault="00F32CDF" w:rsidP="00F32CD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de programação com blocos.</w:t>
      </w:r>
    </w:p>
    <w:p w14:paraId="252EBD5B" w14:textId="77777777" w:rsidR="00F32CDF" w:rsidRDefault="00F32CDF" w:rsidP="00F32CD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edição de imagem.</w:t>
      </w:r>
    </w:p>
    <w:p w14:paraId="0D2303CF" w14:textId="77777777" w:rsidR="00F32CDF" w:rsidRPr="00A73055" w:rsidRDefault="00F32CDF" w:rsidP="00F32CD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Emulador.</w:t>
      </w:r>
    </w:p>
    <w:p w14:paraId="1355D513" w14:textId="77777777" w:rsidR="00F32CDF" w:rsidRPr="00891300" w:rsidRDefault="00F32CDF" w:rsidP="00F32CD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Observações</w:t>
      </w:r>
    </w:p>
    <w:p w14:paraId="5EDBE835" w14:textId="26D4F310" w:rsidR="00F32CDF" w:rsidRPr="00891300" w:rsidRDefault="00AC6F91" w:rsidP="00F32CD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Multimédia </w:t>
      </w:r>
    </w:p>
    <w:p w14:paraId="35681CD6" w14:textId="77777777" w:rsidR="00F32CDF" w:rsidRPr="00891300" w:rsidRDefault="00F32CDF" w:rsidP="00F32CD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270093" w14:textId="77777777" w:rsidR="00F32CDF" w:rsidRPr="00891300" w:rsidRDefault="00F32CDF" w:rsidP="00F32CD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4E0881" w14:textId="77777777" w:rsidR="00F32CDF" w:rsidRPr="00051C79" w:rsidRDefault="00F32CDF" w:rsidP="00F32CDF">
      <w:pPr>
        <w:rPr>
          <w:rFonts w:ascii="Verdana Pro Light" w:hAnsi="Verdana Pro Light"/>
          <w:smallCaps/>
        </w:rPr>
      </w:pPr>
    </w:p>
    <w:p w14:paraId="39A91581" w14:textId="77777777" w:rsidR="00F32CDF" w:rsidRDefault="00F32CDF" w:rsidP="00F32CD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15D2CC0" w14:textId="77777777" w:rsidR="00851CA3" w:rsidRPr="00051C79" w:rsidRDefault="00851CA3" w:rsidP="00851CA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8A97D7" w14:textId="77777777" w:rsidR="00851CA3" w:rsidRDefault="00851CA3" w:rsidP="00851CA3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51CA3" w:rsidRPr="00136AD8" w14:paraId="44FD9369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5F007FF" w14:textId="43361ABC" w:rsidR="00851CA3" w:rsidRPr="00136AD8" w:rsidRDefault="00851CA3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="00E15FC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46F82E7" w14:textId="77777777" w:rsidR="00851CA3" w:rsidRPr="009C256C" w:rsidRDefault="00851CA3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sistemas interativos</w:t>
            </w:r>
          </w:p>
        </w:tc>
      </w:tr>
      <w:tr w:rsidR="00851CA3" w:rsidRPr="00136AD8" w14:paraId="452C6245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F0D0586" w14:textId="77777777" w:rsidR="00851CA3" w:rsidRPr="00136AD8" w:rsidRDefault="00851CA3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199D27A" w14:textId="77777777" w:rsidR="00851CA3" w:rsidRPr="00136AD8" w:rsidRDefault="00851CA3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1115C0">
              <w:rPr>
                <w:rFonts w:ascii="Verdana Pro Light" w:eastAsia="Arial Unicode MS" w:hAnsi="Verdana Pro Light" w:cs="Times New Roman"/>
                <w:sz w:val="18"/>
                <w:szCs w:val="18"/>
              </w:rPr>
              <w:t>Design de interação e usabilidade</w:t>
            </w:r>
          </w:p>
        </w:tc>
      </w:tr>
    </w:tbl>
    <w:p w14:paraId="52C2C3A3" w14:textId="77777777" w:rsidR="00851CA3" w:rsidRPr="00136AD8" w:rsidRDefault="00851CA3" w:rsidP="00851CA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4D82480" w14:textId="77777777" w:rsidR="00851CA3" w:rsidRPr="003200F2" w:rsidRDefault="00851CA3" w:rsidP="00851CA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2FD05A3" w14:textId="77777777" w:rsidR="00851CA3" w:rsidRPr="00136AD8" w:rsidRDefault="00851CA3" w:rsidP="00851CA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51CA3" w:rsidRPr="00136AD8" w14:paraId="1F0DB350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CE0E76" w14:textId="77777777" w:rsidR="00851CA3" w:rsidRPr="001B353A" w:rsidRDefault="00851CA3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51CA3" w:rsidRPr="00136AD8" w14:paraId="43D3289E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A4D402" w14:textId="77777777" w:rsidR="00851CA3" w:rsidRPr="001115C0" w:rsidRDefault="00851CA3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Identificar as necessidades e comportamentos dos utilizadores </w:t>
            </w:r>
          </w:p>
          <w:p w14:paraId="2D6649AA" w14:textId="77777777" w:rsidR="00851CA3" w:rsidRPr="001115C0" w:rsidRDefault="00851CA3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 xml:space="preserve"> </w:t>
            </w:r>
            <w:r w:rsidRPr="00C738B5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</w:t>
            </w:r>
            <w:r w:rsidRPr="00753DF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Pr="00753DF5">
              <w:rPr>
                <w:rFonts w:ascii="Verdana Pro Light" w:eastAsia="Arial Unicode MS" w:hAnsi="Verdana Pro Light" w:cs="Arial Unicode MS"/>
                <w:sz w:val="18"/>
                <w:szCs w:val="18"/>
              </w:rPr>
              <w:t>wireframes</w:t>
            </w:r>
            <w:proofErr w:type="spellEnd"/>
            <w:r w:rsidRPr="00753DF5">
              <w:rPr>
                <w:rFonts w:ascii="Verdana Pro Light" w:eastAsia="Arial Unicode MS" w:hAnsi="Verdana Pro Light" w:cs="Arial Unicode MS"/>
                <w:sz w:val="18"/>
                <w:szCs w:val="18"/>
              </w:rPr>
              <w:t>, esboços de interface e fluxos</w:t>
            </w:r>
            <w:r w:rsidRPr="001115C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interação</w:t>
            </w:r>
          </w:p>
          <w:p w14:paraId="4824B8D4" w14:textId="77777777" w:rsidR="00851CA3" w:rsidRDefault="00851CA3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Selecionar a ferramenta de</w:t>
            </w:r>
            <w:r w:rsidRPr="006D5FE8">
              <w:rPr>
                <w:rFonts w:ascii="Verdana Pro Light" w:hAnsi="Verdana Pro Light"/>
                <w:sz w:val="18"/>
              </w:rPr>
              <w:t xml:space="preserve"> prototipagem</w:t>
            </w:r>
            <w:r w:rsidRPr="001115C0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43D36E17" w14:textId="77777777" w:rsidR="00851CA3" w:rsidRPr="001115C0" w:rsidRDefault="00851CA3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Cri</w:t>
            </w:r>
            <w:r w:rsidRPr="00E60185">
              <w:rPr>
                <w:rFonts w:ascii="Verdana Pro Light" w:eastAsia="Arial Unicode MS" w:hAnsi="Verdana Pro Light" w:cs="Arial Unicode MS"/>
                <w:sz w:val="18"/>
                <w:szCs w:val="18"/>
              </w:rPr>
              <w:t>ação de telas de interface, elementos</w:t>
            </w:r>
            <w:r w:rsidRPr="006D5FE8">
              <w:rPr>
                <w:rFonts w:ascii="Verdana Pro Light" w:hAnsi="Verdana Pro Light"/>
                <w:sz w:val="18"/>
              </w:rPr>
              <w:t xml:space="preserve"> interativos</w:t>
            </w:r>
            <w:r w:rsidRPr="00E60185">
              <w:rPr>
                <w:rFonts w:ascii="Verdana Pro Light" w:eastAsia="Arial Unicode MS" w:hAnsi="Verdana Pro Light" w:cs="Arial Unicode MS"/>
                <w:sz w:val="18"/>
                <w:szCs w:val="18"/>
              </w:rPr>
              <w:t>, transições, animações e simulações de funcionalidades</w:t>
            </w:r>
          </w:p>
          <w:p w14:paraId="2133305D" w14:textId="77777777" w:rsidR="00851CA3" w:rsidRPr="001B353A" w:rsidRDefault="00851CA3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1115C0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Desenhar e executar testes de avaliação de sistemas.</w:t>
            </w:r>
          </w:p>
        </w:tc>
      </w:tr>
      <w:tr w:rsidR="00851CA3" w:rsidRPr="00136AD8" w14:paraId="1F56C190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C9FE28" w14:textId="77777777" w:rsidR="00851CA3" w:rsidRPr="001B353A" w:rsidRDefault="00851CA3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280651" w14:textId="77777777" w:rsidR="00851CA3" w:rsidRPr="001B353A" w:rsidRDefault="00851CA3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0873DB3" w14:textId="77777777" w:rsidR="00851CA3" w:rsidRPr="001B353A" w:rsidRDefault="00851CA3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51CA3" w:rsidRPr="00136AD8" w14:paraId="351AC458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C7A5E" w14:textId="77777777" w:rsidR="00851CA3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5370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fundamentais que orientam a criação de interfaces interativas eficazes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6FF45CF" w14:textId="77777777" w:rsidR="00851CA3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adrões de design de interface para garantir consistência e usabilidade</w:t>
            </w:r>
          </w:p>
          <w:p w14:paraId="7A25F1FC" w14:textId="77777777" w:rsidR="00851CA3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estes de usabilidade</w:t>
            </w:r>
          </w:p>
          <w:p w14:paraId="1CC13DF2" w14:textId="77777777" w:rsidR="00851CA3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Prototipagem Rápida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C7227E2" w14:textId="77777777" w:rsidR="00851CA3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para cria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 de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protótipos mais elaborados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r>
              <w:rPr>
                <w:rFonts w:ascii="Verdana Pro Light" w:eastAsia="Arial Unicode MS" w:hAnsi="Verdana Pro Light" w:cs="Arial Unicode MS"/>
                <w:sz w:val="16"/>
                <w:szCs w:val="16"/>
                <w:lang w:eastAsia="pt-PT"/>
              </w:rPr>
              <w:t xml:space="preserve">e.g. </w:t>
            </w:r>
            <w:r w:rsidRPr="00967702">
              <w:rPr>
                <w:rFonts w:ascii="Verdana Pro Light" w:eastAsia="Arial Unicode MS" w:hAnsi="Verdana Pro Light" w:cs="Arial Unicode MS"/>
                <w:sz w:val="16"/>
                <w:szCs w:val="16"/>
                <w:lang w:eastAsia="pt-PT"/>
              </w:rPr>
              <w:t>Adobe XD</w:t>
            </w:r>
            <w:r>
              <w:rPr>
                <w:rFonts w:ascii="Verdana Pro Light" w:eastAsia="Arial Unicode MS" w:hAnsi="Verdana Pro Light" w:cs="Arial Unicode MS"/>
                <w:sz w:val="16"/>
                <w:szCs w:val="16"/>
                <w:lang w:eastAsia="pt-PT"/>
              </w:rPr>
              <w:t>)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270E112" w14:textId="77777777" w:rsidR="00851CA3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heurísticos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avalia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usabilidade de interfaces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F772C75" w14:textId="77777777" w:rsidR="00851CA3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étricas relevantes para avaliar o desempenho do protótipo</w:t>
            </w:r>
          </w:p>
          <w:p w14:paraId="59F151D5" w14:textId="77777777" w:rsidR="00851CA3" w:rsidRPr="001B353A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D343E" w14:textId="77777777" w:rsidR="00851CA3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ealizar entrevistas e observações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recolher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informação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sobre as necessidades e comportamentos 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utilizadores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629FC86" w14:textId="77777777" w:rsidR="00851CA3" w:rsidRPr="00C738B5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</w:t>
            </w:r>
            <w:r w:rsidRPr="001115C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diferentes modelos conceptuais de interação homem-máquina</w:t>
            </w:r>
            <w:r w:rsidRPr="00C738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3C97DE4" w14:textId="77777777" w:rsidR="00851CA3" w:rsidRPr="00517AA8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protótipos para diferentes tamanhos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ecrã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dispositivos.</w:t>
            </w:r>
          </w:p>
          <w:p w14:paraId="03EF6C2C" w14:textId="77777777" w:rsidR="00851CA3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testes para comparar duas versões de uma interface e determinar a mais eficaz.</w:t>
            </w:r>
          </w:p>
          <w:p w14:paraId="13158D62" w14:textId="77777777" w:rsidR="00851CA3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métodos quantitativos e qualitativos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recolhidos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durante os testes</w:t>
            </w:r>
          </w:p>
          <w:p w14:paraId="3CDDA153" w14:textId="77777777" w:rsidR="00851CA3" w:rsidRPr="00057283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2B3E3" w14:textId="77777777" w:rsidR="00851CA3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3A3BD0ED" w14:textId="77777777" w:rsidR="00851CA3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3CAD630" w14:textId="77777777" w:rsidR="00851CA3" w:rsidRDefault="00851CA3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3787AADB" w14:textId="77777777" w:rsidR="00851CA3" w:rsidRPr="00AB5AF8" w:rsidRDefault="00851CA3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AB26EF8" w14:textId="77777777" w:rsidR="00851CA3" w:rsidRPr="00AB5AF8" w:rsidRDefault="00851CA3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A581102" w14:textId="77777777" w:rsidR="00851CA3" w:rsidRPr="00AB5AF8" w:rsidRDefault="00851CA3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F916FA9" w14:textId="77777777" w:rsidR="00851CA3" w:rsidRPr="00AB5AF8" w:rsidRDefault="00851CA3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0975A2DB" w14:textId="77777777" w:rsidR="00851CA3" w:rsidRPr="00A128FE" w:rsidRDefault="00851CA3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0F553CD" w14:textId="77777777" w:rsidR="00851CA3" w:rsidRPr="00AB5AF8" w:rsidRDefault="00851CA3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E9C8157" w14:textId="77777777" w:rsidR="00851CA3" w:rsidRPr="00057283" w:rsidRDefault="00851CA3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EEB2BD3" w14:textId="77777777" w:rsidR="00851CA3" w:rsidRDefault="00851CA3" w:rsidP="00851CA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EFD1EE8" w14:textId="77777777" w:rsidR="00851CA3" w:rsidRDefault="00851CA3" w:rsidP="00851CA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F97A1A4" w14:textId="77777777" w:rsidR="00851CA3" w:rsidRPr="00F87025" w:rsidRDefault="00851CA3" w:rsidP="00851CA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720F80F" w14:textId="77777777" w:rsidR="00851CA3" w:rsidRPr="00F20E6F" w:rsidRDefault="00851CA3" w:rsidP="00851CA3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proofErr w:type="spellStart"/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Prototipar</w:t>
      </w:r>
      <w:proofErr w:type="spellEnd"/>
      <w:r w:rsidRPr="0097786B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sistemas interativos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:</w:t>
      </w:r>
    </w:p>
    <w:p w14:paraId="16D90502" w14:textId="77777777" w:rsidR="00851CA3" w:rsidRPr="0064164C" w:rsidRDefault="00851CA3" w:rsidP="00851C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Garantindo a usabilidade do sistema e a satisfação do usuário </w:t>
      </w:r>
    </w:p>
    <w:p w14:paraId="1EA1E1FD" w14:textId="77777777" w:rsidR="00851CA3" w:rsidRPr="0064164C" w:rsidRDefault="00851CA3" w:rsidP="00851C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Assegurando a funcionalidade e cumprimento dos requisitos do sistema</w:t>
      </w:r>
      <w:r w:rsidRPr="0097786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3676C98" w14:textId="77777777" w:rsidR="00851CA3" w:rsidRPr="0064164C" w:rsidRDefault="00851CA3" w:rsidP="00851C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Produzindo uma interface consistente em termos de design, layout e interação</w:t>
      </w:r>
      <w:r w:rsidRPr="0097786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1BDDA35" w14:textId="77777777" w:rsidR="00851CA3" w:rsidRPr="0064164C" w:rsidRDefault="00851CA3" w:rsidP="00851C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a adaptabilidade (a diferentes dispositivos e tamanhos de tela) e a acessibilidade a todos os usuários</w:t>
      </w:r>
    </w:p>
    <w:p w14:paraId="1B691F0A" w14:textId="77777777" w:rsidR="00851CA3" w:rsidRPr="0064164C" w:rsidRDefault="00851CA3" w:rsidP="00851C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P</w:t>
      </w:r>
      <w:r w:rsidRPr="00CF67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ermiti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F67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interação natural e realista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AD878CF" w14:textId="77777777" w:rsidR="00851CA3" w:rsidRPr="00136AD8" w:rsidRDefault="00851CA3" w:rsidP="00851CA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9F5D30" w14:textId="77777777" w:rsidR="00851CA3" w:rsidRPr="00F87025" w:rsidRDefault="00851CA3" w:rsidP="00851CA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5C6D8EB" w14:textId="77777777" w:rsidR="00851CA3" w:rsidRDefault="00851CA3" w:rsidP="00851C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687CB172" w14:textId="77777777" w:rsidR="00851CA3" w:rsidRPr="00984B30" w:rsidRDefault="00851CA3" w:rsidP="00851C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jogos.</w:t>
      </w:r>
    </w:p>
    <w:p w14:paraId="12B048D8" w14:textId="77777777" w:rsidR="00851CA3" w:rsidRPr="00080C67" w:rsidRDefault="00851CA3" w:rsidP="00851C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0FE74590" w14:textId="77777777" w:rsidR="00851CA3" w:rsidRPr="00051C79" w:rsidRDefault="00851CA3" w:rsidP="00851CA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64568B" w14:textId="77777777" w:rsidR="00851CA3" w:rsidRPr="00F87025" w:rsidRDefault="00851CA3" w:rsidP="00851CA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258D2EF" w14:textId="77777777" w:rsidR="00851CA3" w:rsidRPr="00564406" w:rsidRDefault="00851CA3" w:rsidP="00851C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64A0FCC1" w14:textId="77777777" w:rsidR="00851CA3" w:rsidRPr="00564406" w:rsidRDefault="00851CA3" w:rsidP="00851C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564406">
        <w:rPr>
          <w:rFonts w:ascii="Verdana Pro Light" w:eastAsia="Arial Unicode MS" w:hAnsi="Verdana Pro Light" w:cs="Arial Unicode MS"/>
          <w:sz w:val="18"/>
          <w:szCs w:val="18"/>
        </w:rPr>
        <w:t>oftware de edição de imagem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F0D6177" w14:textId="77777777" w:rsidR="00851CA3" w:rsidRPr="00501DC8" w:rsidRDefault="00851CA3" w:rsidP="00851C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F60D48C" w14:textId="77777777" w:rsidR="00851CA3" w:rsidRDefault="00851CA3" w:rsidP="00851C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de desenvolvimento de protótipos.</w:t>
      </w:r>
    </w:p>
    <w:p w14:paraId="10C6A8D3" w14:textId="77777777" w:rsidR="00851CA3" w:rsidRDefault="00851CA3" w:rsidP="00851C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IDE de desenvolvimento de aplicações.</w:t>
      </w:r>
    </w:p>
    <w:p w14:paraId="30474F57" w14:textId="77777777" w:rsidR="00851CA3" w:rsidRDefault="00851CA3" w:rsidP="00851C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prototipagem.</w:t>
      </w:r>
    </w:p>
    <w:p w14:paraId="3ABB8849" w14:textId="77777777" w:rsidR="00851CA3" w:rsidRPr="00051C79" w:rsidRDefault="00851CA3" w:rsidP="00851CA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681D87" w14:textId="77777777" w:rsidR="00851CA3" w:rsidRPr="00F87025" w:rsidRDefault="00851CA3" w:rsidP="00851CA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041A90D" w14:textId="77777777" w:rsidR="00851CA3" w:rsidRPr="00051C79" w:rsidRDefault="00851CA3" w:rsidP="00851CA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FF0580" w14:textId="77777777" w:rsidR="00851CA3" w:rsidRPr="00051C79" w:rsidRDefault="00851CA3" w:rsidP="00851CA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UNIDADE DESENVOLVIDA EM MULTIMÉDIA</w:t>
      </w:r>
    </w:p>
    <w:p w14:paraId="5F82FF07" w14:textId="392FB4C4" w:rsidR="00851CA3" w:rsidRPr="00051C79" w:rsidRDefault="00851CA3" w:rsidP="00851CA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Desenho digital 3D</w:t>
      </w:r>
    </w:p>
    <w:p w14:paraId="21C73214" w14:textId="77777777" w:rsidR="00156143" w:rsidRDefault="00156143" w:rsidP="002D709F">
      <w:pPr>
        <w:rPr>
          <w:rFonts w:ascii="Verdana Pro Light" w:hAnsi="Verdana Pro Light"/>
          <w:smallCaps/>
        </w:rPr>
      </w:pPr>
    </w:p>
    <w:p w14:paraId="255502F0" w14:textId="77777777" w:rsidR="00851CA3" w:rsidRDefault="00851CA3" w:rsidP="002D709F">
      <w:pPr>
        <w:rPr>
          <w:rFonts w:ascii="Verdana Pro Light" w:hAnsi="Verdana Pro Light"/>
          <w:smallCaps/>
        </w:rPr>
      </w:pPr>
    </w:p>
    <w:p w14:paraId="473FA8CC" w14:textId="77777777" w:rsidR="00851CA3" w:rsidRDefault="00851CA3" w:rsidP="002D709F">
      <w:pPr>
        <w:rPr>
          <w:rFonts w:ascii="Verdana Pro Light" w:hAnsi="Verdana Pro Light"/>
          <w:smallCaps/>
        </w:rPr>
      </w:pPr>
    </w:p>
    <w:p w14:paraId="34F2D668" w14:textId="77777777" w:rsidR="00851CA3" w:rsidRDefault="00851CA3" w:rsidP="002D709F">
      <w:pPr>
        <w:rPr>
          <w:rFonts w:ascii="Verdana Pro Light" w:hAnsi="Verdana Pro Light"/>
          <w:smallCaps/>
        </w:rPr>
      </w:pPr>
    </w:p>
    <w:p w14:paraId="2F229AE3" w14:textId="77777777" w:rsidR="00851CA3" w:rsidRDefault="00851CA3" w:rsidP="002D709F">
      <w:pPr>
        <w:rPr>
          <w:rFonts w:ascii="Verdana Pro Light" w:hAnsi="Verdana Pro Light"/>
          <w:smallCaps/>
        </w:rPr>
      </w:pPr>
    </w:p>
    <w:p w14:paraId="276489FB" w14:textId="77777777" w:rsidR="00851CA3" w:rsidRDefault="00851CA3" w:rsidP="002D709F">
      <w:pPr>
        <w:rPr>
          <w:rFonts w:ascii="Verdana Pro Light" w:hAnsi="Verdana Pro Light"/>
          <w:smallCaps/>
        </w:rPr>
      </w:pPr>
    </w:p>
    <w:p w14:paraId="568F15F5" w14:textId="77777777" w:rsidR="00851CA3" w:rsidRDefault="00851CA3" w:rsidP="002D709F">
      <w:pPr>
        <w:rPr>
          <w:rFonts w:ascii="Verdana Pro Light" w:hAnsi="Verdana Pro Light"/>
          <w:smallCaps/>
        </w:rPr>
      </w:pPr>
    </w:p>
    <w:p w14:paraId="1B8F3B55" w14:textId="77777777" w:rsidR="00851CA3" w:rsidRDefault="00851CA3" w:rsidP="002D709F">
      <w:pPr>
        <w:rPr>
          <w:rFonts w:ascii="Verdana Pro Light" w:hAnsi="Verdana Pro Light"/>
          <w:smallCaps/>
        </w:rPr>
      </w:pPr>
    </w:p>
    <w:p w14:paraId="23C557A9" w14:textId="77777777" w:rsidR="00851CA3" w:rsidRDefault="00851CA3" w:rsidP="002D709F">
      <w:pPr>
        <w:rPr>
          <w:rFonts w:ascii="Verdana Pro Light" w:hAnsi="Verdana Pro Light"/>
          <w:smallCaps/>
        </w:rPr>
      </w:pPr>
    </w:p>
    <w:p w14:paraId="4F0E62AA" w14:textId="77777777" w:rsidR="00851CA3" w:rsidRDefault="00851CA3" w:rsidP="002D709F">
      <w:pPr>
        <w:rPr>
          <w:rFonts w:ascii="Verdana Pro Light" w:hAnsi="Verdana Pro Light"/>
          <w:smallCaps/>
        </w:rPr>
      </w:pPr>
    </w:p>
    <w:p w14:paraId="360D211C" w14:textId="77777777" w:rsidR="00851CA3" w:rsidRDefault="00851CA3" w:rsidP="002D709F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D709F" w:rsidRPr="00136AD8" w14:paraId="17475229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6DF1711" w14:textId="35739DEA" w:rsidR="002D709F" w:rsidRPr="00136AD8" w:rsidRDefault="002D709F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9F351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784A8A9" w14:textId="77777777" w:rsidR="002D709F" w:rsidRPr="00EF46C5" w:rsidRDefault="002D709F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D</w:t>
            </w:r>
            <w:r w:rsidRPr="00EF46C5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esenvolver conteúdos, animações e aplicações multimédia destinados a dispositivos móveis</w:t>
            </w:r>
          </w:p>
        </w:tc>
      </w:tr>
      <w:tr w:rsidR="002D709F" w:rsidRPr="00136AD8" w14:paraId="15AD140B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6279E8D" w14:textId="09F2EC32" w:rsidR="002D709F" w:rsidRPr="00136AD8" w:rsidRDefault="002D709F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9F351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58FA4EC7" w14:textId="77777777" w:rsidR="002D709F" w:rsidRPr="00136AD8" w:rsidRDefault="002D709F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0167E">
              <w:rPr>
                <w:rFonts w:ascii="Verdana Pro Light" w:eastAsia="Arial Unicode MS" w:hAnsi="Verdana Pro Light" w:cs="Times New Roman"/>
                <w:sz w:val="18"/>
                <w:szCs w:val="18"/>
              </w:rPr>
              <w:t>Desenvolvimento de conteúdos multimédia para dispositivos móveis</w:t>
            </w:r>
          </w:p>
        </w:tc>
      </w:tr>
    </w:tbl>
    <w:p w14:paraId="2BE6A51E" w14:textId="77777777" w:rsidR="002D709F" w:rsidRPr="00136AD8" w:rsidRDefault="002D709F" w:rsidP="002D709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A592F70" w14:textId="77777777" w:rsidR="002D709F" w:rsidRPr="003200F2" w:rsidRDefault="002D709F" w:rsidP="002D709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A7DB6B9" w14:textId="77777777" w:rsidR="002D709F" w:rsidRPr="00136AD8" w:rsidRDefault="002D709F" w:rsidP="002D709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D709F" w:rsidRPr="00136AD8" w14:paraId="28AC5D1F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D7CBA6" w14:textId="77777777" w:rsidR="002D709F" w:rsidRPr="001B353A" w:rsidRDefault="002D709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D709F" w:rsidRPr="00136AD8" w14:paraId="1305F325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7D427A" w14:textId="77777777" w:rsidR="002D709F" w:rsidRPr="0060167E" w:rsidRDefault="002D709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Configurar e parametrizar a ferramenta de desenvolvimento de plataformas móveis.</w:t>
            </w:r>
          </w:p>
          <w:p w14:paraId="1B6C48D2" w14:textId="77777777" w:rsidR="002D709F" w:rsidRPr="0060167E" w:rsidRDefault="002D709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EF46C5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conteúdos, animações e aplicações multimédia destinados a dispositivos móveis.</w:t>
            </w:r>
          </w:p>
          <w:p w14:paraId="24325591" w14:textId="77777777" w:rsidR="002D709F" w:rsidRPr="0060167E" w:rsidRDefault="002D709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a programação de aplicações multimédia, otimizando os conteúdos e garantindo a interatividade.</w:t>
            </w:r>
          </w:p>
          <w:p w14:paraId="3A0954C6" w14:textId="77777777" w:rsidR="002D709F" w:rsidRPr="00A9094D" w:rsidRDefault="002D709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testes de navegação e de compatibilidade e exportar e publicar as aplicações.</w:t>
            </w:r>
          </w:p>
        </w:tc>
      </w:tr>
      <w:tr w:rsidR="002D709F" w:rsidRPr="00136AD8" w14:paraId="57927A18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4D834B" w14:textId="77777777" w:rsidR="002D709F" w:rsidRPr="001B353A" w:rsidRDefault="002D709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B2BE92" w14:textId="77777777" w:rsidR="002D709F" w:rsidRPr="001B353A" w:rsidRDefault="002D709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245B736" w14:textId="77777777" w:rsidR="002D709F" w:rsidRPr="001B353A" w:rsidRDefault="002D709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D709F" w:rsidRPr="00136AD8" w14:paraId="3E2A4E9A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2BEA4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Compreensão dos princípios de usabilidade, incluindo feedback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eficiência, consistência e facilidade de aprendiza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gem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C385DD6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técnicas de layout flexível para criar designs que se ajustem dinamicamente.</w:t>
            </w:r>
          </w:p>
          <w:p w14:paraId="2974C6CA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edição de imagem, vídeo e áudio que facilitem a criação de conteúdo acessível.</w:t>
            </w:r>
          </w:p>
          <w:p w14:paraId="7FFB0A5F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932A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de design responsivo</w:t>
            </w:r>
          </w:p>
          <w:p w14:paraId="5CC9DA4B" w14:textId="77777777" w:rsidR="002D709F" w:rsidRPr="00E54A6D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de design de interface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(UI) e experiência do 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tilizador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(UX)</w:t>
            </w:r>
            <w:r w:rsidRPr="00E54A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6C84BC8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Tipografia e Legibilidade</w:t>
            </w:r>
          </w:p>
          <w:p w14:paraId="0D101E03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 de prototipagem de aplicações.</w:t>
            </w:r>
          </w:p>
          <w:p w14:paraId="3E5C1136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2A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Competência em linguagens </w:t>
            </w:r>
            <w:proofErr w:type="spellStart"/>
            <w:r w:rsidRPr="00932A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front-end</w:t>
            </w:r>
            <w:proofErr w:type="spellEnd"/>
            <w:r w:rsidRPr="00932A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criar interfaces interativas e dinâmicas.</w:t>
            </w:r>
          </w:p>
          <w:p w14:paraId="6D0D2054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animação.</w:t>
            </w:r>
          </w:p>
          <w:p w14:paraId="2B9E1CF2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Linguagem de programação de aplicações.</w:t>
            </w:r>
          </w:p>
          <w:p w14:paraId="6BC92F14" w14:textId="77777777" w:rsidR="002D709F" w:rsidRPr="001B353A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FF0D4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desenvolvimento de protótipos.</w:t>
            </w:r>
          </w:p>
          <w:p w14:paraId="0466B17D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Utilização de media </w:t>
            </w:r>
            <w:proofErr w:type="spellStart"/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queries</w:t>
            </w:r>
            <w:proofErr w:type="spellEnd"/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CSS para criar layouts adaptativos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2B3ABEC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eduzir o tamanho das imagens sem comprometer a qualidade.</w:t>
            </w:r>
          </w:p>
          <w:p w14:paraId="71D780AE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wireframes</w:t>
            </w:r>
            <w:proofErr w:type="spellEnd"/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 que considerem a experiência do 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tilizador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3708E77" w14:textId="77777777" w:rsidR="002D709F" w:rsidRPr="00517AA8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Escolh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tamanhos de fonte legíveis em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ecrãs</w:t>
            </w: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pequen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s.</w:t>
            </w:r>
          </w:p>
          <w:p w14:paraId="401663CA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elementos audiovisuais para dispositivos móveis.</w:t>
            </w:r>
          </w:p>
          <w:p w14:paraId="35FF2043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aplicações para dispositivos móveis.</w:t>
            </w:r>
          </w:p>
          <w:p w14:paraId="1785890D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E781F9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722DE2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571DD5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82028FB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D0EC4A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05BB30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CEACDEC" w14:textId="77777777" w:rsidR="002D709F" w:rsidRPr="00057283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A9407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103D9A5A" w14:textId="77777777" w:rsidR="002D709F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6571EF3" w14:textId="77777777" w:rsidR="002D709F" w:rsidRDefault="002D709F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774B2937" w14:textId="77777777" w:rsidR="002D709F" w:rsidRPr="00AB5AF8" w:rsidRDefault="002D709F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19791420" w14:textId="77777777" w:rsidR="002D709F" w:rsidRPr="00AB5AF8" w:rsidRDefault="002D709F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505CDE4" w14:textId="77777777" w:rsidR="002D709F" w:rsidRPr="00AB5AF8" w:rsidRDefault="002D709F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5AB87B7E" w14:textId="77777777" w:rsidR="002D709F" w:rsidRPr="00AB5AF8" w:rsidRDefault="002D709F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2667E8A" w14:textId="77777777" w:rsidR="002D709F" w:rsidRPr="00A128FE" w:rsidRDefault="002D709F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6111784E" w14:textId="77777777" w:rsidR="002D709F" w:rsidRPr="00AB5AF8" w:rsidRDefault="002D709F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7641320F" w14:textId="77777777" w:rsidR="002D709F" w:rsidRPr="00057283" w:rsidRDefault="002D709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A753936" w14:textId="4ADE158E" w:rsidR="002D709F" w:rsidRDefault="002D709F" w:rsidP="002D709F">
      <w:pPr>
        <w:rPr>
          <w:rFonts w:ascii="Verdana Pro Light" w:hAnsi="Verdana Pro Light"/>
          <w:smallCaps/>
        </w:rPr>
      </w:pPr>
    </w:p>
    <w:p w14:paraId="4E207E98" w14:textId="77777777" w:rsidR="002D709F" w:rsidRPr="00F87025" w:rsidRDefault="002D709F" w:rsidP="002D709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FA56CFA" w14:textId="0B3F5376" w:rsidR="002D709F" w:rsidRPr="00F20E6F" w:rsidRDefault="00D85B61" w:rsidP="002D709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85B61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Desenvolver conteúdos, animações e aplicações multimédia destinados a dispositivos móveis</w:t>
      </w:r>
      <w:r w:rsidR="002D70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85291E8" w14:textId="77777777" w:rsidR="002D709F" w:rsidRPr="0064164C" w:rsidRDefault="002D709F" w:rsidP="002D709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aplicação seja responsiva e tenha tempos de carregamento rápidos.</w:t>
      </w:r>
    </w:p>
    <w:p w14:paraId="32B43804" w14:textId="77777777" w:rsidR="002D709F" w:rsidRPr="0064164C" w:rsidRDefault="002D709F" w:rsidP="002D709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as animações sejam suaves e não comprometam o desempenho geral.</w:t>
      </w:r>
    </w:p>
    <w:p w14:paraId="46D5B6E9" w14:textId="77777777" w:rsidR="002D709F" w:rsidRPr="0064164C" w:rsidRDefault="002D709F" w:rsidP="002D709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interfaces que se adaptem de forma eficaz a diferentes resoluções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 ecrã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FD6F119" w14:textId="77777777" w:rsidR="002D709F" w:rsidRPr="0064164C" w:rsidRDefault="002D709F" w:rsidP="002D709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Desenvolve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navegação intuitiva, considerando padrões de interação comuns em dispositivos móveis.</w:t>
      </w:r>
    </w:p>
    <w:p w14:paraId="43EC0780" w14:textId="77777777" w:rsidR="002D709F" w:rsidRPr="0064164C" w:rsidRDefault="002D709F" w:rsidP="002D709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ícones e elementos visuais que sejam compreensíveis e intuitivos para os u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tilizadores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0E894E9" w14:textId="77777777" w:rsidR="002D709F" w:rsidRPr="00136AD8" w:rsidRDefault="002D709F" w:rsidP="002D709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A59F91" w14:textId="77777777" w:rsidR="002D709F" w:rsidRPr="00F87025" w:rsidRDefault="002D709F" w:rsidP="002D709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DE726E3" w14:textId="77777777" w:rsidR="002D709F" w:rsidRDefault="002D709F" w:rsidP="002D70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67CBA88E" w14:textId="77777777" w:rsidR="002D709F" w:rsidRPr="00984B30" w:rsidRDefault="002D709F" w:rsidP="002D70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jogos.</w:t>
      </w:r>
    </w:p>
    <w:p w14:paraId="0B0E447A" w14:textId="77777777" w:rsidR="002D709F" w:rsidRPr="00984B30" w:rsidRDefault="002D709F" w:rsidP="002D70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3D65BD95" w14:textId="77777777" w:rsidR="002D709F" w:rsidRPr="008047E3" w:rsidRDefault="002D709F" w:rsidP="002D70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0326DEFD" w14:textId="77777777" w:rsidR="002D709F" w:rsidRPr="00984B30" w:rsidRDefault="002D709F" w:rsidP="002D70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5454BEE" w14:textId="77777777" w:rsidR="002D709F" w:rsidRPr="00051C79" w:rsidRDefault="002D709F" w:rsidP="002D709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7EAFE5" w14:textId="77777777" w:rsidR="002D709F" w:rsidRPr="00F87025" w:rsidRDefault="002D709F" w:rsidP="002D709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D2ECB22" w14:textId="77777777" w:rsidR="002D709F" w:rsidRPr="00564406" w:rsidRDefault="002D709F" w:rsidP="002D70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3733B7EF" w14:textId="77777777" w:rsidR="002D709F" w:rsidRPr="00564406" w:rsidRDefault="002D709F" w:rsidP="002D70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564406">
        <w:rPr>
          <w:rFonts w:ascii="Verdana Pro Light" w:eastAsia="Arial Unicode MS" w:hAnsi="Verdana Pro Light" w:cs="Arial Unicode MS"/>
          <w:sz w:val="18"/>
          <w:szCs w:val="18"/>
        </w:rPr>
        <w:t>oftware de edição de imagem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6242AE8" w14:textId="77777777" w:rsidR="002D709F" w:rsidRPr="00501DC8" w:rsidRDefault="002D709F" w:rsidP="002D70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48EF360" w14:textId="77777777" w:rsidR="002D709F" w:rsidRDefault="002D709F" w:rsidP="002D70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de desenvolvimento de protótipos.</w:t>
      </w:r>
    </w:p>
    <w:p w14:paraId="3B1B95B3" w14:textId="77777777" w:rsidR="002D709F" w:rsidRDefault="002D709F" w:rsidP="002D70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IDE de desenvolvimento de aplicações.</w:t>
      </w:r>
    </w:p>
    <w:p w14:paraId="2C4AB61E" w14:textId="77777777" w:rsidR="002D709F" w:rsidRDefault="002D709F" w:rsidP="002D70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de desenvolvimento em ambiente virtual 3D.</w:t>
      </w:r>
    </w:p>
    <w:p w14:paraId="49395851" w14:textId="77777777" w:rsidR="002D709F" w:rsidRDefault="002D709F" w:rsidP="002D70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Motores de jogos</w:t>
      </w:r>
    </w:p>
    <w:p w14:paraId="37FDF6D7" w14:textId="77777777" w:rsidR="002D709F" w:rsidRPr="00501DC8" w:rsidRDefault="002D709F" w:rsidP="002D709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4F360A9" w14:textId="77777777" w:rsidR="002D709F" w:rsidRPr="00051C79" w:rsidRDefault="002D709F" w:rsidP="002D709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D002F8" w14:textId="77777777" w:rsidR="002D709F" w:rsidRPr="00F87025" w:rsidRDefault="002D709F" w:rsidP="002D709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20EBA2F" w14:textId="77777777" w:rsidR="002D709F" w:rsidRPr="00051C79" w:rsidRDefault="002D709F" w:rsidP="002D709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987C9B" w14:textId="49300698" w:rsidR="003929DD" w:rsidRDefault="00AC5646" w:rsidP="00C16B7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Multimédia </w:t>
      </w:r>
    </w:p>
    <w:p w14:paraId="4A0FD5A8" w14:textId="77777777" w:rsidR="003929DD" w:rsidRDefault="003929DD" w:rsidP="00C16B72">
      <w:pPr>
        <w:rPr>
          <w:rFonts w:ascii="Verdana Pro Light" w:hAnsi="Verdana Pro Light"/>
          <w:smallCaps/>
        </w:rPr>
      </w:pPr>
    </w:p>
    <w:p w14:paraId="5CA8FDAB" w14:textId="77777777" w:rsidR="003929DD" w:rsidRDefault="003929DD" w:rsidP="00C16B72">
      <w:pPr>
        <w:rPr>
          <w:rFonts w:ascii="Verdana Pro Light" w:hAnsi="Verdana Pro Light"/>
          <w:smallCaps/>
        </w:rPr>
      </w:pPr>
    </w:p>
    <w:p w14:paraId="7609387B" w14:textId="77777777" w:rsidR="003929DD" w:rsidRDefault="003929DD" w:rsidP="00C16B72">
      <w:pPr>
        <w:rPr>
          <w:rFonts w:ascii="Verdana Pro Light" w:hAnsi="Verdana Pro Light"/>
          <w:smallCaps/>
        </w:rPr>
      </w:pPr>
    </w:p>
    <w:p w14:paraId="64E1746F" w14:textId="77777777" w:rsidR="003929DD" w:rsidRDefault="003929DD" w:rsidP="00C16B72">
      <w:pPr>
        <w:rPr>
          <w:rFonts w:ascii="Verdana Pro Light" w:hAnsi="Verdana Pro Light"/>
          <w:smallCaps/>
        </w:rPr>
      </w:pPr>
    </w:p>
    <w:p w14:paraId="093818AA" w14:textId="77777777" w:rsidR="003929DD" w:rsidRDefault="003929DD" w:rsidP="00C16B72">
      <w:pPr>
        <w:rPr>
          <w:rFonts w:ascii="Verdana Pro Light" w:hAnsi="Verdana Pro Light"/>
          <w:smallCaps/>
        </w:rPr>
      </w:pPr>
    </w:p>
    <w:p w14:paraId="33F1831D" w14:textId="77777777" w:rsidR="003929DD" w:rsidRDefault="003929DD" w:rsidP="00C16B72">
      <w:pPr>
        <w:rPr>
          <w:rFonts w:ascii="Verdana Pro Light" w:hAnsi="Verdana Pro Light"/>
          <w:smallCaps/>
        </w:rPr>
      </w:pPr>
    </w:p>
    <w:p w14:paraId="3BAD8F7E" w14:textId="77777777" w:rsidR="00AC5646" w:rsidRDefault="00AC5646" w:rsidP="00C16B72">
      <w:pPr>
        <w:rPr>
          <w:rFonts w:ascii="Verdana Pro Light" w:hAnsi="Verdana Pro Light"/>
          <w:smallCaps/>
        </w:rPr>
      </w:pPr>
    </w:p>
    <w:p w14:paraId="5A680D27" w14:textId="77777777" w:rsidR="00AC5646" w:rsidRDefault="00AC5646" w:rsidP="00C16B72">
      <w:pPr>
        <w:rPr>
          <w:rFonts w:ascii="Verdana Pro Light" w:hAnsi="Verdana Pro Light"/>
          <w:smallCaps/>
        </w:rPr>
      </w:pPr>
    </w:p>
    <w:p w14:paraId="3B940F1A" w14:textId="77777777" w:rsidR="00AC5646" w:rsidRDefault="00AC5646" w:rsidP="00C16B72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C5646" w:rsidRPr="00891300" w14:paraId="39E2D2BD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843A76E" w14:textId="6E64FD9C" w:rsidR="00AC5646" w:rsidRPr="00891300" w:rsidRDefault="00AC5646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89130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89130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925A3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67B0E5E" w14:textId="77777777" w:rsidR="00AC5646" w:rsidRPr="00891300" w:rsidRDefault="00AC5646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9F634E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 xml:space="preserve">Criar bases de dados </w:t>
            </w:r>
            <w:r w:rsidRPr="009F634E">
              <w:rPr>
                <w:rFonts w:ascii="Verdana Pro Light" w:eastAsia="Arial Unicode MS" w:hAnsi="Verdana Pro Light" w:cs="Times New Roman"/>
                <w:b/>
                <w:i/>
                <w:iCs/>
                <w:color w:val="ED7D31" w:themeColor="accent2"/>
                <w:sz w:val="18"/>
                <w:szCs w:val="18"/>
              </w:rPr>
              <w:t>no-</w:t>
            </w:r>
            <w:proofErr w:type="spellStart"/>
            <w:r w:rsidRPr="009F634E">
              <w:rPr>
                <w:rFonts w:ascii="Verdana Pro Light" w:eastAsia="Arial Unicode MS" w:hAnsi="Verdana Pro Light" w:cs="Times New Roman"/>
                <w:b/>
                <w:i/>
                <w:iCs/>
                <w:color w:val="ED7D31" w:themeColor="accent2"/>
                <w:sz w:val="18"/>
                <w:szCs w:val="18"/>
              </w:rPr>
              <w:t>code</w:t>
            </w:r>
            <w:proofErr w:type="spellEnd"/>
            <w:r w:rsidRPr="009F634E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 xml:space="preserve"> (</w:t>
            </w:r>
            <w:proofErr w:type="spellStart"/>
            <w:r w:rsidRPr="009F634E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NoSQL</w:t>
            </w:r>
            <w:proofErr w:type="spellEnd"/>
            <w:r w:rsidRPr="009F634E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)</w:t>
            </w:r>
          </w:p>
        </w:tc>
      </w:tr>
    </w:tbl>
    <w:p w14:paraId="4DBB650A" w14:textId="77777777" w:rsidR="00AC5646" w:rsidRPr="00891300" w:rsidRDefault="00AC5646" w:rsidP="00AC564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9201C4E" w14:textId="77777777" w:rsidR="00AC5646" w:rsidRDefault="00AC5646" w:rsidP="00AC564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891300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891300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FEAB6D9" w14:textId="77777777" w:rsidR="00AC5646" w:rsidRPr="00891300" w:rsidRDefault="00AC5646" w:rsidP="00AC564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891300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bCs/>
          <w:smallCaps/>
          <w:sz w:val="20"/>
        </w:rPr>
        <w:t>25</w:t>
      </w:r>
      <w:r w:rsidRPr="001667D6">
        <w:rPr>
          <w:rFonts w:ascii="Verdana Pro Light" w:eastAsia="Arial Unicode MS" w:hAnsi="Verdana Pro Light" w:cs="Times New Roman"/>
          <w:bCs/>
          <w:smallCaps/>
          <w:sz w:val="20"/>
        </w:rPr>
        <w:t>h</w:t>
      </w:r>
    </w:p>
    <w:p w14:paraId="7A758CDA" w14:textId="77777777" w:rsidR="00AC5646" w:rsidRPr="00891300" w:rsidRDefault="00AC5646" w:rsidP="00AC564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C5646" w:rsidRPr="00891300" w14:paraId="24DBC475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A9883A" w14:textId="77777777" w:rsidR="00AC5646" w:rsidRPr="00604A9C" w:rsidRDefault="00AC5646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04A9C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Realizações</w:t>
            </w:r>
          </w:p>
        </w:tc>
      </w:tr>
      <w:tr w:rsidR="00AC5646" w:rsidRPr="00891300" w14:paraId="52B7C524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0C7680" w14:textId="77777777" w:rsidR="00AC5646" w:rsidRPr="00604A9C" w:rsidRDefault="00AC5646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Estruturar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uma base de dados </w:t>
            </w:r>
            <w:r w:rsidRPr="00F50B3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no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-</w:t>
            </w:r>
            <w:proofErr w:type="spellStart"/>
            <w:r w:rsidRPr="00F50B3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code</w:t>
            </w:r>
            <w:proofErr w:type="spellEnd"/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.</w:t>
            </w:r>
          </w:p>
          <w:p w14:paraId="5F2AD69A" w14:textId="77777777" w:rsidR="00AC5646" w:rsidRDefault="00AC5646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R2.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6E54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sar modelos de dados para aceder e gerir os dados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977C470" w14:textId="77777777" w:rsidR="00AC5646" w:rsidRPr="00604A9C" w:rsidRDefault="00AC5646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Proteger os dados numa base de dados </w:t>
            </w:r>
            <w:r w:rsidRPr="00F50B3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no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-</w:t>
            </w:r>
            <w:proofErr w:type="spellStart"/>
            <w:r w:rsidRPr="00F50B3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code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AC5646" w:rsidRPr="00891300" w14:paraId="5A5A762D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12E8B7" w14:textId="77777777" w:rsidR="00AC5646" w:rsidRPr="00891300" w:rsidRDefault="00AC5646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76B13C" w14:textId="77777777" w:rsidR="00AC5646" w:rsidRPr="00891300" w:rsidRDefault="00AC5646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B7A3545" w14:textId="77777777" w:rsidR="00AC5646" w:rsidRPr="00891300" w:rsidRDefault="00AC5646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C5646" w:rsidRPr="00891300" w14:paraId="63735FA3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747B95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Conceitos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relacionados com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bases de dados não relacionais.</w:t>
            </w:r>
          </w:p>
          <w:p w14:paraId="1EB5D7CD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bases de dados não relacionais:</w:t>
            </w:r>
          </w:p>
          <w:p w14:paraId="412490B0" w14:textId="77777777" w:rsidR="00AC5646" w:rsidRDefault="00AC5646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Chave-valor.</w:t>
            </w:r>
          </w:p>
          <w:p w14:paraId="32CF9923" w14:textId="77777777" w:rsidR="00AC5646" w:rsidRDefault="00AC5646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Documento. </w:t>
            </w:r>
          </w:p>
          <w:p w14:paraId="6132AE74" w14:textId="77777777" w:rsidR="00AC5646" w:rsidRDefault="00AC5646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Gráfico. </w:t>
            </w:r>
          </w:p>
          <w:p w14:paraId="705B70B4" w14:textId="77777777" w:rsidR="00AC5646" w:rsidRPr="00145B7A" w:rsidRDefault="00AC5646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Coluna.</w:t>
            </w:r>
          </w:p>
          <w:p w14:paraId="7EFF9E0D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dados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</w:p>
          <w:p w14:paraId="2F5F51E2" w14:textId="77777777" w:rsidR="00AC5646" w:rsidRDefault="00AC5646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Documentos.</w:t>
            </w:r>
          </w:p>
          <w:p w14:paraId="76D519FF" w14:textId="77777777" w:rsidR="00AC5646" w:rsidRDefault="00AC5646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Coleções.</w:t>
            </w:r>
          </w:p>
          <w:p w14:paraId="6853561A" w14:textId="77777777" w:rsidR="00AC5646" w:rsidRDefault="00AC5646" w:rsidP="00AD5C45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Referências.</w:t>
            </w:r>
          </w:p>
          <w:p w14:paraId="601B170F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de dados.</w:t>
            </w:r>
          </w:p>
          <w:p w14:paraId="0A507EB5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dados</w:t>
            </w:r>
          </w:p>
          <w:p w14:paraId="4D199A94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Autenticação.</w:t>
            </w:r>
          </w:p>
          <w:p w14:paraId="6A4BFBC6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Mensagens.</w:t>
            </w:r>
          </w:p>
          <w:p w14:paraId="0006DD3C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Consultas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261F568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Flexibilidade.</w:t>
            </w:r>
          </w:p>
          <w:p w14:paraId="23104983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Desempenho e escalabilidade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2E0E694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Gravação de dados e transações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8FA9A40" w14:textId="77777777" w:rsidR="00AC5646" w:rsidRPr="00F50B32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s</w:t>
            </w: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egurança.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C64F6" w14:textId="77777777" w:rsidR="00AC5646" w:rsidRPr="00891300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manuais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guiões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tutoriais técnicos.</w:t>
            </w:r>
          </w:p>
          <w:p w14:paraId="7DBA17CA" w14:textId="77777777" w:rsidR="00AC5646" w:rsidRPr="00891300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modelos e práticas para estruturar os dados.</w:t>
            </w:r>
          </w:p>
          <w:p w14:paraId="672FAC32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procedimentos técnicos para adicionar, recuperar, c</w:t>
            </w: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onsultar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l</w:t>
            </w: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istar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AEDF845" w14:textId="77777777" w:rsidR="00AC5646" w:rsidRPr="00292660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técnicas para p</w:t>
            </w:r>
            <w:r w:rsidRPr="002926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rocessar dados de grande dimensão, não relacionados, indeterminados ou em constante mudança.</w:t>
            </w:r>
          </w:p>
          <w:p w14:paraId="065A3D72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procedimentos técnicos para executar consultas simples e compostas.</w:t>
            </w:r>
          </w:p>
          <w:p w14:paraId="4EF3F1BD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Utilização de regras de segurança na base de dados </w:t>
            </w:r>
            <w:r w:rsidRPr="00FB1591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 xml:space="preserve">no </w:t>
            </w:r>
            <w:proofErr w:type="spellStart"/>
            <w:r w:rsidRPr="00FB1591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code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NoSQL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). </w:t>
            </w:r>
          </w:p>
          <w:p w14:paraId="7F8DC9C1" w14:textId="77777777" w:rsidR="00AC5646" w:rsidRPr="00292660" w:rsidRDefault="00AC5646" w:rsidP="00AD5C4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1F91B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7E3E74B8" w14:textId="77777777" w:rsidR="00AC5646" w:rsidRPr="00A15453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D10B70C" w14:textId="77777777" w:rsidR="00AC5646" w:rsidRPr="0082080F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454B191B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D0F012A" w14:textId="77777777" w:rsidR="00AC5646" w:rsidRPr="00891300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73AC98B9" w14:textId="77777777" w:rsidR="00AC5646" w:rsidRPr="00891300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Disposição para a aprendizagem.</w:t>
            </w:r>
          </w:p>
          <w:p w14:paraId="3F6BE3C6" w14:textId="77777777" w:rsidR="00AC5646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290DF26E" w14:textId="77777777" w:rsidR="00AC5646" w:rsidRPr="0082080F" w:rsidRDefault="00AC5646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normas de segurança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71A3517" w14:textId="77777777" w:rsidR="00AC5646" w:rsidRPr="00541D3F" w:rsidRDefault="00AC5646" w:rsidP="00AD5C45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C28D777" w14:textId="77777777" w:rsidR="00AC5646" w:rsidRPr="00891300" w:rsidRDefault="00AC5646" w:rsidP="00AC564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5DED59C" w14:textId="77777777" w:rsidR="00AC5646" w:rsidRPr="00891300" w:rsidRDefault="00AC5646" w:rsidP="00AC564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Critérios de Desempenho</w:t>
      </w:r>
    </w:p>
    <w:p w14:paraId="70B5924B" w14:textId="77777777" w:rsidR="00AC5646" w:rsidRPr="00F50B32" w:rsidRDefault="00AC5646" w:rsidP="00AC5646">
      <w:pPr>
        <w:spacing w:after="120" w:line="240" w:lineRule="auto"/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</w:pPr>
      <w:r w:rsidRPr="00F50B32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Criar Bases de dados no</w:t>
      </w:r>
      <w:r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-</w:t>
      </w:r>
      <w:proofErr w:type="spellStart"/>
      <w:r w:rsidRPr="00F50B32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code</w:t>
      </w:r>
      <w:proofErr w:type="spellEnd"/>
      <w:r w:rsidRPr="00F50B32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 xml:space="preserve"> (</w:t>
      </w:r>
      <w:proofErr w:type="spellStart"/>
      <w:r w:rsidRPr="00F50B32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NoSQL</w:t>
      </w:r>
      <w:proofErr w:type="spellEnd"/>
      <w:r w:rsidRPr="00F50B32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)</w:t>
      </w:r>
      <w:r w:rsidRPr="00F50B32"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  <w:t>:</w:t>
      </w:r>
    </w:p>
    <w:p w14:paraId="00BA322C" w14:textId="77777777" w:rsidR="00AC5646" w:rsidRPr="00126ED8" w:rsidRDefault="00AC5646" w:rsidP="00AC564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highlight w:val="yellow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Modelando a estrutura de dados.</w:t>
      </w:r>
    </w:p>
    <w:p w14:paraId="02237D42" w14:textId="77777777" w:rsidR="00AC5646" w:rsidRDefault="00AC5646" w:rsidP="00AC564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1E30B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1E30B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Manuseando</w:t>
      </w:r>
      <w:r w:rsidRPr="006E54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modelos de dados para aceder e gerir os dados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.</w:t>
      </w:r>
    </w:p>
    <w:p w14:paraId="2688F418" w14:textId="77777777" w:rsidR="00AC5646" w:rsidRDefault="00AC5646" w:rsidP="00AC564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Cumprindo as regras de segurança para p</w:t>
      </w:r>
      <w:r>
        <w:rPr>
          <w:rFonts w:ascii="Verdana Pro Light" w:eastAsia="Arial Unicode MS" w:hAnsi="Verdana Pro Light" w:cs="Arial Unicode MS"/>
          <w:sz w:val="18"/>
          <w:szCs w:val="18"/>
        </w:rPr>
        <w:t>roteger os dados.</w:t>
      </w:r>
    </w:p>
    <w:p w14:paraId="6F08F4A6" w14:textId="77777777" w:rsidR="00AC5646" w:rsidRPr="00891300" w:rsidRDefault="00AC5646" w:rsidP="00AC564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59E7123" w14:textId="77777777" w:rsidR="00AC5646" w:rsidRPr="00604A9C" w:rsidRDefault="00AC5646" w:rsidP="00AC564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Organizações do setor da informática.</w:t>
      </w:r>
    </w:p>
    <w:p w14:paraId="6A673270" w14:textId="77777777" w:rsidR="00AC5646" w:rsidRPr="00891300" w:rsidRDefault="00AC5646" w:rsidP="00AC564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Recursos</w:t>
      </w:r>
    </w:p>
    <w:p w14:paraId="1406F404" w14:textId="77777777" w:rsidR="00AC5646" w:rsidRPr="00891300" w:rsidRDefault="00AC5646" w:rsidP="00AC564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Manuais, guiões e tutoriais técnicos.</w:t>
      </w:r>
    </w:p>
    <w:p w14:paraId="69CC048F" w14:textId="77777777" w:rsidR="00AC5646" w:rsidRPr="002B04FE" w:rsidRDefault="00AC5646" w:rsidP="00AC564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B04FE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52D7CA40" w14:textId="77777777" w:rsidR="00AC5646" w:rsidRPr="00891300" w:rsidRDefault="00AC5646" w:rsidP="00AC564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de base de dados </w:t>
      </w:r>
      <w:r w:rsidRPr="00FB1591">
        <w:rPr>
          <w:rFonts w:ascii="Verdana Pro Light" w:eastAsia="Arial Unicode MS" w:hAnsi="Verdana Pro Light" w:cs="Arial Unicode MS"/>
          <w:i/>
          <w:iCs/>
          <w:sz w:val="18"/>
          <w:szCs w:val="18"/>
        </w:rPr>
        <w:t>no</w:t>
      </w:r>
      <w:r>
        <w:rPr>
          <w:rFonts w:ascii="Verdana Pro Light" w:eastAsia="Arial Unicode MS" w:hAnsi="Verdana Pro Light" w:cs="Arial Unicode MS"/>
          <w:i/>
          <w:iCs/>
          <w:sz w:val="18"/>
          <w:szCs w:val="18"/>
        </w:rPr>
        <w:t>-</w:t>
      </w:r>
      <w:proofErr w:type="spellStart"/>
      <w:r w:rsidRPr="00FB1591">
        <w:rPr>
          <w:rFonts w:ascii="Verdana Pro Light" w:eastAsia="Arial Unicode MS" w:hAnsi="Verdana Pro Light" w:cs="Arial Unicode MS"/>
          <w:i/>
          <w:iCs/>
          <w:sz w:val="18"/>
          <w:szCs w:val="18"/>
        </w:rPr>
        <w:t>code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B76CD18" w14:textId="77777777" w:rsidR="00AC5646" w:rsidRPr="001E30B1" w:rsidRDefault="00AC5646" w:rsidP="00AC564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Emulador.</w:t>
      </w:r>
    </w:p>
    <w:p w14:paraId="57A6F55F" w14:textId="77777777" w:rsidR="00AC5646" w:rsidRPr="00891300" w:rsidRDefault="00AC5646" w:rsidP="00AC564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Observações</w:t>
      </w:r>
    </w:p>
    <w:p w14:paraId="3B202DAE" w14:textId="77777777" w:rsidR="00AC5646" w:rsidRDefault="00AC5646" w:rsidP="00AC564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8542D4" w14:textId="77777777" w:rsidR="00AC5646" w:rsidRDefault="00AC5646" w:rsidP="00AC564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operador multimédia</w:t>
      </w:r>
    </w:p>
    <w:p w14:paraId="7F6197F4" w14:textId="77777777" w:rsidR="00AC5646" w:rsidRDefault="00AC5646" w:rsidP="00AC564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0F5CC8" w14:textId="77777777" w:rsidR="00AC5646" w:rsidRPr="00891300" w:rsidRDefault="00AC5646" w:rsidP="00AC564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280B3B" w14:textId="77777777" w:rsidR="00AC5646" w:rsidRDefault="00AC5646" w:rsidP="00C16B72">
      <w:pPr>
        <w:rPr>
          <w:rFonts w:ascii="Verdana Pro Light" w:hAnsi="Verdana Pro Light"/>
          <w:smallCaps/>
        </w:rPr>
      </w:pPr>
    </w:p>
    <w:p w14:paraId="1C55DF03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6BAD2E0A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4C48DAF0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0E98F95B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0BD9BC40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1645897B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21BDF871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25F367E2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3F442E36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60549850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26B58AE1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41813A2B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6A4C0C62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1B0B5A72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27CC7A4F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581C6236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4DF7BB1D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22C9A9D9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79FF10B9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0949974F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62D2BD74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2481853E" w14:textId="77777777" w:rsidR="00906E23" w:rsidRDefault="00906E23" w:rsidP="00C16B72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906E23" w14:paraId="49252972" w14:textId="77777777" w:rsidTr="00AD5C45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4D163821" w14:textId="12391E13" w:rsidR="00906E23" w:rsidRDefault="00906E23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885848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14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68741A63" w14:textId="77777777" w:rsidR="00906E23" w:rsidRDefault="00906E23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 xml:space="preserve">Programar com sistemas de Inteligência Artificial </w:t>
            </w:r>
          </w:p>
        </w:tc>
      </w:tr>
    </w:tbl>
    <w:p w14:paraId="31B3E051" w14:textId="77777777" w:rsidR="00906E23" w:rsidRDefault="00906E23" w:rsidP="00906E23">
      <w:pPr>
        <w:widowControl w:val="0"/>
        <w:spacing w:after="0" w:line="240" w:lineRule="auto"/>
        <w:jc w:val="center"/>
        <w:rPr>
          <w:rFonts w:ascii="Verdana Pro Light" w:eastAsia="Verdana Pro Light" w:hAnsi="Verdana Pro Light" w:cs="Verdana Pro Light"/>
        </w:rPr>
      </w:pPr>
    </w:p>
    <w:p w14:paraId="5CB15E76" w14:textId="77777777" w:rsidR="00906E23" w:rsidRDefault="00906E23" w:rsidP="00906E23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1B81C94F" w14:textId="77777777" w:rsidR="00906E23" w:rsidRDefault="00906E23" w:rsidP="00906E23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Carga Horária: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25h</w:t>
      </w:r>
    </w:p>
    <w:p w14:paraId="5D149983" w14:textId="77777777" w:rsidR="00906E23" w:rsidRDefault="00906E23" w:rsidP="00906E23">
      <w:pPr>
        <w:spacing w:after="0" w:line="240" w:lineRule="auto"/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906E23" w14:paraId="3E35451E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A52312B" w14:textId="77777777" w:rsidR="00906E23" w:rsidRDefault="00906E23" w:rsidP="00AD5C45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06E23" w14:paraId="12067929" w14:textId="77777777" w:rsidTr="00AD5C45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CA96B8A" w14:textId="77777777" w:rsidR="00906E23" w:rsidRDefault="00906E23" w:rsidP="00AD5C45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Utilizar sistemas de inteligência artificial (IA) para criar conteúdo digital.</w:t>
            </w:r>
          </w:p>
          <w:p w14:paraId="2A8F463B" w14:textId="77777777" w:rsidR="00906E23" w:rsidRDefault="00906E23" w:rsidP="00AD5C45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 xml:space="preserve">Fazer o reconhecimento de objetos, textos, imagens e sons.  </w:t>
            </w:r>
          </w:p>
          <w:p w14:paraId="558608A5" w14:textId="77777777" w:rsidR="00906E23" w:rsidRDefault="00906E23" w:rsidP="00AD5C45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Programar o reconhecimento de objetos, textos, imagens e sons.</w:t>
            </w:r>
          </w:p>
        </w:tc>
      </w:tr>
      <w:tr w:rsidR="00906E23" w14:paraId="286F6324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1D62DDDB" w14:textId="77777777" w:rsidR="00906E23" w:rsidRDefault="00906E23" w:rsidP="00AD5C45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4E5EABB" w14:textId="77777777" w:rsidR="00906E23" w:rsidRDefault="00906E23" w:rsidP="00AD5C45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336AEF69" w14:textId="77777777" w:rsidR="00906E23" w:rsidRDefault="00906E23" w:rsidP="00AD5C45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906E23" w14:paraId="7AA93EE7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43B274E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 do pensamento computacional.</w:t>
            </w:r>
          </w:p>
          <w:p w14:paraId="7C5FC342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Conceitos relacionados com inteligência artificial.</w:t>
            </w:r>
          </w:p>
          <w:p w14:paraId="00D2B8B6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Impacto da inteligência artificial na sociedade.</w:t>
            </w:r>
          </w:p>
          <w:p w14:paraId="2F04C9CD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Programação:</w:t>
            </w:r>
          </w:p>
          <w:p w14:paraId="65BE9357" w14:textId="77777777" w:rsidR="00906E23" w:rsidRDefault="00906E23" w:rsidP="00906E23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Controle.</w:t>
            </w:r>
          </w:p>
          <w:p w14:paraId="5B275C17" w14:textId="77777777" w:rsidR="00906E23" w:rsidRDefault="00906E23" w:rsidP="00906E23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Lógica.</w:t>
            </w:r>
          </w:p>
          <w:p w14:paraId="1004BAAC" w14:textId="77777777" w:rsidR="00906E23" w:rsidRDefault="00906E23" w:rsidP="00906E23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Matemática.</w:t>
            </w:r>
          </w:p>
          <w:p w14:paraId="207A0392" w14:textId="77777777" w:rsidR="00906E23" w:rsidRDefault="00906E23" w:rsidP="00906E23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Texto.</w:t>
            </w:r>
          </w:p>
          <w:p w14:paraId="03E7BC87" w14:textId="77777777" w:rsidR="00906E23" w:rsidRDefault="00906E23" w:rsidP="00906E23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Listas.</w:t>
            </w:r>
          </w:p>
          <w:p w14:paraId="6C383B44" w14:textId="77777777" w:rsidR="00906E23" w:rsidRDefault="00906E23" w:rsidP="00906E23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Tempo.</w:t>
            </w:r>
          </w:p>
          <w:p w14:paraId="444690B2" w14:textId="77777777" w:rsidR="00906E23" w:rsidRDefault="00906E23" w:rsidP="00906E23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Cores.</w:t>
            </w:r>
          </w:p>
          <w:p w14:paraId="6229D334" w14:textId="77777777" w:rsidR="00906E23" w:rsidRDefault="00906E23" w:rsidP="00906E23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Procedimentos. </w:t>
            </w:r>
          </w:p>
          <w:p w14:paraId="79986A39" w14:textId="77777777" w:rsidR="00906E23" w:rsidRDefault="00906E23" w:rsidP="00906E23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Variáveis.</w:t>
            </w:r>
          </w:p>
          <w:p w14:paraId="673001F8" w14:textId="77777777" w:rsidR="00906E23" w:rsidRDefault="00906E23" w:rsidP="00AD5C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C86B46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Interpretar manuais, guiões e tutoriais técnicos.</w:t>
            </w:r>
          </w:p>
          <w:p w14:paraId="1EC830A7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Interpretar os princípios do pensamento computacional.</w:t>
            </w:r>
          </w:p>
          <w:p w14:paraId="00FF3071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Analisar e entender o funcionamento dos sistemas de IA. </w:t>
            </w:r>
          </w:p>
          <w:p w14:paraId="58F21440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Usar as funcionalidades dos </w:t>
            </w:r>
            <w:proofErr w:type="spellStart"/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chatbots</w:t>
            </w:r>
            <w:proofErr w:type="spellEnd"/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,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criando </w:t>
            </w:r>
            <w:proofErr w:type="spellStart"/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prompts</w:t>
            </w:r>
            <w:proofErr w:type="spellEnd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com texto para dar instruções à IA, que permitem gerar outputs.</w:t>
            </w:r>
          </w:p>
          <w:p w14:paraId="59FFB3BD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as funcionalidades dos sistemas de IA para treino com números, imagens e sons.</w:t>
            </w:r>
          </w:p>
          <w:p w14:paraId="419F52D2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Utilizar as funcionalidades de uma aplicação de programação visual para programar o reconhecimento de objetos, imagens, sons, números e sons. </w:t>
            </w:r>
          </w:p>
          <w:p w14:paraId="1839111E" w14:textId="77777777" w:rsidR="00906E23" w:rsidRDefault="00906E23" w:rsidP="00AD5C45">
            <w:pPr>
              <w:spacing w:before="120" w:after="0" w:line="276" w:lineRule="auto"/>
              <w:ind w:left="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05262AB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53A031DB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funções.</w:t>
            </w:r>
          </w:p>
          <w:p w14:paraId="43A58270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Iniciativa.</w:t>
            </w:r>
          </w:p>
          <w:p w14:paraId="3F89E166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critico.</w:t>
            </w:r>
          </w:p>
          <w:p w14:paraId="2798D04F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de organização.</w:t>
            </w:r>
          </w:p>
          <w:p w14:paraId="2C7C40C4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Disposição para a aprendizagem.</w:t>
            </w:r>
          </w:p>
          <w:p w14:paraId="35CD5F6B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Empenho e persistência na resolução de problemas.</w:t>
            </w:r>
          </w:p>
          <w:p w14:paraId="22D258E6" w14:textId="77777777" w:rsidR="00906E23" w:rsidRDefault="00906E23" w:rsidP="00906E2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Conduta ética.</w:t>
            </w:r>
          </w:p>
        </w:tc>
      </w:tr>
    </w:tbl>
    <w:p w14:paraId="49DF0B78" w14:textId="77777777" w:rsidR="00906E23" w:rsidRDefault="00906E23" w:rsidP="00906E23">
      <w:pPr>
        <w:spacing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CC7D5A3" w14:textId="77777777" w:rsidR="00906E23" w:rsidRDefault="00906E23" w:rsidP="00906E23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695B75ED" w14:textId="50998AFF" w:rsidR="00906E23" w:rsidRDefault="00906E23" w:rsidP="00906E23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i/>
          <w:sz w:val="18"/>
          <w:szCs w:val="18"/>
        </w:rPr>
      </w:pPr>
      <w:r>
        <w:rPr>
          <w:rFonts w:ascii="Verdana Pro Light" w:eastAsia="Verdana Pro Light" w:hAnsi="Verdana Pro Light" w:cs="Verdana Pro Light"/>
          <w:i/>
          <w:sz w:val="18"/>
          <w:szCs w:val="18"/>
        </w:rPr>
        <w:t xml:space="preserve">Programar </w:t>
      </w:r>
      <w:r w:rsidR="00722C04">
        <w:rPr>
          <w:rFonts w:ascii="Verdana Pro Light" w:eastAsia="Verdana Pro Light" w:hAnsi="Verdana Pro Light" w:cs="Verdana Pro Light"/>
          <w:i/>
          <w:sz w:val="18"/>
          <w:szCs w:val="18"/>
        </w:rPr>
        <w:t>com sistemas de</w:t>
      </w:r>
      <w:r>
        <w:rPr>
          <w:rFonts w:ascii="Verdana Pro Light" w:eastAsia="Verdana Pro Light" w:hAnsi="Verdana Pro Light" w:cs="Verdana Pro Light"/>
          <w:i/>
          <w:sz w:val="18"/>
          <w:szCs w:val="18"/>
        </w:rPr>
        <w:t xml:space="preserve"> Inteligência Artificial: </w:t>
      </w:r>
    </w:p>
    <w:p w14:paraId="74C7E946" w14:textId="77777777" w:rsidR="00906E23" w:rsidRDefault="00906E23" w:rsidP="00906E23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Criando conteúdo digital com sistemas de inteligência artificial.</w:t>
      </w:r>
    </w:p>
    <w:p w14:paraId="344D1D03" w14:textId="77777777" w:rsidR="00906E23" w:rsidRDefault="00906E23" w:rsidP="00906E23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 xml:space="preserve">Operacionalizando o </w:t>
      </w:r>
      <w:r>
        <w:rPr>
          <w:rFonts w:ascii="Verdana Pro Light" w:eastAsia="Verdana Pro Light" w:hAnsi="Verdana Pro Light" w:cs="Verdana Pro Light"/>
          <w:sz w:val="18"/>
          <w:szCs w:val="18"/>
        </w:rPr>
        <w:t>reconhecimento de objetos, textos, imagens e sons.</w:t>
      </w:r>
    </w:p>
    <w:p w14:paraId="0D5EDC3A" w14:textId="77777777" w:rsidR="00906E23" w:rsidRDefault="00906E23" w:rsidP="00906E23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 xml:space="preserve">Concretizando a programação de reconhecimento de </w:t>
      </w:r>
      <w:r>
        <w:rPr>
          <w:rFonts w:ascii="Verdana Pro Light" w:eastAsia="Verdana Pro Light" w:hAnsi="Verdana Pro Light" w:cs="Verdana Pro Light"/>
          <w:sz w:val="18"/>
          <w:szCs w:val="18"/>
        </w:rPr>
        <w:t>objetos, textos, imagens e sons.</w:t>
      </w:r>
    </w:p>
    <w:p w14:paraId="0B335246" w14:textId="77777777" w:rsidR="00906E23" w:rsidRDefault="00906E23" w:rsidP="00906E23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4AE7F98E" w14:textId="77777777" w:rsidR="00906E23" w:rsidRDefault="00906E23" w:rsidP="00906E2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Aplicável a vários setores</w:t>
      </w:r>
    </w:p>
    <w:p w14:paraId="405DAA48" w14:textId="77777777" w:rsidR="00906E23" w:rsidRDefault="00906E23" w:rsidP="00906E23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645A62FF" w14:textId="77777777" w:rsidR="00906E23" w:rsidRDefault="00906E23" w:rsidP="00906E2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Manuais, guiões e tutoriais técnicos.</w:t>
      </w:r>
    </w:p>
    <w:p w14:paraId="7A94BE7A" w14:textId="77777777" w:rsidR="00906E23" w:rsidRDefault="00906E23" w:rsidP="00906E2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lastRenderedPageBreak/>
        <w:t>Dispositivos tecnológicos com acesso à internet.</w:t>
      </w:r>
    </w:p>
    <w:p w14:paraId="375C5977" w14:textId="77777777" w:rsidR="00906E23" w:rsidRDefault="00906E23" w:rsidP="00906E2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 de programação.</w:t>
      </w:r>
    </w:p>
    <w:p w14:paraId="6CE0E98B" w14:textId="77777777" w:rsidR="00906E23" w:rsidRDefault="00906E23" w:rsidP="00906E23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B6C65FF" w14:textId="77777777" w:rsidR="00906E23" w:rsidRDefault="00906E23" w:rsidP="00906E23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58919BB6" w14:textId="77777777" w:rsidR="00906E23" w:rsidRDefault="00906E23" w:rsidP="00906E23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50F782C" w14:textId="08BCBBB0" w:rsidR="00906E23" w:rsidRDefault="00906E23" w:rsidP="00906E2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multimédia </w:t>
      </w:r>
    </w:p>
    <w:p w14:paraId="1D820EC5" w14:textId="77777777" w:rsidR="00906E23" w:rsidRDefault="00906E23" w:rsidP="00906E2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informática </w:t>
      </w:r>
    </w:p>
    <w:p w14:paraId="217D6CCA" w14:textId="77777777" w:rsidR="00906E23" w:rsidRDefault="00906E23" w:rsidP="00906E23">
      <w:pPr>
        <w:rPr>
          <w:rFonts w:ascii="Verdana Pro Light" w:hAnsi="Verdana Pro Light"/>
          <w:smallCaps/>
        </w:rPr>
      </w:pPr>
    </w:p>
    <w:p w14:paraId="63C35753" w14:textId="77777777" w:rsidR="00906E23" w:rsidRDefault="00906E23" w:rsidP="00906E2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BDC8AF0" w14:textId="77777777" w:rsidR="00906E23" w:rsidRDefault="00906E23" w:rsidP="00C16B72">
      <w:pPr>
        <w:rPr>
          <w:rFonts w:ascii="Verdana Pro Light" w:hAnsi="Verdana Pro Light"/>
          <w:smallCaps/>
        </w:rPr>
      </w:pPr>
    </w:p>
    <w:p w14:paraId="03E7DC8D" w14:textId="77777777" w:rsidR="00816B77" w:rsidRDefault="00816B77" w:rsidP="00816B77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16B77" w:rsidRPr="00136AD8" w14:paraId="2C2D25D1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104BD19" w14:textId="624E5E17" w:rsidR="00816B77" w:rsidRPr="00136AD8" w:rsidRDefault="00816B77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D232F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D232F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DD76AE8" w14:textId="77777777" w:rsidR="00816B77" w:rsidRPr="009C256C" w:rsidRDefault="00816B77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25" w:name="_Hlk154852403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Construir estilos em CSS </w:t>
            </w:r>
            <w:bookmarkEnd w:id="25"/>
          </w:p>
        </w:tc>
      </w:tr>
      <w:tr w:rsidR="00816B77" w:rsidRPr="00136AD8" w14:paraId="5C5BE39D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B108D1A" w14:textId="77777777" w:rsidR="00816B77" w:rsidRPr="00136AD8" w:rsidRDefault="00816B77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50217E8" w14:textId="77777777" w:rsidR="00816B77" w:rsidRPr="00136AD8" w:rsidRDefault="00816B77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Estilos em CSS (</w:t>
            </w:r>
            <w:proofErr w:type="spellStart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Cascading</w:t>
            </w:r>
            <w:proofErr w:type="spellEnd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</w:t>
            </w:r>
            <w:proofErr w:type="spellStart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Style</w:t>
            </w:r>
            <w:proofErr w:type="spellEnd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</w:t>
            </w:r>
            <w:proofErr w:type="spellStart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Sheets</w:t>
            </w:r>
            <w:proofErr w:type="spellEnd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)</w:t>
            </w:r>
          </w:p>
        </w:tc>
      </w:tr>
    </w:tbl>
    <w:p w14:paraId="4C37F10D" w14:textId="77777777" w:rsidR="00816B77" w:rsidRPr="00136AD8" w:rsidRDefault="00816B77" w:rsidP="00816B7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9275299" w14:textId="77777777" w:rsidR="00816B77" w:rsidRPr="003200F2" w:rsidRDefault="00816B77" w:rsidP="00816B7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26" w:name="_Hlk155124766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4986704" w14:textId="77777777" w:rsidR="00816B77" w:rsidRPr="00136AD8" w:rsidRDefault="00816B77" w:rsidP="00816B7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16B77" w:rsidRPr="00136AD8" w14:paraId="70E1588D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B4B71B" w14:textId="77777777" w:rsidR="00816B77" w:rsidRPr="001B353A" w:rsidRDefault="00816B77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16B77" w:rsidRPr="00136AD8" w14:paraId="3344BD32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0F1FF2" w14:textId="77777777" w:rsidR="00816B77" w:rsidRPr="001B353A" w:rsidRDefault="00816B77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Definir estilos CSS</w:t>
            </w:r>
          </w:p>
          <w:p w14:paraId="2F49512B" w14:textId="77777777" w:rsidR="00816B77" w:rsidRPr="001B353A" w:rsidRDefault="00816B77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Construir estilos em CSS</w:t>
            </w:r>
          </w:p>
          <w:p w14:paraId="2ABBB8B0" w14:textId="77777777" w:rsidR="00816B77" w:rsidRPr="001B353A" w:rsidRDefault="00816B77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Utilizar classes, blocos e etiquetas</w:t>
            </w:r>
          </w:p>
          <w:p w14:paraId="7EA8F826" w14:textId="77777777" w:rsidR="00816B77" w:rsidRPr="001B353A" w:rsidRDefault="00816B77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Criar modelos de estilos.</w:t>
            </w:r>
          </w:p>
        </w:tc>
      </w:tr>
      <w:tr w:rsidR="00816B77" w:rsidRPr="00136AD8" w14:paraId="2C99EC0D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1AF683" w14:textId="77777777" w:rsidR="00816B77" w:rsidRPr="001B353A" w:rsidRDefault="00816B77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6FE723" w14:textId="77777777" w:rsidR="00816B77" w:rsidRPr="001B353A" w:rsidRDefault="00816B77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8032B1D" w14:textId="77777777" w:rsidR="00816B77" w:rsidRPr="001B353A" w:rsidRDefault="00816B77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16B77" w:rsidRPr="00136AD8" w14:paraId="6314D50F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17395" w14:textId="77777777" w:rsidR="00816B77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Estilos CSS (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Cascade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Style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Sheet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ABBF232" w14:textId="77777777" w:rsidR="00816B77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Box Model na estrutura de um site.</w:t>
            </w:r>
          </w:p>
          <w:p w14:paraId="7747448C" w14:textId="77777777" w:rsidR="00816B77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Unidades de Medida e Cores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>
              <w:t xml:space="preserve"> </w:t>
            </w:r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Posicionamento e Layout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41DADA4" w14:textId="77777777" w:rsidR="00816B77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Efeitos, Transições e animações.</w:t>
            </w:r>
          </w:p>
          <w:p w14:paraId="019B2CF2" w14:textId="77777777" w:rsidR="00816B77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Estilos responsivos.</w:t>
            </w:r>
          </w:p>
          <w:p w14:paraId="3917F484" w14:textId="77777777" w:rsidR="00816B77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seudo-classes</w:t>
            </w:r>
            <w:proofErr w:type="spellEnd"/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Pseudo-elementos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70C330F" w14:textId="77777777" w:rsidR="00816B77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0FBA36" w14:textId="77777777" w:rsidR="00816B77" w:rsidRPr="001B353A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679BCF" w14:textId="77777777" w:rsidR="00816B77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5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seletores simples, combinados e avançados para direcionar elementos específicos no HTML.</w:t>
            </w:r>
          </w:p>
          <w:p w14:paraId="29D12726" w14:textId="77777777" w:rsidR="00816B77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Estilizar fontes. </w:t>
            </w:r>
          </w:p>
          <w:p w14:paraId="57D79334" w14:textId="77777777" w:rsidR="00816B77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efeitos.</w:t>
            </w:r>
          </w:p>
          <w:p w14:paraId="043706CA" w14:textId="77777777" w:rsidR="00816B77" w:rsidRPr="00517AA8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responsiv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idade</w:t>
            </w:r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usando media </w:t>
            </w:r>
            <w:proofErr w:type="spellStart"/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queries</w:t>
            </w:r>
            <w:proofErr w:type="spellEnd"/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E0C1F24" w14:textId="77777777" w:rsidR="00816B77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ficheiros de estilos.</w:t>
            </w:r>
          </w:p>
          <w:p w14:paraId="421384EA" w14:textId="77777777" w:rsidR="00816B77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DEE0E0" w14:textId="77777777" w:rsidR="00816B77" w:rsidRPr="00057283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659903" w14:textId="77777777" w:rsidR="00816B77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AABE54D" w14:textId="77777777" w:rsidR="00816B77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F88AA51" w14:textId="77777777" w:rsidR="00816B77" w:rsidRDefault="00816B77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28FABC45" w14:textId="77777777" w:rsidR="00816B77" w:rsidRPr="00AB5AF8" w:rsidRDefault="00816B77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36156A8D" w14:textId="77777777" w:rsidR="00816B77" w:rsidRPr="00AB5AF8" w:rsidRDefault="00816B77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EA561A3" w14:textId="77777777" w:rsidR="00816B77" w:rsidRPr="00AB5AF8" w:rsidRDefault="00816B77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599F8FD1" w14:textId="77777777" w:rsidR="00816B77" w:rsidRPr="00AB5AF8" w:rsidRDefault="00816B77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95D2A74" w14:textId="77777777" w:rsidR="00816B77" w:rsidRPr="00A128FE" w:rsidRDefault="00816B77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663282B3" w14:textId="77777777" w:rsidR="00816B77" w:rsidRPr="00AB5AF8" w:rsidRDefault="00816B77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3ACCEFB5" w14:textId="77777777" w:rsidR="00816B77" w:rsidRPr="00057283" w:rsidRDefault="00816B7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13E8647" w14:textId="77777777" w:rsidR="00816B77" w:rsidRDefault="00816B77" w:rsidP="00816B7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6B225DD" w14:textId="77777777" w:rsidR="00816B77" w:rsidRDefault="00816B77" w:rsidP="00816B7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B63617B" w14:textId="77777777" w:rsidR="00816B77" w:rsidRPr="00F87025" w:rsidRDefault="00816B77" w:rsidP="00816B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E9F8F7C" w14:textId="77777777" w:rsidR="00816B77" w:rsidRPr="00F20E6F" w:rsidRDefault="00816B77" w:rsidP="00816B7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13A52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Construir estilos em CSS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A508626" w14:textId="77777777" w:rsidR="00816B77" w:rsidRPr="0064164C" w:rsidRDefault="00816B77" w:rsidP="00816B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O</w:t>
      </w:r>
      <w:r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timiza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CSS para reduzir o tamanho dos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ficheiros</w:t>
      </w:r>
      <w:r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E37549D" w14:textId="77777777" w:rsidR="00816B77" w:rsidRPr="0064164C" w:rsidRDefault="00816B77" w:rsidP="00816B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Agrup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estilos semelhantes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um único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ficheiro </w:t>
      </w:r>
      <w:r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minimiz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número de requisições HTTP.</w:t>
      </w:r>
    </w:p>
    <w:p w14:paraId="2BB61222" w14:textId="77777777" w:rsidR="00816B77" w:rsidRPr="0064164C" w:rsidRDefault="00816B77" w:rsidP="00816B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Manten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</w:t>
      </w:r>
      <w:r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especificidade dos seletores tão baixa quanto possível.</w:t>
      </w:r>
    </w:p>
    <w:p w14:paraId="02E26903" w14:textId="77777777" w:rsidR="00816B77" w:rsidRPr="0064164C" w:rsidRDefault="00816B77" w:rsidP="00816B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Prioriz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carregamento de estilos críticos para a </w:t>
      </w:r>
      <w:proofErr w:type="spellStart"/>
      <w:r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renderização</w:t>
      </w:r>
      <w:proofErr w:type="spellEnd"/>
      <w:r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inicial</w:t>
      </w:r>
    </w:p>
    <w:p w14:paraId="42E35695" w14:textId="77777777" w:rsidR="00816B77" w:rsidRPr="0064164C" w:rsidRDefault="00816B77" w:rsidP="00816B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D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Configur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Pr="001D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cabeçalhos adequados para aproveitar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</w:t>
      </w:r>
      <w:r w:rsidRPr="001D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cache do navegador.</w:t>
      </w:r>
    </w:p>
    <w:p w14:paraId="267D5857" w14:textId="77777777" w:rsidR="00816B77" w:rsidRPr="00136AD8" w:rsidRDefault="00816B77" w:rsidP="00816B7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B2D3A7" w14:textId="77777777" w:rsidR="00816B77" w:rsidRPr="00F87025" w:rsidRDefault="00816B77" w:rsidP="00816B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46E8389" w14:textId="77777777" w:rsidR="00816B77" w:rsidRPr="00984B30" w:rsidRDefault="00816B77" w:rsidP="00816B7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0EB8FEC2" w14:textId="77777777" w:rsidR="00816B77" w:rsidRPr="00984B30" w:rsidRDefault="00816B77" w:rsidP="00816B7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6A11FFBD" w14:textId="77777777" w:rsidR="00816B77" w:rsidRPr="00051C79" w:rsidRDefault="00816B77" w:rsidP="00816B7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8CD664" w14:textId="77777777" w:rsidR="00816B77" w:rsidRPr="00F87025" w:rsidRDefault="00816B77" w:rsidP="00816B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909A746" w14:textId="77777777" w:rsidR="00816B77" w:rsidRPr="00564406" w:rsidRDefault="00816B77" w:rsidP="00816B7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2630651" w14:textId="77777777" w:rsidR="00816B77" w:rsidRPr="00501DC8" w:rsidRDefault="00816B77" w:rsidP="00816B7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BF61BC2" w14:textId="77777777" w:rsidR="00816B77" w:rsidRPr="00501DC8" w:rsidRDefault="00816B77" w:rsidP="00816B7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Editores de código.</w:t>
      </w:r>
    </w:p>
    <w:p w14:paraId="4B939C25" w14:textId="77777777" w:rsidR="00816B77" w:rsidRDefault="00816B77" w:rsidP="00816B7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 de desenho de páginas web.</w:t>
      </w:r>
    </w:p>
    <w:p w14:paraId="78DA19E5" w14:textId="77777777" w:rsidR="00816B77" w:rsidRPr="00501DC8" w:rsidRDefault="00816B77" w:rsidP="00816B7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Servidor Web</w:t>
      </w:r>
    </w:p>
    <w:p w14:paraId="622059F4" w14:textId="77777777" w:rsidR="00816B77" w:rsidRPr="00501DC8" w:rsidRDefault="00816B77" w:rsidP="00816B7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E27D7E9" w14:textId="77777777" w:rsidR="00816B77" w:rsidRPr="00051C79" w:rsidRDefault="00816B77" w:rsidP="00816B7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92B932" w14:textId="77777777" w:rsidR="00816B77" w:rsidRPr="00F87025" w:rsidRDefault="00816B77" w:rsidP="00816B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284618F" w14:textId="77777777" w:rsidR="00816B77" w:rsidRPr="00051C79" w:rsidRDefault="00816B77" w:rsidP="00816B7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26"/>
    <w:p w14:paraId="009E1EF4" w14:textId="4B47007D" w:rsidR="00906E23" w:rsidRDefault="00E95B34" w:rsidP="00C16B7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Multimédia </w:t>
      </w:r>
    </w:p>
    <w:p w14:paraId="4ED5B3CD" w14:textId="77777777" w:rsidR="003929DD" w:rsidRDefault="003929DD" w:rsidP="00C16B72">
      <w:pPr>
        <w:rPr>
          <w:rFonts w:ascii="Verdana Pro Light" w:hAnsi="Verdana Pro Light"/>
          <w:smallCaps/>
        </w:rPr>
      </w:pPr>
    </w:p>
    <w:p w14:paraId="61EB29D3" w14:textId="77777777" w:rsidR="00E95B34" w:rsidRDefault="00E95B34" w:rsidP="00C16B72">
      <w:pPr>
        <w:rPr>
          <w:rFonts w:ascii="Verdana Pro Light" w:hAnsi="Verdana Pro Light"/>
          <w:smallCaps/>
        </w:rPr>
      </w:pPr>
    </w:p>
    <w:p w14:paraId="2C04E52B" w14:textId="77777777" w:rsidR="00E95B34" w:rsidRDefault="00E95B34" w:rsidP="00C16B72">
      <w:pPr>
        <w:rPr>
          <w:rFonts w:ascii="Verdana Pro Light" w:hAnsi="Verdana Pro Light"/>
          <w:smallCaps/>
        </w:rPr>
      </w:pPr>
    </w:p>
    <w:p w14:paraId="542BE38F" w14:textId="77777777" w:rsidR="00E95B34" w:rsidRDefault="00E95B34" w:rsidP="00C16B72">
      <w:pPr>
        <w:rPr>
          <w:rFonts w:ascii="Verdana Pro Light" w:hAnsi="Verdana Pro Light"/>
          <w:smallCaps/>
        </w:rPr>
      </w:pPr>
    </w:p>
    <w:p w14:paraId="67D615CF" w14:textId="77777777" w:rsidR="00E95B34" w:rsidRDefault="00E95B34" w:rsidP="00C16B72">
      <w:pPr>
        <w:rPr>
          <w:rFonts w:ascii="Verdana Pro Light" w:hAnsi="Verdana Pro Light"/>
          <w:smallCaps/>
        </w:rPr>
      </w:pPr>
    </w:p>
    <w:p w14:paraId="424750E7" w14:textId="77777777" w:rsidR="00E95B34" w:rsidRDefault="00E95B34" w:rsidP="00C16B72">
      <w:pPr>
        <w:rPr>
          <w:rFonts w:ascii="Verdana Pro Light" w:hAnsi="Verdana Pro Light"/>
          <w:smallCaps/>
        </w:rPr>
      </w:pPr>
    </w:p>
    <w:p w14:paraId="643490C5" w14:textId="77777777" w:rsidR="00E95B34" w:rsidRDefault="00E95B34" w:rsidP="00C16B72">
      <w:pPr>
        <w:rPr>
          <w:rFonts w:ascii="Verdana Pro Light" w:hAnsi="Verdana Pro Light"/>
          <w:smallCaps/>
        </w:rPr>
      </w:pPr>
    </w:p>
    <w:p w14:paraId="3476FDAC" w14:textId="77777777" w:rsidR="00E95B34" w:rsidRDefault="00E95B34" w:rsidP="00C16B72">
      <w:pPr>
        <w:rPr>
          <w:rFonts w:ascii="Verdana Pro Light" w:hAnsi="Verdana Pro Light"/>
          <w:smallCaps/>
        </w:rPr>
      </w:pPr>
    </w:p>
    <w:p w14:paraId="7E3727EE" w14:textId="77777777" w:rsidR="00E95B34" w:rsidRDefault="00E95B34" w:rsidP="00C16B72">
      <w:pPr>
        <w:rPr>
          <w:rFonts w:ascii="Verdana Pro Light" w:hAnsi="Verdana Pro Light"/>
          <w:smallCaps/>
        </w:rPr>
      </w:pPr>
    </w:p>
    <w:p w14:paraId="1C378E64" w14:textId="77777777" w:rsidR="00E95B34" w:rsidRDefault="00E95B34" w:rsidP="00C16B72">
      <w:pPr>
        <w:rPr>
          <w:rFonts w:ascii="Verdana Pro Light" w:hAnsi="Verdana Pro Light"/>
          <w:smallCaps/>
        </w:rPr>
      </w:pPr>
    </w:p>
    <w:p w14:paraId="285B9151" w14:textId="77777777" w:rsidR="003929DD" w:rsidRDefault="003929DD" w:rsidP="00C16B72">
      <w:pPr>
        <w:rPr>
          <w:rFonts w:ascii="Verdana Pro Light" w:hAnsi="Verdana Pro Light"/>
          <w:smallCaps/>
        </w:rPr>
      </w:pPr>
    </w:p>
    <w:p w14:paraId="0CD5A1B6" w14:textId="77777777" w:rsidR="003929DD" w:rsidRDefault="003929DD" w:rsidP="003929DD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E657C" w:rsidRPr="00136AD8" w14:paraId="46623A42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3EB3418" w14:textId="1DBF45A8" w:rsidR="00CE657C" w:rsidRPr="00136AD8" w:rsidRDefault="00CE657C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="0016060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13A5881" w14:textId="77777777" w:rsidR="00CE657C" w:rsidRPr="009C256C" w:rsidRDefault="00CE657C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Aplicar as normas legais às</w:t>
            </w:r>
            <w:r w:rsidRPr="00C26D35">
              <w:t xml:space="preserve"> obras digitais offline e online</w:t>
            </w:r>
          </w:p>
        </w:tc>
      </w:tr>
      <w:tr w:rsidR="00CE657C" w:rsidRPr="00136AD8" w14:paraId="177E620A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161D74F" w14:textId="77777777" w:rsidR="00CE657C" w:rsidRPr="00136AD8" w:rsidRDefault="00CE657C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E7E6E6" w:themeFill="background2"/>
          </w:tcPr>
          <w:p w14:paraId="618DC9AA" w14:textId="77777777" w:rsidR="00CE657C" w:rsidRPr="00F60515" w:rsidRDefault="00CE657C" w:rsidP="00AD5C45">
            <w:pPr>
              <w:spacing w:before="120" w:after="0"/>
              <w:rPr>
                <w:rFonts w:ascii="Verdana" w:eastAsia="Arial Unicode MS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E-Direito</w:t>
            </w:r>
            <w:proofErr w:type="spellEnd"/>
          </w:p>
        </w:tc>
      </w:tr>
    </w:tbl>
    <w:p w14:paraId="6683E6F5" w14:textId="77777777" w:rsidR="00CE657C" w:rsidRPr="00136AD8" w:rsidRDefault="00CE657C" w:rsidP="00CE657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D403039" w14:textId="77777777" w:rsidR="00CE657C" w:rsidRDefault="00CE657C" w:rsidP="00CE657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5286F823" w14:textId="77777777" w:rsidR="00CE657C" w:rsidRDefault="00CE657C" w:rsidP="00CE657C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1EEA3341" w14:textId="77777777" w:rsidR="00CE657C" w:rsidRPr="003200F2" w:rsidRDefault="00CE657C" w:rsidP="00CE657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19BD049B" w14:textId="77777777" w:rsidR="00CE657C" w:rsidRPr="00136AD8" w:rsidRDefault="00CE657C" w:rsidP="00CE657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E657C" w:rsidRPr="00136AD8" w14:paraId="0A7465AD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66666F" w14:textId="77777777" w:rsidR="00CE657C" w:rsidRPr="001B353A" w:rsidRDefault="00CE657C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E657C" w:rsidRPr="00136AD8" w14:paraId="78B96E73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6D5DEA" w14:textId="77777777" w:rsidR="00CE657C" w:rsidRDefault="00CE657C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pesquisas jurídicas eficientes para identificar leis e precedentes relevantes.</w:t>
            </w:r>
          </w:p>
          <w:p w14:paraId="34B89919" w14:textId="77777777" w:rsidR="00CE657C" w:rsidRDefault="00CE657C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R2. Aceder a 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plataformas e bases de dados que fornecem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informação 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jurisprudência e legislação.</w:t>
            </w:r>
          </w:p>
          <w:p w14:paraId="28D62BAD" w14:textId="77777777" w:rsidR="00CE657C" w:rsidRDefault="00CE657C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R3. A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os princípios jurídicos tradicionais a situações específicas relacionadas a obras digitais.</w:t>
            </w:r>
          </w:p>
          <w:p w14:paraId="3B564C49" w14:textId="77777777" w:rsidR="00CE657C" w:rsidRPr="008C4367" w:rsidRDefault="00CE657C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R4. I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e negociar termos contratuais específicos para transações digitais, como licenciamento de conteúdo online.</w:t>
            </w:r>
          </w:p>
        </w:tc>
      </w:tr>
      <w:tr w:rsidR="00CE657C" w:rsidRPr="00136AD8" w14:paraId="09CA7350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CF1B20" w14:textId="77777777" w:rsidR="00CE657C" w:rsidRPr="001B353A" w:rsidRDefault="00CE657C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508373" w14:textId="77777777" w:rsidR="00CE657C" w:rsidRPr="001B353A" w:rsidRDefault="00CE657C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BCFB11D" w14:textId="77777777" w:rsidR="00CE657C" w:rsidRPr="001B353A" w:rsidRDefault="00CE657C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E657C" w:rsidRPr="00136AD8" w14:paraId="5BA64CB5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68C5F" w14:textId="77777777" w:rsidR="00CE657C" w:rsidRPr="00460FBB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Direito de autor e multimédia – regime jurídico aplicável à internet e ao correio eletrónico</w:t>
            </w:r>
          </w:p>
          <w:p w14:paraId="1433D6DB" w14:textId="77777777" w:rsidR="00CE657C" w:rsidRPr="00F60515" w:rsidRDefault="00CE657C" w:rsidP="00AD5C45">
            <w:pPr>
              <w:pStyle w:val="PargrafodaLista"/>
              <w:spacing w:before="60" w:after="60" w:line="360" w:lineRule="auto"/>
              <w:ind w:left="429"/>
              <w:rPr>
                <w:rFonts w:ascii="Verdana Pro Light" w:hAnsi="Verdana Pro Light"/>
                <w:sz w:val="18"/>
                <w:szCs w:val="18"/>
              </w:rPr>
            </w:pPr>
          </w:p>
          <w:p w14:paraId="23C647D5" w14:textId="77777777" w:rsidR="00CE657C" w:rsidRPr="00460FBB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A questão da propriedade intelectual e, em particular, dos direitos de autor e copyright – legislação. Prazos de proteção</w:t>
            </w:r>
          </w:p>
          <w:p w14:paraId="08BE79AB" w14:textId="77777777" w:rsidR="00CE657C" w:rsidRPr="00F60515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Noção de obra - original/derivada; singular/plural; coletiva/em colaboração; compósita</w:t>
            </w:r>
          </w:p>
          <w:p w14:paraId="0E4E4CF2" w14:textId="77777777" w:rsidR="00CE657C" w:rsidRPr="00F60515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Registo, titularidade e transmissão do direito; duração do direito</w:t>
            </w:r>
          </w:p>
          <w:p w14:paraId="6CEA9FC0" w14:textId="77777777" w:rsidR="00CE657C" w:rsidRPr="00F60515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Questões relativas a direito à imagem e à vida privada</w:t>
            </w:r>
          </w:p>
          <w:p w14:paraId="7FFF7FA8" w14:textId="77777777" w:rsidR="00CE657C" w:rsidRPr="00F60515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Utilização/difusão de informação ou de imagens</w:t>
            </w:r>
          </w:p>
          <w:p w14:paraId="07D15A6D" w14:textId="77777777" w:rsidR="00CE657C" w:rsidRPr="00F60515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Autorizações</w:t>
            </w:r>
          </w:p>
          <w:p w14:paraId="0586CDF6" w14:textId="77777777" w:rsidR="00CE657C" w:rsidRPr="00F60515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Direito à integridade e direito de citação</w:t>
            </w:r>
          </w:p>
          <w:p w14:paraId="1F97F8FD" w14:textId="77777777" w:rsidR="00CE657C" w:rsidRPr="00F60515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Crime de usurpação e crime de contrafação</w:t>
            </w:r>
          </w:p>
          <w:p w14:paraId="2437B23E" w14:textId="77777777" w:rsidR="00CE657C" w:rsidRPr="00460FBB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Regime da publicidade e do marketing</w:t>
            </w:r>
          </w:p>
          <w:p w14:paraId="07BDAE12" w14:textId="77777777" w:rsidR="00CE657C" w:rsidRPr="00460FBB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Regime da venda a distância (normas e condições)</w:t>
            </w:r>
          </w:p>
          <w:p w14:paraId="12CBAF33" w14:textId="77777777" w:rsidR="00CE657C" w:rsidRPr="00460FBB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Bases de dados: as questões de segurança, de criptografia e de proteção de dados</w:t>
            </w:r>
          </w:p>
          <w:p w14:paraId="2B0CF605" w14:textId="77777777" w:rsidR="00CE657C" w:rsidRPr="00460FBB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Repositórios digitais</w:t>
            </w:r>
          </w:p>
          <w:p w14:paraId="2B46E407" w14:textId="77777777" w:rsidR="00CE657C" w:rsidRPr="00F60515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Instituições (SPA, IGAC, CNDP…)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69B96" w14:textId="77777777" w:rsidR="00CE657C" w:rsidRDefault="00CE657C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Traduzir conceitos legais complexos em linguagem clara e compreensível.</w:t>
            </w:r>
          </w:p>
          <w:p w14:paraId="67ABA86D" w14:textId="77777777" w:rsidR="00CE657C" w:rsidRDefault="00CE657C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princípios éticos ao interpretar leis digitais, especialmente em questões relacionadas a privacidade e segurança digital.</w:t>
            </w:r>
          </w:p>
          <w:p w14:paraId="3F693CC2" w14:textId="77777777" w:rsidR="00CE657C" w:rsidRDefault="00CE657C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como as leis e tratados internacionais impactam as obras digitais em um contexto global.</w:t>
            </w:r>
          </w:p>
          <w:p w14:paraId="434CAC2D" w14:textId="77777777" w:rsidR="00CE657C" w:rsidRDefault="00CE657C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Avaliar e gerir riscos legais associados à distribuição e uso de obras digitais.</w:t>
            </w:r>
          </w:p>
          <w:p w14:paraId="6F76220C" w14:textId="77777777" w:rsidR="00CE657C" w:rsidRPr="00057283" w:rsidRDefault="00CE657C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50F30" w14:textId="77777777" w:rsidR="00CE657C" w:rsidRPr="0020338E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37245C69" w14:textId="77777777" w:rsidR="00CE657C" w:rsidRPr="0020338E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08F9F5EC" w14:textId="77777777" w:rsidR="00CE657C" w:rsidRPr="0020338E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785C2709" w14:textId="77777777" w:rsidR="00CE657C" w:rsidRPr="0020338E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02528F57" w14:textId="77777777" w:rsidR="00CE657C" w:rsidRPr="0020338E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3451B4E1" w14:textId="77777777" w:rsidR="00CE657C" w:rsidRPr="0020338E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3D94DF07" w14:textId="77777777" w:rsidR="00CE657C" w:rsidRPr="0020338E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133CDE5F" w14:textId="77777777" w:rsidR="00CE657C" w:rsidRPr="0020338E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212B9949" w14:textId="77777777" w:rsidR="00CE657C" w:rsidRPr="0020338E" w:rsidRDefault="00CE657C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20A456E5" w14:textId="77777777" w:rsidR="00CE657C" w:rsidRPr="00057283" w:rsidRDefault="00CE657C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5D99A77" w14:textId="77777777" w:rsidR="00CE657C" w:rsidRDefault="00CE657C" w:rsidP="00CE657C">
      <w:pPr>
        <w:rPr>
          <w:rFonts w:ascii="Verdana Pro Light" w:hAnsi="Verdana Pro Light"/>
          <w:smallCaps/>
        </w:rPr>
      </w:pPr>
    </w:p>
    <w:p w14:paraId="5807917C" w14:textId="77777777" w:rsidR="00CE657C" w:rsidRPr="00F87025" w:rsidRDefault="00CE657C" w:rsidP="00CE65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5651C1D" w14:textId="77777777" w:rsidR="00CE657C" w:rsidRPr="00F20E6F" w:rsidRDefault="00CE657C" w:rsidP="00CE657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6F7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Aplicar as normas legais às obras digitais offline e online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2F444C1" w14:textId="77777777" w:rsidR="00CE657C" w:rsidRPr="0064164C" w:rsidRDefault="00CE657C" w:rsidP="00CE65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que a interpretação das leis de direitos autorais e propriedade intelectual seja precisa e alinhada com a legislação aplicável.</w:t>
      </w:r>
    </w:p>
    <w:p w14:paraId="6FFE46C6" w14:textId="77777777" w:rsidR="00CE657C" w:rsidRPr="0064164C" w:rsidRDefault="00CE657C" w:rsidP="00CE65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interpretação considere regulamentações específicas para ambientes digitais.</w:t>
      </w:r>
    </w:p>
    <w:p w14:paraId="08EE0FA6" w14:textId="77777777" w:rsidR="00CE657C" w:rsidRPr="0064164C" w:rsidRDefault="00CE657C" w:rsidP="00CE65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justa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as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interpretações conforme a evolução das leis digitais.</w:t>
      </w:r>
    </w:p>
    <w:p w14:paraId="2FDB0522" w14:textId="77777777" w:rsidR="00CE657C" w:rsidRPr="0064164C" w:rsidRDefault="00CE657C" w:rsidP="00CE65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Analisa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como os princípios legais tradicionais se aplicam ao ambiente digital, considerando características únicas como distribuição online e formatos digitais.</w:t>
      </w:r>
    </w:p>
    <w:p w14:paraId="0060BB2D" w14:textId="77777777" w:rsidR="00CE657C" w:rsidRDefault="00CE657C" w:rsidP="00CE65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A14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A14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desafios legais relacionados a novas tecnologias emergentes.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19F96E50" w14:textId="77777777" w:rsidR="00CE657C" w:rsidRPr="0064164C" w:rsidRDefault="00CE657C" w:rsidP="00CE657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5A14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nterpreta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A14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termos contratuais específicos para transações digitais, incluindo licenciamento de conteúdo online.</w:t>
      </w:r>
    </w:p>
    <w:p w14:paraId="1109B90D" w14:textId="77777777" w:rsidR="00CE657C" w:rsidRPr="00136AD8" w:rsidRDefault="00CE657C" w:rsidP="00CE65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0CDC3B" w14:textId="77777777" w:rsidR="00CE657C" w:rsidRPr="00F87025" w:rsidRDefault="00CE657C" w:rsidP="00CE65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1698B6C" w14:textId="77777777" w:rsidR="00CE657C" w:rsidRDefault="00CE657C" w:rsidP="00CE65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39167EEF" w14:textId="77777777" w:rsidR="00CE657C" w:rsidRPr="008047E3" w:rsidRDefault="00CE657C" w:rsidP="00CE65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2F10625A" w14:textId="77777777" w:rsidR="00CE657C" w:rsidRPr="00984B30" w:rsidRDefault="00CE657C" w:rsidP="00CE65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299F422" w14:textId="77777777" w:rsidR="00CE657C" w:rsidRPr="00051C79" w:rsidRDefault="00CE657C" w:rsidP="00CE65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37833D" w14:textId="77777777" w:rsidR="00CE657C" w:rsidRPr="00F87025" w:rsidRDefault="00CE657C" w:rsidP="00CE65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7B26830" w14:textId="77777777" w:rsidR="00CE657C" w:rsidRPr="00564406" w:rsidRDefault="00CE657C" w:rsidP="00CE65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12540003" w14:textId="77777777" w:rsidR="00CE657C" w:rsidRDefault="00CE657C" w:rsidP="00CE65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Acesso à legislação no âmbito dos audiovisuais e conteúdos digitais.</w:t>
      </w:r>
    </w:p>
    <w:p w14:paraId="3B912F42" w14:textId="77777777" w:rsidR="00CE657C" w:rsidRDefault="00CE657C" w:rsidP="00CE65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Exemplos de contratos.</w:t>
      </w:r>
    </w:p>
    <w:p w14:paraId="4BCECB58" w14:textId="77777777" w:rsidR="00CE657C" w:rsidRDefault="00CE657C" w:rsidP="00CE65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75BDD0A" w14:textId="77777777" w:rsidR="00CE657C" w:rsidRDefault="00CE657C" w:rsidP="00CE65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A3B9BF3" w14:textId="77777777" w:rsidR="00CE657C" w:rsidRDefault="00CE657C" w:rsidP="00CE65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DAB8E1" w14:textId="77777777" w:rsidR="00CE657C" w:rsidRPr="00501DC8" w:rsidRDefault="00CE657C" w:rsidP="00CE657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0F37676" w14:textId="77777777" w:rsidR="00CE657C" w:rsidRPr="00051C79" w:rsidRDefault="00CE657C" w:rsidP="00CE65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148E31" w14:textId="77777777" w:rsidR="00CE657C" w:rsidRPr="00F87025" w:rsidRDefault="00CE657C" w:rsidP="00CE657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A9FDB6B" w14:textId="4C10530A" w:rsidR="00CE657C" w:rsidRPr="00051C79" w:rsidRDefault="00FD096E" w:rsidP="00CE65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multimédia </w:t>
      </w:r>
    </w:p>
    <w:p w14:paraId="61B18E1B" w14:textId="77777777" w:rsidR="00CE657C" w:rsidRPr="00051C79" w:rsidRDefault="00CE657C" w:rsidP="00CE65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A593EC" w14:textId="77777777" w:rsidR="00CE657C" w:rsidRPr="00051C79" w:rsidRDefault="00CE657C" w:rsidP="00CE657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28B713" w14:textId="77777777" w:rsidR="00CE657C" w:rsidRDefault="00CE657C" w:rsidP="00CE657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07C14C1" w14:textId="77777777" w:rsidR="009624AD" w:rsidRDefault="009624AD" w:rsidP="009624AD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624AD" w:rsidRPr="00136AD8" w14:paraId="647A1E7C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334F19A" w14:textId="74652CD6" w:rsidR="009624AD" w:rsidRPr="00136AD8" w:rsidRDefault="009624AD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FD096E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1257159" w14:textId="77777777" w:rsidR="009624AD" w:rsidRPr="009C256C" w:rsidRDefault="009624AD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Promover o marketing digital </w:t>
            </w:r>
          </w:p>
        </w:tc>
      </w:tr>
      <w:tr w:rsidR="009624AD" w:rsidRPr="00136AD8" w14:paraId="410DF25D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BF0779E" w14:textId="77777777" w:rsidR="009624AD" w:rsidRPr="00136AD8" w:rsidRDefault="009624AD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9214</w:t>
            </w:r>
          </w:p>
        </w:tc>
        <w:tc>
          <w:tcPr>
            <w:tcW w:w="7324" w:type="dxa"/>
            <w:shd w:val="clear" w:color="auto" w:fill="E7E6E6" w:themeFill="background2"/>
          </w:tcPr>
          <w:p w14:paraId="1329AE3C" w14:textId="77777777" w:rsidR="009624AD" w:rsidRPr="00136AD8" w:rsidRDefault="009624AD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Marketing Digital </w:t>
            </w:r>
          </w:p>
        </w:tc>
      </w:tr>
    </w:tbl>
    <w:p w14:paraId="4F17A6F6" w14:textId="77777777" w:rsidR="009624AD" w:rsidRPr="00136AD8" w:rsidRDefault="009624AD" w:rsidP="009624A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96D08A7" w14:textId="77777777" w:rsidR="009624AD" w:rsidRPr="003200F2" w:rsidRDefault="009624AD" w:rsidP="009624A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6F1CDFA" w14:textId="77777777" w:rsidR="009624AD" w:rsidRPr="00136AD8" w:rsidRDefault="009624AD" w:rsidP="009624A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624AD" w:rsidRPr="00136AD8" w14:paraId="1FC526F7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77CB75" w14:textId="77777777" w:rsidR="009624AD" w:rsidRPr="001B353A" w:rsidRDefault="009624AD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624AD" w:rsidRPr="00136AD8" w14:paraId="3882B8C5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7494F0" w14:textId="77777777" w:rsidR="009624AD" w:rsidRPr="001B353A" w:rsidRDefault="009624AD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A elaborar ANQEP </w:t>
            </w:r>
          </w:p>
        </w:tc>
      </w:tr>
      <w:tr w:rsidR="009624AD" w:rsidRPr="00136AD8" w14:paraId="72F7156C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F72188" w14:textId="77777777" w:rsidR="009624AD" w:rsidRPr="001B353A" w:rsidRDefault="009624AD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CE0837" w14:textId="77777777" w:rsidR="009624AD" w:rsidRPr="001B353A" w:rsidRDefault="009624AD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31E0D75" w14:textId="77777777" w:rsidR="009624AD" w:rsidRPr="001B353A" w:rsidRDefault="009624AD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624AD" w:rsidRPr="00136AD8" w14:paraId="5F853E06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DBADC" w14:textId="77777777" w:rsidR="009624AD" w:rsidRPr="001B353A" w:rsidRDefault="009624AD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F64FAF" w14:textId="77777777" w:rsidR="009624AD" w:rsidRPr="00057283" w:rsidRDefault="009624AD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BA42C" w14:textId="77777777" w:rsidR="009624AD" w:rsidRDefault="009624AD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21B5FD49" w14:textId="77777777" w:rsidR="009624AD" w:rsidRDefault="009624AD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DC29011" w14:textId="77777777" w:rsidR="009624AD" w:rsidRDefault="009624AD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0C1DBF02" w14:textId="77777777" w:rsidR="009624AD" w:rsidRPr="00AB5AF8" w:rsidRDefault="009624AD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C35799A" w14:textId="77777777" w:rsidR="009624AD" w:rsidRPr="00AB5AF8" w:rsidRDefault="009624AD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A870CE5" w14:textId="77777777" w:rsidR="009624AD" w:rsidRPr="00AB5AF8" w:rsidRDefault="009624AD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0A068217" w14:textId="77777777" w:rsidR="009624AD" w:rsidRPr="00AB5AF8" w:rsidRDefault="009624AD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6B9581D" w14:textId="77777777" w:rsidR="009624AD" w:rsidRPr="00A128FE" w:rsidRDefault="009624AD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7F762D5E" w14:textId="77777777" w:rsidR="009624AD" w:rsidRPr="00AB5AF8" w:rsidRDefault="009624AD" w:rsidP="00AD5C4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73B7715F" w14:textId="77777777" w:rsidR="009624AD" w:rsidRPr="00057283" w:rsidRDefault="009624AD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5A95768" w14:textId="77777777" w:rsidR="009624AD" w:rsidRDefault="009624AD" w:rsidP="009624A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C8AE17D" w14:textId="77777777" w:rsidR="009624AD" w:rsidRDefault="009624AD" w:rsidP="009624A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6F92E70" w14:textId="77777777" w:rsidR="009624AD" w:rsidRDefault="009624AD" w:rsidP="009624AD">
      <w:pPr>
        <w:rPr>
          <w:rFonts w:ascii="Verdana Pro Light" w:hAnsi="Verdana Pro Light"/>
          <w:smallCaps/>
        </w:rPr>
      </w:pPr>
    </w:p>
    <w:p w14:paraId="707730BD" w14:textId="77777777" w:rsidR="009624AD" w:rsidRPr="00F87025" w:rsidRDefault="009624AD" w:rsidP="009624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795A963" w14:textId="77777777" w:rsidR="009624AD" w:rsidRPr="00F20E6F" w:rsidRDefault="009624AD" w:rsidP="009624A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Promover o marketing digital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3901601" w14:textId="77777777" w:rsidR="009624AD" w:rsidRPr="0064164C" w:rsidRDefault="009624AD" w:rsidP="009624A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</w:p>
    <w:p w14:paraId="39A8F270" w14:textId="77777777" w:rsidR="009624AD" w:rsidRPr="00136AD8" w:rsidRDefault="009624AD" w:rsidP="009624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16996DE" w14:textId="77777777" w:rsidR="009624AD" w:rsidRPr="00F87025" w:rsidRDefault="009624AD" w:rsidP="009624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ACD96DE" w14:textId="77777777" w:rsidR="009624AD" w:rsidRDefault="009624AD" w:rsidP="009624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, desenvolvimento, marketing digital.</w:t>
      </w:r>
    </w:p>
    <w:p w14:paraId="6C21A2C7" w14:textId="77777777" w:rsidR="009624AD" w:rsidRPr="00984B30" w:rsidRDefault="009624AD" w:rsidP="009624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jogos.</w:t>
      </w:r>
    </w:p>
    <w:p w14:paraId="616EAE4B" w14:textId="77777777" w:rsidR="009624AD" w:rsidRPr="00984B30" w:rsidRDefault="009624AD" w:rsidP="009624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6E2152C7" w14:textId="77777777" w:rsidR="009624AD" w:rsidRPr="008047E3" w:rsidRDefault="009624AD" w:rsidP="009624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0F718CD7" w14:textId="77777777" w:rsidR="009624AD" w:rsidRPr="00051C79" w:rsidRDefault="009624AD" w:rsidP="009624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34C0FE" w14:textId="77777777" w:rsidR="009624AD" w:rsidRPr="00F87025" w:rsidRDefault="009624AD" w:rsidP="009624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CDC7C2F" w14:textId="77777777" w:rsidR="009624AD" w:rsidRPr="004760DA" w:rsidRDefault="009624AD" w:rsidP="009624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internet. </w:t>
      </w:r>
    </w:p>
    <w:p w14:paraId="0194DB7D" w14:textId="77777777" w:rsidR="009624AD" w:rsidRDefault="009624AD" w:rsidP="009624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Plataformas de teste.</w:t>
      </w:r>
    </w:p>
    <w:p w14:paraId="46B4F7AB" w14:textId="77777777" w:rsidR="009624AD" w:rsidRDefault="009624AD" w:rsidP="009624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78E29E0" w14:textId="77777777" w:rsidR="009624AD" w:rsidRPr="00501DC8" w:rsidRDefault="009624AD" w:rsidP="009624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3E931A5" w14:textId="77777777" w:rsidR="009624AD" w:rsidRPr="00501DC8" w:rsidRDefault="009624AD" w:rsidP="009624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422546A" w14:textId="77777777" w:rsidR="009624AD" w:rsidRPr="00F87025" w:rsidRDefault="009624AD" w:rsidP="009624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40D5FAA" w14:textId="77777777" w:rsidR="009624AD" w:rsidRPr="00051C79" w:rsidRDefault="009624AD" w:rsidP="009624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1BF205" w14:textId="77777777" w:rsidR="009624AD" w:rsidRPr="00051C79" w:rsidRDefault="009624AD" w:rsidP="009624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D16A19" w14:textId="43EBD247" w:rsidR="00FF4F58" w:rsidRDefault="008E26FF" w:rsidP="00FF4F5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Multimédia </w:t>
      </w:r>
    </w:p>
    <w:p w14:paraId="708D6AF4" w14:textId="77777777" w:rsidR="00C47778" w:rsidRDefault="00C47778" w:rsidP="00FF4F58">
      <w:pPr>
        <w:rPr>
          <w:rFonts w:ascii="Verdana Pro Light" w:hAnsi="Verdana Pro Light"/>
          <w:smallCaps/>
        </w:rPr>
      </w:pPr>
    </w:p>
    <w:p w14:paraId="33883DD6" w14:textId="77777777" w:rsidR="00C47778" w:rsidRDefault="00C47778" w:rsidP="00FF4F58">
      <w:pPr>
        <w:rPr>
          <w:rFonts w:ascii="Verdana Pro Light" w:hAnsi="Verdana Pro Light"/>
          <w:smallCaps/>
        </w:rPr>
      </w:pPr>
    </w:p>
    <w:p w14:paraId="345FDDE7" w14:textId="77777777" w:rsidR="00C47778" w:rsidRDefault="00C47778" w:rsidP="00FF4F58">
      <w:pPr>
        <w:rPr>
          <w:rFonts w:ascii="Verdana Pro Light" w:hAnsi="Verdana Pro Light"/>
          <w:smallCaps/>
        </w:rPr>
      </w:pPr>
    </w:p>
    <w:p w14:paraId="2BEB4E6C" w14:textId="77777777" w:rsidR="008E26FF" w:rsidRDefault="008E26FF" w:rsidP="00FF4F58">
      <w:pPr>
        <w:rPr>
          <w:rFonts w:ascii="Verdana Pro Light" w:hAnsi="Verdana Pro Light"/>
          <w:smallCaps/>
        </w:rPr>
      </w:pPr>
    </w:p>
    <w:p w14:paraId="2A95CA16" w14:textId="77777777" w:rsidR="008E26FF" w:rsidRDefault="008E26FF" w:rsidP="00FF4F58">
      <w:pPr>
        <w:rPr>
          <w:rFonts w:ascii="Verdana Pro Light" w:hAnsi="Verdana Pro Light"/>
          <w:smallCaps/>
        </w:rPr>
      </w:pPr>
    </w:p>
    <w:p w14:paraId="0C0A4452" w14:textId="77777777" w:rsidR="008E26FF" w:rsidRDefault="008E26FF" w:rsidP="00FF4F58">
      <w:pPr>
        <w:rPr>
          <w:rFonts w:ascii="Verdana Pro Light" w:hAnsi="Verdana Pro Light"/>
          <w:smallCaps/>
        </w:rPr>
      </w:pPr>
    </w:p>
    <w:p w14:paraId="6D414C45" w14:textId="77777777" w:rsidR="008E26FF" w:rsidRDefault="008E26FF" w:rsidP="00FF4F58">
      <w:pPr>
        <w:rPr>
          <w:rFonts w:ascii="Verdana Pro Light" w:hAnsi="Verdana Pro Light"/>
          <w:smallCaps/>
        </w:rPr>
      </w:pPr>
    </w:p>
    <w:p w14:paraId="17786269" w14:textId="77777777" w:rsidR="008E26FF" w:rsidRDefault="008E26FF" w:rsidP="00FF4F58">
      <w:pPr>
        <w:rPr>
          <w:rFonts w:ascii="Verdana Pro Light" w:hAnsi="Verdana Pro Light"/>
          <w:smallCaps/>
        </w:rPr>
      </w:pPr>
    </w:p>
    <w:p w14:paraId="1C3043A3" w14:textId="77777777" w:rsidR="008E26FF" w:rsidRDefault="008E26FF" w:rsidP="00FF4F58">
      <w:pPr>
        <w:rPr>
          <w:rFonts w:ascii="Verdana Pro Light" w:hAnsi="Verdana Pro Light"/>
          <w:smallCaps/>
        </w:rPr>
      </w:pPr>
    </w:p>
    <w:p w14:paraId="3F20AEEC" w14:textId="77777777" w:rsidR="008E26FF" w:rsidRDefault="008E26FF" w:rsidP="00FF4F58">
      <w:pPr>
        <w:rPr>
          <w:rFonts w:ascii="Verdana Pro Light" w:hAnsi="Verdana Pro Light"/>
          <w:smallCaps/>
        </w:rPr>
      </w:pPr>
    </w:p>
    <w:p w14:paraId="26C18B26" w14:textId="77777777" w:rsidR="008E26FF" w:rsidRDefault="008E26FF" w:rsidP="00FF4F58">
      <w:pPr>
        <w:rPr>
          <w:rFonts w:ascii="Verdana Pro Light" w:hAnsi="Verdana Pro Light"/>
          <w:smallCaps/>
        </w:rPr>
      </w:pPr>
    </w:p>
    <w:p w14:paraId="350E30A9" w14:textId="77777777" w:rsidR="008E26FF" w:rsidRDefault="008E26FF" w:rsidP="00FF4F58">
      <w:pPr>
        <w:rPr>
          <w:rFonts w:ascii="Verdana Pro Light" w:hAnsi="Verdana Pro Light"/>
          <w:smallCaps/>
        </w:rPr>
      </w:pPr>
    </w:p>
    <w:p w14:paraId="14C871E0" w14:textId="77777777" w:rsidR="008E26FF" w:rsidRDefault="008E26FF" w:rsidP="00FF4F58">
      <w:pPr>
        <w:rPr>
          <w:rFonts w:ascii="Verdana Pro Light" w:hAnsi="Verdana Pro Light"/>
          <w:smallCaps/>
        </w:rPr>
      </w:pPr>
    </w:p>
    <w:p w14:paraId="77D307FB" w14:textId="77777777" w:rsidR="008E26FF" w:rsidRDefault="008E26FF" w:rsidP="00FF4F58">
      <w:pPr>
        <w:rPr>
          <w:rFonts w:ascii="Verdana Pro Light" w:hAnsi="Verdana Pro Light"/>
          <w:smallCaps/>
        </w:rPr>
      </w:pPr>
    </w:p>
    <w:p w14:paraId="48EECBC1" w14:textId="77777777" w:rsidR="008E26FF" w:rsidRDefault="008E26FF" w:rsidP="008E26FF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E26FF" w:rsidRPr="00136AD8" w14:paraId="26B8ECEB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C0B7C6A" w14:textId="11A96ED0" w:rsidR="008E26FF" w:rsidRPr="00136AD8" w:rsidRDefault="008E26FF" w:rsidP="00AD5C45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6F4A8F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FB0A50F" w14:textId="77777777" w:rsidR="008E26FF" w:rsidRPr="009C256C" w:rsidRDefault="008E26FF" w:rsidP="00AD5C45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Criar e desenvolver ideias de negócio</w:t>
            </w:r>
          </w:p>
        </w:tc>
      </w:tr>
      <w:tr w:rsidR="008E26FF" w:rsidRPr="00136AD8" w14:paraId="0DF76F90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F65BD41" w14:textId="77777777" w:rsidR="008E26FF" w:rsidRPr="00136AD8" w:rsidRDefault="008E26FF" w:rsidP="00AD5C45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00031</w:t>
            </w:r>
          </w:p>
        </w:tc>
        <w:tc>
          <w:tcPr>
            <w:tcW w:w="7324" w:type="dxa"/>
            <w:shd w:val="clear" w:color="auto" w:fill="E7E6E6" w:themeFill="background2"/>
          </w:tcPr>
          <w:p w14:paraId="1D1A1DD7" w14:textId="77777777" w:rsidR="008E26FF" w:rsidRPr="00136AD8" w:rsidRDefault="008E26FF" w:rsidP="00AD5C45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Ideias e oportunidades de negócio</w:t>
            </w:r>
          </w:p>
        </w:tc>
      </w:tr>
    </w:tbl>
    <w:p w14:paraId="687FB277" w14:textId="77777777" w:rsidR="008E26FF" w:rsidRPr="00136AD8" w:rsidRDefault="008E26FF" w:rsidP="008E26F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5EE6031" w14:textId="77777777" w:rsidR="008E26FF" w:rsidRPr="003200F2" w:rsidRDefault="008E26FF" w:rsidP="008E26F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4ECECED" w14:textId="77777777" w:rsidR="008E26FF" w:rsidRPr="00136AD8" w:rsidRDefault="008E26FF" w:rsidP="008E26F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E26FF" w:rsidRPr="00136AD8" w14:paraId="2492CC37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4A119F" w14:textId="77777777" w:rsidR="008E26FF" w:rsidRPr="001B353A" w:rsidRDefault="008E26F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E26FF" w:rsidRPr="00136AD8" w14:paraId="73D33F89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B13073" w14:textId="77777777" w:rsidR="008E26FF" w:rsidRPr="000C4E32" w:rsidRDefault="008E26F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Efetuar a prospeção de mercado e oportunidades de negócio.</w:t>
            </w:r>
          </w:p>
          <w:p w14:paraId="5E9C76C7" w14:textId="77777777" w:rsidR="008E26FF" w:rsidRPr="000C4E32" w:rsidRDefault="008E26F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Analisar ideias de criação de negócios.</w:t>
            </w:r>
          </w:p>
          <w:p w14:paraId="3385A9AE" w14:textId="77777777" w:rsidR="008E26FF" w:rsidRPr="000C4E32" w:rsidRDefault="008E26F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Desenvolver a ideia de negócio.</w:t>
            </w:r>
          </w:p>
          <w:p w14:paraId="29CB3594" w14:textId="77777777" w:rsidR="008E26FF" w:rsidRPr="000C4E32" w:rsidRDefault="008E26FF" w:rsidP="00AD5C45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53F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 viabilidade da ideia de negócio.</w:t>
            </w:r>
          </w:p>
        </w:tc>
      </w:tr>
      <w:tr w:rsidR="008E26FF" w:rsidRPr="00136AD8" w14:paraId="6729907B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3963A2" w14:textId="77777777" w:rsidR="008E26FF" w:rsidRPr="001B353A" w:rsidRDefault="008E26F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AFF0E0" w14:textId="77777777" w:rsidR="008E26FF" w:rsidRPr="001B353A" w:rsidRDefault="008E26F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6B8B5F7" w14:textId="77777777" w:rsidR="008E26FF" w:rsidRPr="001B353A" w:rsidRDefault="008E26F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E26FF" w:rsidRPr="00136AD8" w14:paraId="297DA260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8B106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Empreendedorismo – princípios.</w:t>
            </w:r>
          </w:p>
          <w:p w14:paraId="3CCC1410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 definição e processo criativo.</w:t>
            </w:r>
          </w:p>
          <w:p w14:paraId="7C2A7E54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Inovação e seus tipos.</w:t>
            </w:r>
          </w:p>
          <w:p w14:paraId="053D5887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Modelos e técnicas de geração de ideias – </w:t>
            </w:r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design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thinking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análise das tendências de mercado e do público-alvo.</w:t>
            </w:r>
          </w:p>
          <w:p w14:paraId="1D79D7D6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valor - nível individual, social e económico.</w:t>
            </w:r>
          </w:p>
          <w:p w14:paraId="6659E756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satisfação de necessidades de produtos/serviços.</w:t>
            </w:r>
          </w:p>
          <w:p w14:paraId="220CA9BB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 intelectual – importância, vantagens da proteção.</w:t>
            </w:r>
          </w:p>
          <w:p w14:paraId="5AD83C74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Transformação de uma ideia numa oportunidade de negócio.</w:t>
            </w:r>
          </w:p>
          <w:p w14:paraId="34941FF5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Negócio e suas etapas. </w:t>
            </w:r>
          </w:p>
          <w:p w14:paraId="319AD079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Formas de recolha de informação sobre ideias e oportunidades de negócio/mercado – forma direta (clientes, concorrência, eventuais parceiros ou promotores) e indireta (estudos de mercado, viabilidade e informação disponível online ou noutros suportes).</w:t>
            </w:r>
          </w:p>
          <w:p w14:paraId="1B3C7CF6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Tipo de informação a recolher - negócio, mercado (nacional, europeu e internacional), concorrência, produtos, serviços, local, instalações e equipamento, transporte, armazenamento e gestão de stocks, meios de promoção e clientes, financiamento, custos, vendas, lucros e impostos.</w:t>
            </w:r>
          </w:p>
          <w:p w14:paraId="7A92BC62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 - “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Canvas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”, “Cadeia de valor de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Porter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”, outros.</w:t>
            </w:r>
          </w:p>
          <w:p w14:paraId="6A5205B1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do negócio, clientes e mercados a atingir.</w:t>
            </w:r>
          </w:p>
          <w:p w14:paraId="67B14E82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negócio - natureza e constituição jurídica do negócio.</w:t>
            </w:r>
          </w:p>
          <w:p w14:paraId="181DD10F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Financiamento, apoios e incentivos à criação de negócios - meios e recursos de apoio à criação de negócios, serviços e apoios públicos e privados, capitais próprios, parcerias.</w:t>
            </w:r>
          </w:p>
          <w:p w14:paraId="4AE9DB47" w14:textId="77777777" w:rsidR="008E26FF" w:rsidRPr="000C4E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Validação da ideia de negócio – análise crítica do mercado (estudos de mercado, segmentação de mercado), do negócio e/ou produto (vantagens e desvantagens, potencial de desenvolvimento, consequências e efeito no mercado/sociedade/ ambiente).</w:t>
            </w:r>
          </w:p>
          <w:p w14:paraId="088E20CB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Boas práticas na criação de negócios.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CB1BC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Recolher e analisar informação sobre ideias e oportunidades de negócio.</w:t>
            </w:r>
          </w:p>
          <w:p w14:paraId="638B56A8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técnica de benchmarking.</w:t>
            </w:r>
          </w:p>
          <w:p w14:paraId="7388514E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necessidades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tendências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desafios. </w:t>
            </w:r>
          </w:p>
          <w:p w14:paraId="4FA41B37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 ideia de negócio.</w:t>
            </w:r>
          </w:p>
          <w:p w14:paraId="65B4ECD0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etapas da criação do negócio.</w:t>
            </w:r>
          </w:p>
          <w:p w14:paraId="68EDCD9D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Caraterizar as atividades, potenciais clientes e mercado do negócio.</w:t>
            </w:r>
          </w:p>
          <w:p w14:paraId="05F5E903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financiamento, apoios e incentivos ao desenvolvimento do negócio.</w:t>
            </w:r>
          </w:p>
          <w:p w14:paraId="45F8DDEC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Proceder à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análise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viabilidade da ideia e oportunidade 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negócio e/ou produto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7668BA9" w14:textId="77777777" w:rsidR="008E26FF" w:rsidRPr="000A223C" w:rsidRDefault="008E26FF" w:rsidP="00AD5C4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8C5EF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4F9E3F42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4EDB43A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2E27C21B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464E3FA7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42ECCC33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16294E6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0DF70344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844F4A9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686AD0A2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64D2BD80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03BCD1DD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7DCBB025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0A3189BC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</w:tc>
      </w:tr>
    </w:tbl>
    <w:p w14:paraId="53CB15BD" w14:textId="77777777" w:rsidR="008E26FF" w:rsidRDefault="008E26FF" w:rsidP="008E26F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10DDDD6" w14:textId="77777777" w:rsidR="008E26FF" w:rsidRPr="00F87025" w:rsidRDefault="008E26FF" w:rsidP="008E26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C041CFA" w14:textId="77777777" w:rsidR="008E26FF" w:rsidRPr="00F20E6F" w:rsidRDefault="008E26FF" w:rsidP="008E26F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03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e desenvolver ideias de negócio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4D8928A" w14:textId="77777777" w:rsidR="008E26FF" w:rsidRPr="00B450A1" w:rsidRDefault="008E26FF" w:rsidP="008E26F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A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nalisando o mercado para a identificação de novos produtos/serviços.</w:t>
      </w:r>
    </w:p>
    <w:p w14:paraId="437A8B61" w14:textId="77777777" w:rsidR="008E26FF" w:rsidRPr="00B450A1" w:rsidRDefault="008E26FF" w:rsidP="008E26F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D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efinindo metas e etapas de organização e monitorização do plano operacional.</w:t>
      </w:r>
    </w:p>
    <w:p w14:paraId="4F41DA82" w14:textId="77777777" w:rsidR="008E26FF" w:rsidRPr="00B450A1" w:rsidRDefault="008E26FF" w:rsidP="008E26F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I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dentificando fatores críticos de sucesso.</w:t>
      </w:r>
    </w:p>
    <w:p w14:paraId="2C689800" w14:textId="77777777" w:rsidR="008E26FF" w:rsidRPr="00B450A1" w:rsidRDefault="008E26FF" w:rsidP="008E26F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204DC8E8">
        <w:rPr>
          <w:rFonts w:ascii="Verdana Pro Light" w:eastAsia="Arial Unicode MS" w:hAnsi="Verdana Pro Light" w:cs="Arial Unicode MS"/>
          <w:sz w:val="18"/>
          <w:szCs w:val="18"/>
        </w:rPr>
        <w:t>CD4.</w:t>
      </w:r>
      <w:r>
        <w:tab/>
      </w:r>
      <w:r w:rsidRPr="204DC8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Realizando a análise da sua viabilidade.</w:t>
      </w:r>
    </w:p>
    <w:p w14:paraId="439C0B9F" w14:textId="77777777" w:rsidR="008E26FF" w:rsidRPr="00136AD8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76A183" w14:textId="77777777" w:rsidR="008E26FF" w:rsidRPr="00F87025" w:rsidRDefault="008E26FF" w:rsidP="008E26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61EF4C1" w14:textId="77777777" w:rsidR="008E26FF" w:rsidRPr="003C3B47" w:rsidRDefault="008E26FF" w:rsidP="008E26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4CA08BF8" w14:textId="77777777" w:rsidR="008E26FF" w:rsidRPr="00051C79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268C99" w14:textId="77777777" w:rsidR="008E26FF" w:rsidRPr="00F87025" w:rsidRDefault="008E26FF" w:rsidP="008E26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FECABD0" w14:textId="77777777" w:rsidR="008E26FF" w:rsidRPr="00E25AAA" w:rsidRDefault="008E26FF" w:rsidP="008E26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lastRenderedPageBreak/>
        <w:t>Dispositivos tecnológicos com acesso à internet.</w:t>
      </w:r>
    </w:p>
    <w:p w14:paraId="4588296C" w14:textId="77777777" w:rsidR="008E26FF" w:rsidRPr="00E25AAA" w:rsidRDefault="008E26FF" w:rsidP="008E26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Documentação contendo exemplos de negócios.</w:t>
      </w:r>
    </w:p>
    <w:p w14:paraId="13A9EC6E" w14:textId="77777777" w:rsidR="008E26FF" w:rsidRPr="00E25AAA" w:rsidRDefault="008E26FF" w:rsidP="008E26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Boas práticas na criação de negócios.</w:t>
      </w:r>
    </w:p>
    <w:p w14:paraId="78DFE36B" w14:textId="77777777" w:rsidR="008E26FF" w:rsidRDefault="008E26FF" w:rsidP="008E26F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Estudos de mercados, estatísticas nacionais e internacionais, meios de comunicação social. </w:t>
      </w:r>
    </w:p>
    <w:p w14:paraId="40246733" w14:textId="77777777" w:rsidR="008E26FF" w:rsidRDefault="008E26FF" w:rsidP="008E26F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4F97D596" w14:textId="77777777" w:rsidR="008E26FF" w:rsidRDefault="008E26FF" w:rsidP="008E26F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Software de análise e tratamento de dados (base de dados, folha de cálculo, outros). </w:t>
      </w:r>
    </w:p>
    <w:p w14:paraId="0EE9AEF7" w14:textId="77777777" w:rsidR="008E26FF" w:rsidRDefault="008E26FF" w:rsidP="008E26F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Sistema de informação de apoio ao planeamento e avaliação. </w:t>
      </w:r>
    </w:p>
    <w:p w14:paraId="35E9FA8B" w14:textId="77777777" w:rsidR="008E26FF" w:rsidRDefault="008E26FF" w:rsidP="008E26F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6C3D84E7" w14:textId="77777777" w:rsidR="008E26FF" w:rsidRPr="00E25AAA" w:rsidRDefault="008E26FF" w:rsidP="008E26F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Modelo de negócios - “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Canvas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”, “Cadeia de valor de 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Porter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>”, entre outros.</w:t>
      </w:r>
    </w:p>
    <w:p w14:paraId="0F208D07" w14:textId="77777777" w:rsidR="008E26FF" w:rsidRPr="00051C79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CF09CD" w14:textId="77777777" w:rsidR="008E26FF" w:rsidRPr="00F87025" w:rsidRDefault="008E26FF" w:rsidP="008E26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7B7E986" w14:textId="77777777" w:rsidR="008E26FF" w:rsidRPr="00051C79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866A76" w14:textId="77777777" w:rsidR="008E26FF" w:rsidRPr="00051C79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AEEDDD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1E7E538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515615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603B12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C6FA67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812B98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722875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86D9DC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D60A018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EA8406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D7A2B6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89F35C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4A090F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4A48DC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D9F38B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60EA40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07490F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8A7395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80D845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F5B14C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9F8F8B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52A6A7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0F5B2E" w14:textId="77777777" w:rsidR="008E26FF" w:rsidRDefault="008E26FF" w:rsidP="00A50E13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E26FF" w:rsidRPr="00136AD8" w14:paraId="322BF8F2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729E7DA" w14:textId="4BA49F4E" w:rsidR="008E26FF" w:rsidRPr="00136AD8" w:rsidRDefault="008E26FF" w:rsidP="00AD5C45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A50E13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DB05EA7" w14:textId="77777777" w:rsidR="008E26FF" w:rsidRPr="009C256C" w:rsidRDefault="008E26FF" w:rsidP="00AD5C45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Elaborar o plano de negócios  </w:t>
            </w:r>
          </w:p>
        </w:tc>
      </w:tr>
      <w:tr w:rsidR="008E26FF" w:rsidRPr="00136AD8" w14:paraId="56503770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BFA324E" w14:textId="77777777" w:rsidR="008E26FF" w:rsidRPr="00136AD8" w:rsidRDefault="008E26FF" w:rsidP="00AD5C45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00032</w:t>
            </w:r>
          </w:p>
        </w:tc>
        <w:tc>
          <w:tcPr>
            <w:tcW w:w="7324" w:type="dxa"/>
            <w:shd w:val="clear" w:color="auto" w:fill="E7E6E6" w:themeFill="background2"/>
          </w:tcPr>
          <w:p w14:paraId="2868C4BC" w14:textId="77777777" w:rsidR="008E26FF" w:rsidRPr="00136AD8" w:rsidRDefault="008E26FF" w:rsidP="00AD5C45">
            <w:pPr>
              <w:widowControl w:val="0"/>
              <w:tabs>
                <w:tab w:val="left" w:pos="1943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 xml:space="preserve">Plano de negócios  </w:t>
            </w:r>
          </w:p>
        </w:tc>
      </w:tr>
    </w:tbl>
    <w:p w14:paraId="5E6BA70A" w14:textId="77777777" w:rsidR="008E26FF" w:rsidRPr="00136AD8" w:rsidRDefault="008E26FF" w:rsidP="008E26F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2F4254A" w14:textId="77777777" w:rsidR="008E26FF" w:rsidRPr="003200F2" w:rsidRDefault="008E26FF" w:rsidP="008E26F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B476EFC" w14:textId="77777777" w:rsidR="008E26FF" w:rsidRPr="00136AD8" w:rsidRDefault="008E26FF" w:rsidP="008E26F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E26FF" w:rsidRPr="00136AD8" w14:paraId="68BC12C6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7990FE" w14:textId="77777777" w:rsidR="008E26FF" w:rsidRPr="001B353A" w:rsidRDefault="008E26F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E26FF" w:rsidRPr="00136AD8" w14:paraId="7149D81E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9201B" w14:textId="77777777" w:rsidR="008E26FF" w:rsidRPr="002A6E9B" w:rsidRDefault="008E26FF" w:rsidP="00AD5C45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4D4E0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Estabelecer o âmbito de atuação e os objetivos estratégicos do negócio a desenvolver. </w:t>
            </w:r>
          </w:p>
          <w:p w14:paraId="4EC16E0B" w14:textId="77777777" w:rsidR="008E26FF" w:rsidRPr="002A6E9B" w:rsidRDefault="008E26FF" w:rsidP="00AD5C45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e descrever os recursos humanos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físicos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financeiros necessários ao projeto.   </w:t>
            </w:r>
          </w:p>
          <w:p w14:paraId="6DA78BB6" w14:textId="77777777" w:rsidR="008E26FF" w:rsidRPr="002A6E9B" w:rsidRDefault="008E26FF" w:rsidP="00AD5C45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Planear e descrever a estratégia comercial.</w:t>
            </w:r>
          </w:p>
          <w:p w14:paraId="4FA7BEA6" w14:textId="77777777" w:rsidR="008E26FF" w:rsidRPr="00F417DB" w:rsidRDefault="008E26FF" w:rsidP="00AD5C45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145AAC81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Estabelecer a forma de gestão e controlo do negócio.</w:t>
            </w:r>
          </w:p>
        </w:tc>
      </w:tr>
      <w:tr w:rsidR="008E26FF" w:rsidRPr="00136AD8" w14:paraId="7E9319C3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F4F3BB" w14:textId="77777777" w:rsidR="008E26FF" w:rsidRPr="001B353A" w:rsidRDefault="008E26F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371817" w14:textId="77777777" w:rsidR="008E26FF" w:rsidRPr="001B353A" w:rsidRDefault="008E26F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4A3E4F3" w14:textId="77777777" w:rsidR="008E26FF" w:rsidRPr="001B353A" w:rsidRDefault="008E26F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E26FF" w:rsidRPr="00136AD8" w14:paraId="3526CB1F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045B9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negócios – definição, objetivos e estrutura.</w:t>
            </w:r>
          </w:p>
          <w:p w14:paraId="5E8FBC06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planos de negócios.</w:t>
            </w:r>
          </w:p>
          <w:p w14:paraId="4B2D08B9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Planeamento de ação - a visão e a missão, o mercado subjacente, a nova ideia e o seu posicionamento no mercado. </w:t>
            </w:r>
          </w:p>
          <w:p w14:paraId="19B4732E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Estudos de mercado - tipologias e segmentação de mercado, técnicas de estudo de mercado.</w:t>
            </w:r>
          </w:p>
          <w:p w14:paraId="3AB37A9C" w14:textId="77777777" w:rsidR="008E26FF" w:rsidRPr="00BD2A08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A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127396C7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Análise, formulação e posicionamento estratégico -análise SWOT.</w:t>
            </w:r>
          </w:p>
          <w:p w14:paraId="776C1D8A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penetração no mercado.</w:t>
            </w:r>
          </w:p>
          <w:p w14:paraId="09B641C1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negócios.</w:t>
            </w:r>
          </w:p>
          <w:p w14:paraId="30053E17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Tecnologia/processo.</w:t>
            </w:r>
          </w:p>
          <w:p w14:paraId="542BBBF1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Concorrentes.</w:t>
            </w:r>
          </w:p>
          <w:p w14:paraId="2CD5E03F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marca, posicionamento e mercados, segmentos-alvo.</w:t>
            </w:r>
          </w:p>
          <w:p w14:paraId="2408A69B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Circuitos e canais de vendas – diretos e indiretos.</w:t>
            </w:r>
          </w:p>
          <w:p w14:paraId="7AEC5A5A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distribuição.</w:t>
            </w:r>
          </w:p>
          <w:p w14:paraId="58532AED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comunicação.</w:t>
            </w:r>
          </w:p>
          <w:p w14:paraId="09A2A63C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comercialização – etapas, atividades, recursos.</w:t>
            </w:r>
          </w:p>
          <w:p w14:paraId="3FD000FF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Recursos humanos.</w:t>
            </w:r>
          </w:p>
          <w:p w14:paraId="29C30F21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investimento.</w:t>
            </w:r>
          </w:p>
          <w:p w14:paraId="3B282C52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financiamento – estruturas, fontes, custos de financiamento.</w:t>
            </w:r>
          </w:p>
          <w:p w14:paraId="0F391CA2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Projeções/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 financeiro – vendas, </w:t>
            </w: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rentabilidade.</w:t>
            </w:r>
          </w:p>
          <w:p w14:paraId="1D0C3A56" w14:textId="77777777" w:rsidR="008E26FF" w:rsidRPr="00A7241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gestão e controlo do negócio – vendas, produção, informação financeira.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6B3A7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Identificar, selecionar e explorar as fontes de informação relevantes.</w:t>
            </w:r>
          </w:p>
          <w:p w14:paraId="5CC719A2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Apresentar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ideia de negócio.</w:t>
            </w:r>
          </w:p>
          <w:p w14:paraId="5D2F4161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Fundamentar a viabilidade base do projeto/produto/ideia.</w:t>
            </w:r>
          </w:p>
          <w:p w14:paraId="78EC04CB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dimensão do mercado, necessidades e segmentação de clientes, público-alvo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concorrentes.</w:t>
            </w:r>
          </w:p>
          <w:p w14:paraId="1180E8CB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objetivos e atividades do projeto/produto/ideia.</w:t>
            </w:r>
          </w:p>
          <w:p w14:paraId="196F6FC4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produtivo.</w:t>
            </w:r>
          </w:p>
          <w:p w14:paraId="631F78A2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custos de produção.</w:t>
            </w:r>
          </w:p>
          <w:p w14:paraId="4963D52A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concorrentes.</w:t>
            </w:r>
          </w:p>
          <w:p w14:paraId="15F57ED5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a estratégia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60F6B4D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canais de venda e distribuição.</w:t>
            </w:r>
          </w:p>
          <w:p w14:paraId="18942C1C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potenciais fornecedores.</w:t>
            </w:r>
          </w:p>
          <w:p w14:paraId="076CFE6D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estrutura de recursos humanos a envolver.</w:t>
            </w:r>
          </w:p>
          <w:p w14:paraId="7B693D50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investimentos iniciais.</w:t>
            </w:r>
          </w:p>
          <w:p w14:paraId="0F621C3A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as potenciais estruturas, fontes, período e fases de financiamento.</w:t>
            </w:r>
          </w:p>
          <w:p w14:paraId="41E1A1C8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a projeção de vendas.</w:t>
            </w:r>
          </w:p>
          <w:p w14:paraId="08083ECA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Calcular as projeções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F5D89A6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Aferir a viabilidade económico-financeira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sustentabilidade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projeto.</w:t>
            </w:r>
          </w:p>
          <w:p w14:paraId="02767CFA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cronograma de implementação.</w:t>
            </w:r>
          </w:p>
          <w:p w14:paraId="16A523DE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medidas de controlo e ações corretivas para eventuais desvios.</w:t>
            </w:r>
          </w:p>
          <w:p w14:paraId="585DB319" w14:textId="77777777" w:rsidR="008E26FF" w:rsidRPr="002D542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9866F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pontos críticos de desenvolvimento do projeto.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CA073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esponsabilidade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pelas suas ações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2941181" w14:textId="77777777" w:rsidR="008E26FF" w:rsidRPr="000A223C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5703E69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3E16ECA2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1080CCF3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843431F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772C2A0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8A116BE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6F24DB7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089C4564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6E1ED3FC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2FB74F67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266DE8C7" w14:textId="77777777" w:rsidR="008E26FF" w:rsidRPr="002A6E9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equipa.</w:t>
            </w:r>
          </w:p>
          <w:p w14:paraId="6187E345" w14:textId="77777777" w:rsidR="008E26FF" w:rsidRPr="002D542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rganização.</w:t>
            </w:r>
          </w:p>
        </w:tc>
      </w:tr>
    </w:tbl>
    <w:p w14:paraId="2C4B442C" w14:textId="77777777" w:rsidR="008E26FF" w:rsidRDefault="008E26FF" w:rsidP="008E26F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E8312A4" w14:textId="77777777" w:rsidR="008E26FF" w:rsidRPr="00F87025" w:rsidRDefault="008E26FF" w:rsidP="008E26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56F026E" w14:textId="77777777" w:rsidR="008E26FF" w:rsidRPr="00F20E6F" w:rsidRDefault="008E26FF" w:rsidP="008E26F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5146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o plano de negócios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EBD2288" w14:textId="77777777" w:rsidR="008E26FF" w:rsidRPr="00B450A1" w:rsidRDefault="008E26FF" w:rsidP="008E26F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CD1. Apresentando um documento completo, claro e simples, com uma proposta de valor única, viável e sustentável.</w:t>
      </w:r>
    </w:p>
    <w:p w14:paraId="68E29CD0" w14:textId="77777777" w:rsidR="008E26FF" w:rsidRPr="00B450A1" w:rsidRDefault="008E26FF" w:rsidP="008E26F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Descrevendo a ideia/produto/projeto, o mercado e os recursos necessários.</w:t>
      </w:r>
    </w:p>
    <w:p w14:paraId="58A6B67F" w14:textId="77777777" w:rsidR="008E26FF" w:rsidRPr="00B450A1" w:rsidRDefault="008E26FF" w:rsidP="008E26F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CD3. D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escrevendo a estratégia comercial.</w:t>
      </w:r>
    </w:p>
    <w:p w14:paraId="0EB4054D" w14:textId="77777777" w:rsidR="008E26FF" w:rsidRPr="00B450A1" w:rsidRDefault="008E26FF" w:rsidP="008E26F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ao nível do investimento e ao nível financeiro.</w:t>
      </w:r>
    </w:p>
    <w:p w14:paraId="2B3C0250" w14:textId="77777777" w:rsidR="008E26FF" w:rsidRPr="00B450A1" w:rsidRDefault="008E26FF" w:rsidP="008E26F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de gestão e controlo do negócio.</w:t>
      </w:r>
    </w:p>
    <w:p w14:paraId="38317867" w14:textId="77777777" w:rsidR="008E26FF" w:rsidRPr="00136AD8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E4C9E1" w14:textId="77777777" w:rsidR="008E26FF" w:rsidRPr="00F87025" w:rsidRDefault="008E26FF" w:rsidP="008E26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0219AFF" w14:textId="77777777" w:rsidR="008E26FF" w:rsidRPr="005A0647" w:rsidRDefault="008E26FF" w:rsidP="008E26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344415CF" w14:textId="77777777" w:rsidR="008E26FF" w:rsidRPr="00051C79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0572A1" w14:textId="77777777" w:rsidR="008E26FF" w:rsidRPr="00F87025" w:rsidRDefault="008E26FF" w:rsidP="008E26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30B4874" w14:textId="77777777" w:rsidR="008E26FF" w:rsidRPr="002A6E9B" w:rsidRDefault="008E26FF" w:rsidP="008E26FF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Dispositivo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tecnológicos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com acesso à internet. </w:t>
      </w:r>
    </w:p>
    <w:p w14:paraId="12E76C4D" w14:textId="77777777" w:rsidR="008E26FF" w:rsidRPr="002A6E9B" w:rsidRDefault="008E26FF" w:rsidP="008E26FF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Estudos de mercados, estatísticas nacionais e internacionais, meios de comunicação social.</w:t>
      </w:r>
    </w:p>
    <w:p w14:paraId="533277A6" w14:textId="77777777" w:rsidR="008E26FF" w:rsidRPr="002A6E9B" w:rsidRDefault="008E26FF" w:rsidP="008E26FF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5225058D" w14:textId="77777777" w:rsidR="008E26FF" w:rsidRPr="002A6E9B" w:rsidRDefault="008E26FF" w:rsidP="008E26FF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i/>
          <w:sz w:val="18"/>
          <w:szCs w:val="18"/>
        </w:rPr>
        <w:t xml:space="preserve">Software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>de análise e tratamento de dados (base de dados, folha de cálculo, outros).</w:t>
      </w:r>
    </w:p>
    <w:p w14:paraId="7152E1CA" w14:textId="77777777" w:rsidR="008E26FF" w:rsidRPr="002A6E9B" w:rsidRDefault="008E26FF" w:rsidP="008E26FF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Sistema de informação de apoio ao planeamento e avaliação.</w:t>
      </w:r>
    </w:p>
    <w:p w14:paraId="13ACEDFC" w14:textId="77777777" w:rsidR="008E26FF" w:rsidRPr="002A6E9B" w:rsidRDefault="008E26FF" w:rsidP="008E26FF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6C3289BA" w14:textId="77777777" w:rsidR="008E26FF" w:rsidRPr="00051C79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DA92B6" w14:textId="77777777" w:rsidR="008E26FF" w:rsidRPr="001C2A6D" w:rsidRDefault="008E26FF" w:rsidP="008E26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</w:t>
      </w:r>
      <w:r>
        <w:rPr>
          <w:rFonts w:ascii="Verdana Pro Light" w:hAnsi="Verdana Pro Light"/>
          <w:b/>
          <w:smallCaps/>
          <w:sz w:val="20"/>
        </w:rPr>
        <w:t>s</w:t>
      </w:r>
    </w:p>
    <w:p w14:paraId="013B50EC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9C2A6D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147663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0E6A49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1066D0" w14:textId="77777777" w:rsidR="008E26FF" w:rsidRDefault="008E26FF" w:rsidP="008E26FF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E26FF" w:rsidRPr="00136AD8" w14:paraId="5B3530F9" w14:textId="77777777" w:rsidTr="00AD5C45">
        <w:trPr>
          <w:trHeight w:val="414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544E972" w14:textId="282011DF" w:rsidR="008E26FF" w:rsidRPr="00136AD8" w:rsidRDefault="008E26FF" w:rsidP="00AD5C45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2</w:t>
            </w:r>
            <w:r w:rsidR="00A50E13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FBC7083" w14:textId="77777777" w:rsidR="008E26FF" w:rsidRPr="009C256C" w:rsidRDefault="008E26FF" w:rsidP="00AD5C45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Desenvolver competências pessoais e criativas</w:t>
            </w:r>
          </w:p>
        </w:tc>
      </w:tr>
      <w:tr w:rsidR="008E26FF" w:rsidRPr="00136AD8" w14:paraId="0FDE33C2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2A4A311" w14:textId="77777777" w:rsidR="008E26FF" w:rsidRPr="00136AD8" w:rsidRDefault="008E26FF" w:rsidP="00AD5C45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hAnsi="Verdana Pro Light" w:cs="Times New Roman"/>
                <w:smallCaps/>
                <w:color w:val="C45911" w:themeColor="accent2" w:themeShade="BF"/>
                <w:sz w:val="20"/>
                <w:szCs w:val="20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1107827" w14:textId="77777777" w:rsidR="008E26FF" w:rsidRPr="00136AD8" w:rsidRDefault="008E26FF" w:rsidP="00AD5C45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eastAsia="Arial Unicode MS" w:hAnsi="Verdana Pro Light" w:cs="Times New Roman"/>
                <w:color w:val="C45911" w:themeColor="accent2" w:themeShade="BF"/>
                <w:sz w:val="20"/>
                <w:szCs w:val="20"/>
              </w:rPr>
              <w:t>Desenvolvimento pessoal e criativo</w:t>
            </w:r>
          </w:p>
        </w:tc>
      </w:tr>
    </w:tbl>
    <w:p w14:paraId="5A7446CF" w14:textId="77777777" w:rsidR="008E26FF" w:rsidRPr="00136AD8" w:rsidRDefault="008E26FF" w:rsidP="008E26F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9CD48EB" w14:textId="77777777" w:rsidR="008E26FF" w:rsidRPr="003200F2" w:rsidRDefault="008E26FF" w:rsidP="008E26F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373316C" w14:textId="77777777" w:rsidR="008E26FF" w:rsidRPr="00136AD8" w:rsidRDefault="008E26FF" w:rsidP="008E26F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E26FF" w:rsidRPr="00136AD8" w14:paraId="1D3851A5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3BABBD" w14:textId="77777777" w:rsidR="008E26FF" w:rsidRPr="001B353A" w:rsidRDefault="008E26F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E26FF" w:rsidRPr="00136AD8" w14:paraId="43B30893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A0F492" w14:textId="77777777" w:rsidR="008E26FF" w:rsidRPr="001B353A" w:rsidRDefault="008E26F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competências pessoais e identitárias.</w:t>
            </w:r>
          </w:p>
          <w:p w14:paraId="7DD33F68" w14:textId="77777777" w:rsidR="008E26FF" w:rsidRPr="001B353A" w:rsidRDefault="008E26F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Estabelecer objetivos pessoais, profissionais e sociais.</w:t>
            </w:r>
          </w:p>
          <w:p w14:paraId="2C3465BB" w14:textId="77777777" w:rsidR="008E26FF" w:rsidRDefault="008E26FF" w:rsidP="00AD5C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Recolher </w:t>
            </w:r>
            <w:r w:rsidRPr="000E49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estruturar o plano de ação pessoal.</w:t>
            </w:r>
          </w:p>
          <w:p w14:paraId="712F6E9A" w14:textId="77777777" w:rsidR="008E26FF" w:rsidRPr="001B353A" w:rsidRDefault="008E26FF" w:rsidP="00AD5C45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bCs/>
                <w:smallCaps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as competências mobilizadas.</w:t>
            </w:r>
          </w:p>
        </w:tc>
      </w:tr>
      <w:tr w:rsidR="008E26FF" w:rsidRPr="00136AD8" w14:paraId="51BBD774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5CC858" w14:textId="77777777" w:rsidR="008E26FF" w:rsidRPr="001B353A" w:rsidRDefault="008E26F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07EA2BF" w14:textId="77777777" w:rsidR="008E26FF" w:rsidRPr="001B353A" w:rsidRDefault="008E26F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5365DDE" w14:textId="77777777" w:rsidR="008E26FF" w:rsidRPr="001B353A" w:rsidRDefault="008E26FF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E26FF" w:rsidRPr="00136AD8" w14:paraId="1FF58254" w14:textId="77777777" w:rsidTr="00AD5C45">
        <w:trPr>
          <w:trHeight w:val="977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553C2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 – desenvolvimento biopsicossocial, experiência de vida. </w:t>
            </w:r>
          </w:p>
          <w:p w14:paraId="34AB126B" w14:textId="77777777" w:rsidR="008E26FF" w:rsidRPr="00CF6130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-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desconstrução da formalidade, 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estereótipo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preconceito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1EE5DA7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Níveis de consciência – pessoal e social.</w:t>
            </w:r>
          </w:p>
          <w:p w14:paraId="508B8DC8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emoções.</w:t>
            </w:r>
          </w:p>
          <w:p w14:paraId="14CB21C0" w14:textId="77777777" w:rsidR="008E26FF" w:rsidRPr="00520F8E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Inteligência emocional –</w:t>
            </w:r>
            <w:r w:rsidRPr="00C041D3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inteligência, </w:t>
            </w: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dimensões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intrapessoais (autoconhecimento, controlo emocional,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e interpessoais (reconhecimento de emoções dos outros, relação interpessoal), influência comportamental.</w:t>
            </w:r>
          </w:p>
          <w:p w14:paraId="4FDA9266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Empoderamento e capacitação pessoal – benefícios.</w:t>
            </w:r>
          </w:p>
          <w:p w14:paraId="0F2F301E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expetativas.</w:t>
            </w:r>
          </w:p>
          <w:p w14:paraId="2055B94E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13B2A6FA" w14:textId="77777777" w:rsidR="008E26FF" w:rsidRPr="00CF6130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</w:t>
            </w:r>
            <w:r w:rsidRPr="00D87E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processo criativo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princípios.</w:t>
            </w:r>
          </w:p>
          <w:p w14:paraId="47BC7CCB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2141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estimulação da criatividade, sensibilidade e curiosidade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r w:rsidRPr="00393633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brainstorming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associação de ideias, mapas mentais, improvisação, entre outras.</w:t>
            </w:r>
          </w:p>
          <w:p w14:paraId="250C4586" w14:textId="77777777" w:rsidR="008E26FF" w:rsidRPr="004E2FD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ação pessoal.</w:t>
            </w:r>
          </w:p>
          <w:p w14:paraId="62D3EDFC" w14:textId="77777777" w:rsidR="008E26FF" w:rsidRPr="005E1132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Autoavaliação de competências e de desempenho.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DC13F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a importância do autoconhecimento para o processo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melhoria e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aprendizagem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longo da vida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2CB92E2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caraterísticas, emoções e competências pessoais.</w:t>
            </w:r>
          </w:p>
          <w:p w14:paraId="36CED1D4" w14:textId="77777777" w:rsidR="008E26FF" w:rsidRPr="004B5CB8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 sobre 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necessidades e lacunas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ao nível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das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competências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75470CE" w14:textId="77777777" w:rsidR="008E26FF" w:rsidRPr="004B5CB8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prioridades.</w:t>
            </w:r>
          </w:p>
          <w:p w14:paraId="3D7870EB" w14:textId="77777777" w:rsidR="008E26FF" w:rsidRPr="004B5CB8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Pesquisar informação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sobre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temáticas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que tem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interesse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 necessidade.</w:t>
            </w:r>
          </w:p>
          <w:p w14:paraId="5090B84B" w14:textId="77777777" w:rsidR="008E26FF" w:rsidRPr="00E8391B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</w:t>
            </w: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estimulação da criatividade, sensibilidade e curiosidade.</w:t>
            </w:r>
          </w:p>
          <w:p w14:paraId="5AFAF5AD" w14:textId="77777777" w:rsidR="008E26FF" w:rsidRPr="00517AA8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linhas orientadoras do plano de ação pessoal.</w:t>
            </w:r>
          </w:p>
          <w:p w14:paraId="68AFE548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 autorreflexão sobre as competências adquiridas e/ou desenvolvidas.</w:t>
            </w:r>
          </w:p>
          <w:p w14:paraId="3EFBE987" w14:textId="77777777" w:rsidR="008E26FF" w:rsidRPr="005E1132" w:rsidRDefault="008E26FF" w:rsidP="00AD5C45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13AA8DF" w14:textId="77777777" w:rsidR="008E26FF" w:rsidRPr="005E1132" w:rsidRDefault="008E26FF" w:rsidP="00AD5C45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D6222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595A7423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E264EFC" w14:textId="77777777" w:rsidR="008E26FF" w:rsidRPr="00736333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1EB10572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82AAF79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689A6C41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0737D567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04029774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278F81B" w14:textId="77777777" w:rsidR="008E26FF" w:rsidRPr="00736333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5D32224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FD17C25" w14:textId="77777777" w:rsidR="008E26FF" w:rsidRDefault="008E26FF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6CE16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29472B5" w14:textId="77777777" w:rsidR="008E26FF" w:rsidRPr="00B8378C" w:rsidRDefault="008E26FF" w:rsidP="00AD5C4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01465E" w14:textId="77777777" w:rsidR="008E26FF" w:rsidRPr="005E1132" w:rsidRDefault="008E26FF" w:rsidP="00AD5C45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895A5DC" w14:textId="77777777" w:rsidR="008E26FF" w:rsidRDefault="008E26FF" w:rsidP="008E26F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008BE7E" w14:textId="77777777" w:rsidR="008E26FF" w:rsidRDefault="008E26FF" w:rsidP="008E26FF">
      <w:pPr>
        <w:rPr>
          <w:rFonts w:ascii="Verdana Pro Light" w:hAnsi="Verdana Pro Light"/>
          <w:smallCaps/>
        </w:rPr>
      </w:pPr>
    </w:p>
    <w:p w14:paraId="3A80ABE2" w14:textId="77777777" w:rsidR="008E26FF" w:rsidRPr="00F87025" w:rsidRDefault="008E26FF" w:rsidP="008E26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54EDB35" w14:textId="77777777" w:rsidR="008E26FF" w:rsidRPr="00F20E6F" w:rsidRDefault="008E26FF" w:rsidP="008E26FF">
      <w:pPr>
        <w:spacing w:before="120"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Desenvolver competências pessoais e criativas:</w:t>
      </w:r>
    </w:p>
    <w:p w14:paraId="6D3C85D9" w14:textId="77777777" w:rsidR="008E26FF" w:rsidRPr="00B450A1" w:rsidRDefault="008E26FF" w:rsidP="008E26F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 xml:space="preserve">Identificando as suas potencialidades e necessidades individuais e profissionais. </w:t>
      </w:r>
    </w:p>
    <w:p w14:paraId="45E7D0F0" w14:textId="77777777" w:rsidR="008E26FF" w:rsidRPr="00B450A1" w:rsidRDefault="008E26FF" w:rsidP="008E26F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Definindo objetivos de curto, médio e longo prazo.</w:t>
      </w:r>
    </w:p>
    <w:p w14:paraId="694771CF" w14:textId="77777777" w:rsidR="008E26FF" w:rsidRPr="00B450A1" w:rsidRDefault="008E26FF" w:rsidP="008E26F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Mobilizando ferramentas de desenvolvimento pessoal.</w:t>
      </w:r>
    </w:p>
    <w:p w14:paraId="74E5FE3E" w14:textId="77777777" w:rsidR="008E26FF" w:rsidRPr="00136AD8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578DE1" w14:textId="77777777" w:rsidR="008E26FF" w:rsidRPr="00F87025" w:rsidRDefault="008E26FF" w:rsidP="008E26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7EAC63B" w14:textId="77777777" w:rsidR="008E26FF" w:rsidRPr="00CD4CF0" w:rsidRDefault="008E26FF" w:rsidP="008E26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64C3A8F0" w14:textId="77777777" w:rsidR="008E26FF" w:rsidRPr="00051C79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34E16B" w14:textId="77777777" w:rsidR="008E26FF" w:rsidRPr="00CD4CF0" w:rsidRDefault="008E26FF" w:rsidP="008E26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4B8A4BB" w14:textId="77777777" w:rsidR="008E26FF" w:rsidRPr="00E27581" w:rsidRDefault="008E26FF" w:rsidP="008E26F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5A94721F" w14:textId="77777777" w:rsidR="008E26FF" w:rsidRDefault="008E26FF" w:rsidP="008E26F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desenvolvimento pessoal.</w:t>
      </w:r>
    </w:p>
    <w:p w14:paraId="0BEB0773" w14:textId="77777777" w:rsidR="008E26FF" w:rsidRPr="00A7105B" w:rsidRDefault="008E26FF" w:rsidP="008E26FF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28987BD" w14:textId="77777777" w:rsidR="008E26FF" w:rsidRPr="00F87025" w:rsidRDefault="008E26FF" w:rsidP="008E26F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1294A03" w14:textId="77777777" w:rsidR="008E26FF" w:rsidRPr="00051C79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08FB3B" w14:textId="77777777" w:rsidR="008E26FF" w:rsidRPr="00051C79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9ACB5E" w14:textId="77777777" w:rsidR="008E26FF" w:rsidRPr="00051C79" w:rsidRDefault="008E26FF" w:rsidP="008E26FF">
      <w:pPr>
        <w:rPr>
          <w:rFonts w:ascii="Verdana Pro Light" w:hAnsi="Verdana Pro Light"/>
          <w:smallCaps/>
        </w:rPr>
      </w:pPr>
    </w:p>
    <w:p w14:paraId="7C78BEAE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38269A" w14:textId="77777777" w:rsidR="008E26FF" w:rsidRDefault="008E26FF" w:rsidP="008E26F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C23A0F" w14:textId="77777777" w:rsidR="008E26FF" w:rsidRDefault="008E26FF" w:rsidP="00FF4F58">
      <w:pPr>
        <w:rPr>
          <w:rFonts w:ascii="Verdana Pro Light" w:hAnsi="Verdana Pro Light"/>
          <w:smallCaps/>
        </w:rPr>
      </w:pPr>
    </w:p>
    <w:p w14:paraId="501ADD2A" w14:textId="77777777" w:rsidR="00C47778" w:rsidRDefault="00C47778" w:rsidP="00FF4F58">
      <w:pPr>
        <w:rPr>
          <w:rFonts w:ascii="Verdana Pro Light" w:hAnsi="Verdana Pro Light"/>
          <w:smallCaps/>
        </w:rPr>
      </w:pPr>
    </w:p>
    <w:p w14:paraId="66D77A56" w14:textId="77777777" w:rsidR="00C47778" w:rsidRDefault="00C47778" w:rsidP="00FF4F58">
      <w:pPr>
        <w:rPr>
          <w:rFonts w:ascii="Verdana Pro Light" w:hAnsi="Verdana Pro Light"/>
          <w:smallCaps/>
        </w:rPr>
      </w:pPr>
    </w:p>
    <w:p w14:paraId="239AFD8E" w14:textId="77777777" w:rsidR="00C47778" w:rsidRDefault="00C47778" w:rsidP="00FF4F58">
      <w:pPr>
        <w:rPr>
          <w:rFonts w:ascii="Verdana Pro Light" w:hAnsi="Verdana Pro Light"/>
          <w:smallCaps/>
        </w:rPr>
      </w:pPr>
    </w:p>
    <w:p w14:paraId="2ADA552B" w14:textId="77777777" w:rsidR="00C47778" w:rsidRDefault="00C47778" w:rsidP="00FF4F58">
      <w:pPr>
        <w:rPr>
          <w:rFonts w:ascii="Verdana Pro Light" w:hAnsi="Verdana Pro Light"/>
          <w:smallCaps/>
        </w:rPr>
      </w:pPr>
    </w:p>
    <w:p w14:paraId="0EB2C514" w14:textId="77777777" w:rsidR="00C47778" w:rsidRDefault="00C47778" w:rsidP="00FF4F58">
      <w:pPr>
        <w:rPr>
          <w:rFonts w:ascii="Verdana Pro Light" w:hAnsi="Verdana Pro Light"/>
          <w:smallCaps/>
        </w:rPr>
      </w:pPr>
    </w:p>
    <w:p w14:paraId="45899C86" w14:textId="77777777" w:rsidR="00C47778" w:rsidRDefault="00C47778" w:rsidP="00FF4F58">
      <w:pPr>
        <w:rPr>
          <w:rFonts w:ascii="Verdana Pro Light" w:hAnsi="Verdana Pro Light"/>
          <w:smallCaps/>
        </w:rPr>
      </w:pPr>
    </w:p>
    <w:p w14:paraId="6CE24629" w14:textId="77777777" w:rsidR="00C47778" w:rsidRDefault="00C47778" w:rsidP="00FF4F58">
      <w:pPr>
        <w:rPr>
          <w:rFonts w:ascii="Verdana Pro Light" w:hAnsi="Verdana Pro Light"/>
          <w:smallCaps/>
        </w:rPr>
      </w:pPr>
    </w:p>
    <w:p w14:paraId="0C6448A5" w14:textId="77777777" w:rsidR="00C47778" w:rsidRDefault="00C47778" w:rsidP="00FF4F58">
      <w:pPr>
        <w:rPr>
          <w:rFonts w:ascii="Verdana Pro Light" w:hAnsi="Verdana Pro Light"/>
          <w:smallCaps/>
        </w:rPr>
      </w:pPr>
    </w:p>
    <w:p w14:paraId="028E52A0" w14:textId="77777777" w:rsidR="00C47778" w:rsidRDefault="00C47778" w:rsidP="00FF4F58">
      <w:pPr>
        <w:rPr>
          <w:rFonts w:ascii="Verdana Pro Light" w:hAnsi="Verdana Pro Light"/>
          <w:smallCaps/>
        </w:rPr>
      </w:pPr>
    </w:p>
    <w:p w14:paraId="613B8108" w14:textId="77777777" w:rsidR="00C47778" w:rsidRDefault="00C47778" w:rsidP="00FF4F58">
      <w:pPr>
        <w:rPr>
          <w:rFonts w:ascii="Verdana Pro Light" w:hAnsi="Verdana Pro Light"/>
          <w:smallCaps/>
        </w:rPr>
      </w:pPr>
    </w:p>
    <w:sectPr w:rsidR="00C47778" w:rsidSect="00E4299A">
      <w:footerReference w:type="default" r:id="rId12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5E2BE" w14:textId="77777777" w:rsidR="00E4299A" w:rsidRDefault="00E4299A" w:rsidP="00AC6E34">
      <w:pPr>
        <w:spacing w:after="0" w:line="240" w:lineRule="auto"/>
      </w:pPr>
      <w:r>
        <w:separator/>
      </w:r>
    </w:p>
  </w:endnote>
  <w:endnote w:type="continuationSeparator" w:id="0">
    <w:p w14:paraId="55117ED6" w14:textId="77777777" w:rsidR="00E4299A" w:rsidRDefault="00E4299A" w:rsidP="00AC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6B13" w14:textId="77777777" w:rsidR="000C1506" w:rsidRDefault="000C1506">
    <w:pPr>
      <w:pStyle w:val="Rodap"/>
      <w:jc w:val="right"/>
    </w:pPr>
  </w:p>
  <w:p w14:paraId="0D4CA54D" w14:textId="77777777" w:rsidR="000C1506" w:rsidRDefault="000C150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98470" w14:textId="51453ED3" w:rsidR="000C1506" w:rsidRPr="00FD203A" w:rsidRDefault="000C1506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     </w:t>
    </w:r>
    <w:r w:rsidR="00FB1187">
      <w:rPr>
        <w:rFonts w:ascii="Verdana Pro Light" w:hAnsi="Verdana Pro Light"/>
        <w:sz w:val="14"/>
        <w:szCs w:val="14"/>
      </w:rPr>
      <w:t xml:space="preserve">Produção de conteúdos </w:t>
    </w:r>
    <w:r w:rsidR="002B42BA">
      <w:rPr>
        <w:rFonts w:ascii="Verdana Pro Light" w:hAnsi="Verdana Pro Light"/>
        <w:sz w:val="14"/>
        <w:szCs w:val="14"/>
      </w:rPr>
      <w:t>interativos</w:t>
    </w:r>
    <w:r w:rsidRPr="00FD203A">
      <w:rPr>
        <w:rFonts w:ascii="Verdana Pro Light" w:hAnsi="Verdana Pro Light"/>
        <w:sz w:val="14"/>
        <w:szCs w:val="14"/>
      </w:rPr>
      <w:t xml:space="preserve"> Nível </w:t>
    </w:r>
    <w:r w:rsidR="002B42BA">
      <w:rPr>
        <w:rFonts w:ascii="Verdana Pro Light" w:hAnsi="Verdana Pro Light"/>
        <w:sz w:val="14"/>
        <w:szCs w:val="14"/>
      </w:rPr>
      <w:t>4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>
      <w:rPr>
        <w:rFonts w:ascii="Verdana Pro Light" w:hAnsi="Verdana Pro Light"/>
        <w:noProof/>
        <w:sz w:val="14"/>
        <w:szCs w:val="14"/>
      </w:rPr>
      <w:t>1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4C5A93AE" w14:textId="77777777" w:rsidR="000C1506" w:rsidRDefault="000C1506">
    <w:pPr>
      <w:pStyle w:val="Rodap"/>
      <w:jc w:val="right"/>
    </w:pPr>
  </w:p>
  <w:p w14:paraId="49E04FA1" w14:textId="77777777" w:rsidR="000C1506" w:rsidRDefault="000C150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991CA" w14:textId="77777777" w:rsidR="00E4299A" w:rsidRDefault="00E4299A" w:rsidP="00AC6E34">
      <w:pPr>
        <w:spacing w:after="0" w:line="240" w:lineRule="auto"/>
      </w:pPr>
      <w:r>
        <w:separator/>
      </w:r>
    </w:p>
  </w:footnote>
  <w:footnote w:type="continuationSeparator" w:id="0">
    <w:p w14:paraId="5D663716" w14:textId="77777777" w:rsidR="00E4299A" w:rsidRDefault="00E4299A" w:rsidP="00AC6E34">
      <w:pPr>
        <w:spacing w:after="0" w:line="240" w:lineRule="auto"/>
      </w:pPr>
      <w:r>
        <w:continuationSeparator/>
      </w:r>
    </w:p>
  </w:footnote>
  <w:footnote w:id="1">
    <w:p w14:paraId="42EC89AC" w14:textId="77777777" w:rsidR="00146772" w:rsidRDefault="00146772" w:rsidP="00146772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6B58858A" w14:textId="77777777" w:rsidR="000C1506" w:rsidRDefault="000C1506" w:rsidP="00234037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3E07F110" w14:textId="77777777" w:rsidR="000C1506" w:rsidRPr="00616272" w:rsidRDefault="000C1506" w:rsidP="00616272">
      <w:pPr>
        <w:pStyle w:val="Textodenotaderodap"/>
        <w:rPr>
          <w:rFonts w:ascii="Verdana Pro Light" w:hAnsi="Verdana Pro Light"/>
          <w:sz w:val="16"/>
        </w:rPr>
      </w:pPr>
    </w:p>
  </w:footnote>
  <w:footnote w:id="3">
    <w:p w14:paraId="281EDBD9" w14:textId="77777777" w:rsidR="002B7AE3" w:rsidRPr="002962FF" w:rsidRDefault="002B7AE3" w:rsidP="002B7AE3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42E4E774" w14:textId="77777777" w:rsidR="002B7AE3" w:rsidRPr="0084302A" w:rsidRDefault="002B7AE3" w:rsidP="002B7AE3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EA3E" w14:textId="77777777" w:rsidR="000C1506" w:rsidRDefault="000C1506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61312" behindDoc="1" locked="0" layoutInCell="1" allowOverlap="1" wp14:anchorId="17148D98" wp14:editId="0A88BECA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3B0BF232" wp14:editId="54574573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D0424"/>
    <w:multiLevelType w:val="multilevel"/>
    <w:tmpl w:val="FC641DA0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97086D"/>
    <w:multiLevelType w:val="hybridMultilevel"/>
    <w:tmpl w:val="F7EA845A"/>
    <w:lvl w:ilvl="0" w:tplc="507AB15A">
      <w:numFmt w:val="bullet"/>
      <w:lvlText w:val=""/>
      <w:lvlJc w:val="left"/>
      <w:pPr>
        <w:ind w:left="1146" w:hanging="360"/>
      </w:pPr>
      <w:rPr>
        <w:rFonts w:ascii="Wingdings" w:eastAsia="Times New Roman" w:hAnsi="Wingdings" w:cs="Aria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 w15:restartNumberingAfterBreak="0">
    <w:nsid w:val="13A18FB6"/>
    <w:multiLevelType w:val="hybridMultilevel"/>
    <w:tmpl w:val="21947D8E"/>
    <w:lvl w:ilvl="0" w:tplc="FFFFFFFF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B4120"/>
    <w:multiLevelType w:val="hybridMultilevel"/>
    <w:tmpl w:val="63923986"/>
    <w:lvl w:ilvl="0" w:tplc="A2D2E9D6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7F408BF"/>
    <w:multiLevelType w:val="hybridMultilevel"/>
    <w:tmpl w:val="562A0EB2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7" w15:restartNumberingAfterBreak="0">
    <w:nsid w:val="39AB18B2"/>
    <w:multiLevelType w:val="multilevel"/>
    <w:tmpl w:val="473C3770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·"/>
      <w:lvlJc w:val="left"/>
      <w:pPr>
        <w:ind w:left="2595" w:hanging="435"/>
      </w:pPr>
      <w:rPr>
        <w:rFonts w:ascii="Verdana Pro Light" w:eastAsia="Verdana Pro Light" w:hAnsi="Verdana Pro Light" w:cs="Verdana Pro Light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FE62D2A"/>
    <w:multiLevelType w:val="multilevel"/>
    <w:tmpl w:val="9B8260B8"/>
    <w:lvl w:ilvl="0">
      <w:numFmt w:val="bullet"/>
      <w:pStyle w:val="AR1-Realizacoes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1817BC3"/>
    <w:multiLevelType w:val="multilevel"/>
    <w:tmpl w:val="8B9692C4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68F6811"/>
    <w:multiLevelType w:val="multilevel"/>
    <w:tmpl w:val="41D61AAE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2" w15:restartNumberingAfterBreak="0">
    <w:nsid w:val="6DFB7EDC"/>
    <w:multiLevelType w:val="multilevel"/>
    <w:tmpl w:val="45C4D920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2B84A83"/>
    <w:multiLevelType w:val="hybridMultilevel"/>
    <w:tmpl w:val="63B691B2"/>
    <w:lvl w:ilvl="0" w:tplc="5DAC0C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5F5EA2"/>
    <w:multiLevelType w:val="multilevel"/>
    <w:tmpl w:val="5762BB38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BF246A9"/>
    <w:multiLevelType w:val="hybridMultilevel"/>
    <w:tmpl w:val="26588A1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920464">
    <w:abstractNumId w:val="2"/>
  </w:num>
  <w:num w:numId="2" w16cid:durableId="943928152">
    <w:abstractNumId w:val="6"/>
  </w:num>
  <w:num w:numId="3" w16cid:durableId="1448423692">
    <w:abstractNumId w:val="11"/>
  </w:num>
  <w:num w:numId="4" w16cid:durableId="1719547445">
    <w:abstractNumId w:val="5"/>
  </w:num>
  <w:num w:numId="5" w16cid:durableId="921065093">
    <w:abstractNumId w:val="3"/>
  </w:num>
  <w:num w:numId="6" w16cid:durableId="1851674025">
    <w:abstractNumId w:val="15"/>
  </w:num>
  <w:num w:numId="7" w16cid:durableId="268438644">
    <w:abstractNumId w:val="7"/>
  </w:num>
  <w:num w:numId="8" w16cid:durableId="854343503">
    <w:abstractNumId w:val="12"/>
  </w:num>
  <w:num w:numId="9" w16cid:durableId="918834060">
    <w:abstractNumId w:val="5"/>
  </w:num>
  <w:num w:numId="10" w16cid:durableId="603877323">
    <w:abstractNumId w:val="1"/>
  </w:num>
  <w:num w:numId="11" w16cid:durableId="503084625">
    <w:abstractNumId w:val="11"/>
  </w:num>
  <w:num w:numId="12" w16cid:durableId="483008171">
    <w:abstractNumId w:val="13"/>
  </w:num>
  <w:num w:numId="13" w16cid:durableId="508178489">
    <w:abstractNumId w:val="14"/>
  </w:num>
  <w:num w:numId="14" w16cid:durableId="1657800039">
    <w:abstractNumId w:val="0"/>
  </w:num>
  <w:num w:numId="15" w16cid:durableId="1757559547">
    <w:abstractNumId w:val="4"/>
  </w:num>
  <w:num w:numId="16" w16cid:durableId="915091426">
    <w:abstractNumId w:val="8"/>
  </w:num>
  <w:num w:numId="17" w16cid:durableId="912816722">
    <w:abstractNumId w:val="10"/>
  </w:num>
  <w:num w:numId="18" w16cid:durableId="15482961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80"/>
    <w:rsid w:val="00001EA1"/>
    <w:rsid w:val="000020D1"/>
    <w:rsid w:val="000104EB"/>
    <w:rsid w:val="00010869"/>
    <w:rsid w:val="000144A2"/>
    <w:rsid w:val="000158F4"/>
    <w:rsid w:val="00017B38"/>
    <w:rsid w:val="000364B9"/>
    <w:rsid w:val="0004062F"/>
    <w:rsid w:val="00041237"/>
    <w:rsid w:val="000431AB"/>
    <w:rsid w:val="00046A7E"/>
    <w:rsid w:val="00053A41"/>
    <w:rsid w:val="0005613C"/>
    <w:rsid w:val="00060B20"/>
    <w:rsid w:val="00060F9A"/>
    <w:rsid w:val="00061520"/>
    <w:rsid w:val="00080EF6"/>
    <w:rsid w:val="000973EC"/>
    <w:rsid w:val="00097875"/>
    <w:rsid w:val="000A5246"/>
    <w:rsid w:val="000A6580"/>
    <w:rsid w:val="000B126F"/>
    <w:rsid w:val="000B1DC2"/>
    <w:rsid w:val="000B479B"/>
    <w:rsid w:val="000B55E6"/>
    <w:rsid w:val="000B6869"/>
    <w:rsid w:val="000C1506"/>
    <w:rsid w:val="000C2959"/>
    <w:rsid w:val="000C35FE"/>
    <w:rsid w:val="000D4A05"/>
    <w:rsid w:val="000D6E7F"/>
    <w:rsid w:val="000D7839"/>
    <w:rsid w:val="000F605F"/>
    <w:rsid w:val="00107F02"/>
    <w:rsid w:val="00113D14"/>
    <w:rsid w:val="001176D5"/>
    <w:rsid w:val="00126D4A"/>
    <w:rsid w:val="0013166D"/>
    <w:rsid w:val="00131B3D"/>
    <w:rsid w:val="001438CC"/>
    <w:rsid w:val="00146570"/>
    <w:rsid w:val="00146772"/>
    <w:rsid w:val="001473C5"/>
    <w:rsid w:val="00155A46"/>
    <w:rsid w:val="00156143"/>
    <w:rsid w:val="00160607"/>
    <w:rsid w:val="0016613C"/>
    <w:rsid w:val="00172C52"/>
    <w:rsid w:val="00176E57"/>
    <w:rsid w:val="00177A6A"/>
    <w:rsid w:val="00190648"/>
    <w:rsid w:val="00192C26"/>
    <w:rsid w:val="00194168"/>
    <w:rsid w:val="001966E6"/>
    <w:rsid w:val="001A58B1"/>
    <w:rsid w:val="001B4FD2"/>
    <w:rsid w:val="001C26EB"/>
    <w:rsid w:val="001E0A50"/>
    <w:rsid w:val="001E4AE9"/>
    <w:rsid w:val="001E51EF"/>
    <w:rsid w:val="001F0988"/>
    <w:rsid w:val="001F4929"/>
    <w:rsid w:val="00201224"/>
    <w:rsid w:val="00201813"/>
    <w:rsid w:val="00204767"/>
    <w:rsid w:val="00204B99"/>
    <w:rsid w:val="00206618"/>
    <w:rsid w:val="002160F0"/>
    <w:rsid w:val="00216D19"/>
    <w:rsid w:val="00217F86"/>
    <w:rsid w:val="0023160C"/>
    <w:rsid w:val="00234037"/>
    <w:rsid w:val="0023571B"/>
    <w:rsid w:val="00240F7E"/>
    <w:rsid w:val="00244EB5"/>
    <w:rsid w:val="00250F16"/>
    <w:rsid w:val="00257CB6"/>
    <w:rsid w:val="0026052F"/>
    <w:rsid w:val="00261FB1"/>
    <w:rsid w:val="0026519E"/>
    <w:rsid w:val="0027228D"/>
    <w:rsid w:val="00276C58"/>
    <w:rsid w:val="002803E6"/>
    <w:rsid w:val="00282554"/>
    <w:rsid w:val="00284143"/>
    <w:rsid w:val="00291019"/>
    <w:rsid w:val="00292E3D"/>
    <w:rsid w:val="0029473F"/>
    <w:rsid w:val="002A5F23"/>
    <w:rsid w:val="002A6909"/>
    <w:rsid w:val="002B0690"/>
    <w:rsid w:val="002B42BA"/>
    <w:rsid w:val="002B7AE3"/>
    <w:rsid w:val="002B7C02"/>
    <w:rsid w:val="002B7C85"/>
    <w:rsid w:val="002C27AD"/>
    <w:rsid w:val="002C7437"/>
    <w:rsid w:val="002D06DC"/>
    <w:rsid w:val="002D1BEC"/>
    <w:rsid w:val="002D709F"/>
    <w:rsid w:val="002E1FFA"/>
    <w:rsid w:val="002E2394"/>
    <w:rsid w:val="002E5597"/>
    <w:rsid w:val="002F2957"/>
    <w:rsid w:val="002F47C9"/>
    <w:rsid w:val="002F5E88"/>
    <w:rsid w:val="00300ACC"/>
    <w:rsid w:val="00303933"/>
    <w:rsid w:val="0030487B"/>
    <w:rsid w:val="00317299"/>
    <w:rsid w:val="0032558B"/>
    <w:rsid w:val="00325B4D"/>
    <w:rsid w:val="00332C4A"/>
    <w:rsid w:val="003411B3"/>
    <w:rsid w:val="003425AE"/>
    <w:rsid w:val="00346D6E"/>
    <w:rsid w:val="00350BD5"/>
    <w:rsid w:val="003529D3"/>
    <w:rsid w:val="00353DE9"/>
    <w:rsid w:val="003545E4"/>
    <w:rsid w:val="00355C59"/>
    <w:rsid w:val="0036235E"/>
    <w:rsid w:val="0036737C"/>
    <w:rsid w:val="0037300B"/>
    <w:rsid w:val="00373BC7"/>
    <w:rsid w:val="00380207"/>
    <w:rsid w:val="003837E6"/>
    <w:rsid w:val="00392750"/>
    <w:rsid w:val="003929DD"/>
    <w:rsid w:val="00396FEB"/>
    <w:rsid w:val="003A181C"/>
    <w:rsid w:val="003A25C4"/>
    <w:rsid w:val="003A71C2"/>
    <w:rsid w:val="003B0E63"/>
    <w:rsid w:val="003B3F8D"/>
    <w:rsid w:val="003B4654"/>
    <w:rsid w:val="003C24CF"/>
    <w:rsid w:val="003C459B"/>
    <w:rsid w:val="003D1065"/>
    <w:rsid w:val="003D22DF"/>
    <w:rsid w:val="003D411C"/>
    <w:rsid w:val="003D6AC2"/>
    <w:rsid w:val="003E0E6E"/>
    <w:rsid w:val="003E1BF4"/>
    <w:rsid w:val="004000B1"/>
    <w:rsid w:val="00405624"/>
    <w:rsid w:val="00416888"/>
    <w:rsid w:val="00423D7C"/>
    <w:rsid w:val="00430953"/>
    <w:rsid w:val="00433678"/>
    <w:rsid w:val="00442B8A"/>
    <w:rsid w:val="00445B6D"/>
    <w:rsid w:val="00454C3F"/>
    <w:rsid w:val="00464BFD"/>
    <w:rsid w:val="00465466"/>
    <w:rsid w:val="00471AFC"/>
    <w:rsid w:val="004727E6"/>
    <w:rsid w:val="00474E09"/>
    <w:rsid w:val="004776E1"/>
    <w:rsid w:val="00483859"/>
    <w:rsid w:val="004861A1"/>
    <w:rsid w:val="00490581"/>
    <w:rsid w:val="004957BF"/>
    <w:rsid w:val="004A2794"/>
    <w:rsid w:val="004D104D"/>
    <w:rsid w:val="004D38A4"/>
    <w:rsid w:val="004D47B5"/>
    <w:rsid w:val="004E1C46"/>
    <w:rsid w:val="004E5570"/>
    <w:rsid w:val="004F117D"/>
    <w:rsid w:val="004F42A4"/>
    <w:rsid w:val="004F5E26"/>
    <w:rsid w:val="004F63F0"/>
    <w:rsid w:val="00501489"/>
    <w:rsid w:val="00501B37"/>
    <w:rsid w:val="00504D6A"/>
    <w:rsid w:val="00506131"/>
    <w:rsid w:val="005061A8"/>
    <w:rsid w:val="00507411"/>
    <w:rsid w:val="00510BF5"/>
    <w:rsid w:val="00524BE0"/>
    <w:rsid w:val="005258AE"/>
    <w:rsid w:val="0053318B"/>
    <w:rsid w:val="00543B93"/>
    <w:rsid w:val="00545A47"/>
    <w:rsid w:val="005466B9"/>
    <w:rsid w:val="00557EA4"/>
    <w:rsid w:val="00563538"/>
    <w:rsid w:val="00572E53"/>
    <w:rsid w:val="00575E60"/>
    <w:rsid w:val="005813B0"/>
    <w:rsid w:val="00581718"/>
    <w:rsid w:val="005832D2"/>
    <w:rsid w:val="00586CE3"/>
    <w:rsid w:val="005A0BC7"/>
    <w:rsid w:val="005A36E8"/>
    <w:rsid w:val="005B1B59"/>
    <w:rsid w:val="005B299B"/>
    <w:rsid w:val="005B2D4D"/>
    <w:rsid w:val="005B5B19"/>
    <w:rsid w:val="005C0481"/>
    <w:rsid w:val="005C1274"/>
    <w:rsid w:val="005C5F61"/>
    <w:rsid w:val="005E2185"/>
    <w:rsid w:val="005E379C"/>
    <w:rsid w:val="005E783D"/>
    <w:rsid w:val="005F0AF1"/>
    <w:rsid w:val="005F0CFD"/>
    <w:rsid w:val="005F1F59"/>
    <w:rsid w:val="00600F79"/>
    <w:rsid w:val="0060394F"/>
    <w:rsid w:val="00603B74"/>
    <w:rsid w:val="0061087E"/>
    <w:rsid w:val="00610FB9"/>
    <w:rsid w:val="00612684"/>
    <w:rsid w:val="006136CD"/>
    <w:rsid w:val="00613E2D"/>
    <w:rsid w:val="00616272"/>
    <w:rsid w:val="00625B3D"/>
    <w:rsid w:val="00632586"/>
    <w:rsid w:val="00634291"/>
    <w:rsid w:val="00635680"/>
    <w:rsid w:val="00662AC2"/>
    <w:rsid w:val="006779FD"/>
    <w:rsid w:val="00684175"/>
    <w:rsid w:val="00686A2E"/>
    <w:rsid w:val="00693A88"/>
    <w:rsid w:val="006942C8"/>
    <w:rsid w:val="006A0D65"/>
    <w:rsid w:val="006A361A"/>
    <w:rsid w:val="006A5334"/>
    <w:rsid w:val="006A7B5E"/>
    <w:rsid w:val="006B3D2F"/>
    <w:rsid w:val="006B4051"/>
    <w:rsid w:val="006B4FD9"/>
    <w:rsid w:val="006C0318"/>
    <w:rsid w:val="006C2611"/>
    <w:rsid w:val="006C4771"/>
    <w:rsid w:val="006F0B80"/>
    <w:rsid w:val="006F276D"/>
    <w:rsid w:val="006F3A66"/>
    <w:rsid w:val="006F4A8F"/>
    <w:rsid w:val="006F57A2"/>
    <w:rsid w:val="00701A2C"/>
    <w:rsid w:val="00701DDB"/>
    <w:rsid w:val="0070339C"/>
    <w:rsid w:val="00706A57"/>
    <w:rsid w:val="00712452"/>
    <w:rsid w:val="00712C22"/>
    <w:rsid w:val="00715402"/>
    <w:rsid w:val="007179E6"/>
    <w:rsid w:val="00721800"/>
    <w:rsid w:val="00722C04"/>
    <w:rsid w:val="0072311D"/>
    <w:rsid w:val="007275DE"/>
    <w:rsid w:val="00727CAB"/>
    <w:rsid w:val="00733411"/>
    <w:rsid w:val="00733709"/>
    <w:rsid w:val="00737850"/>
    <w:rsid w:val="0074198D"/>
    <w:rsid w:val="00742DDC"/>
    <w:rsid w:val="00746109"/>
    <w:rsid w:val="0076364A"/>
    <w:rsid w:val="00765CA0"/>
    <w:rsid w:val="00773953"/>
    <w:rsid w:val="00774E74"/>
    <w:rsid w:val="00775BCB"/>
    <w:rsid w:val="00782596"/>
    <w:rsid w:val="00787670"/>
    <w:rsid w:val="00791E53"/>
    <w:rsid w:val="00795287"/>
    <w:rsid w:val="0079567F"/>
    <w:rsid w:val="00796F10"/>
    <w:rsid w:val="007A2307"/>
    <w:rsid w:val="007B7EE4"/>
    <w:rsid w:val="007C30F5"/>
    <w:rsid w:val="007C73B4"/>
    <w:rsid w:val="007C756B"/>
    <w:rsid w:val="007C7DDA"/>
    <w:rsid w:val="007E0E0E"/>
    <w:rsid w:val="007F164F"/>
    <w:rsid w:val="007F65E2"/>
    <w:rsid w:val="007F6ED4"/>
    <w:rsid w:val="007F7DC2"/>
    <w:rsid w:val="00802F03"/>
    <w:rsid w:val="00805D40"/>
    <w:rsid w:val="00812C8E"/>
    <w:rsid w:val="008136E4"/>
    <w:rsid w:val="00813AE1"/>
    <w:rsid w:val="00815EB0"/>
    <w:rsid w:val="00816B77"/>
    <w:rsid w:val="00820020"/>
    <w:rsid w:val="00831047"/>
    <w:rsid w:val="0083527C"/>
    <w:rsid w:val="00836565"/>
    <w:rsid w:val="008368D8"/>
    <w:rsid w:val="00837428"/>
    <w:rsid w:val="0084073B"/>
    <w:rsid w:val="00843618"/>
    <w:rsid w:val="00843BB5"/>
    <w:rsid w:val="00844CCF"/>
    <w:rsid w:val="008463F7"/>
    <w:rsid w:val="00851CA3"/>
    <w:rsid w:val="008561D0"/>
    <w:rsid w:val="00856AAB"/>
    <w:rsid w:val="0085713F"/>
    <w:rsid w:val="00863E5E"/>
    <w:rsid w:val="00867C8C"/>
    <w:rsid w:val="00870795"/>
    <w:rsid w:val="00872D78"/>
    <w:rsid w:val="0087470B"/>
    <w:rsid w:val="008846AE"/>
    <w:rsid w:val="00885848"/>
    <w:rsid w:val="008875E6"/>
    <w:rsid w:val="008941E8"/>
    <w:rsid w:val="008B0D26"/>
    <w:rsid w:val="008C01DE"/>
    <w:rsid w:val="008C0C42"/>
    <w:rsid w:val="008C1AD9"/>
    <w:rsid w:val="008C343C"/>
    <w:rsid w:val="008C76A8"/>
    <w:rsid w:val="008E08E6"/>
    <w:rsid w:val="008E26FF"/>
    <w:rsid w:val="008E347D"/>
    <w:rsid w:val="008E4C34"/>
    <w:rsid w:val="008E6867"/>
    <w:rsid w:val="008F5B95"/>
    <w:rsid w:val="008F62A4"/>
    <w:rsid w:val="00906320"/>
    <w:rsid w:val="00906759"/>
    <w:rsid w:val="00906E23"/>
    <w:rsid w:val="00907547"/>
    <w:rsid w:val="00914B87"/>
    <w:rsid w:val="00925A36"/>
    <w:rsid w:val="009273BA"/>
    <w:rsid w:val="00927FE8"/>
    <w:rsid w:val="00946D28"/>
    <w:rsid w:val="00953647"/>
    <w:rsid w:val="009624AD"/>
    <w:rsid w:val="00975BE0"/>
    <w:rsid w:val="00976FBD"/>
    <w:rsid w:val="0098514B"/>
    <w:rsid w:val="00986234"/>
    <w:rsid w:val="00987A04"/>
    <w:rsid w:val="00995F64"/>
    <w:rsid w:val="009967B7"/>
    <w:rsid w:val="009B170F"/>
    <w:rsid w:val="009B3531"/>
    <w:rsid w:val="009C0E05"/>
    <w:rsid w:val="009C3B0B"/>
    <w:rsid w:val="009C5BD3"/>
    <w:rsid w:val="009C64F2"/>
    <w:rsid w:val="009D02E5"/>
    <w:rsid w:val="009E23AA"/>
    <w:rsid w:val="009F351B"/>
    <w:rsid w:val="009F373E"/>
    <w:rsid w:val="00A06EEF"/>
    <w:rsid w:val="00A12D55"/>
    <w:rsid w:val="00A17DE8"/>
    <w:rsid w:val="00A23DCD"/>
    <w:rsid w:val="00A27154"/>
    <w:rsid w:val="00A314E7"/>
    <w:rsid w:val="00A3277A"/>
    <w:rsid w:val="00A37C4F"/>
    <w:rsid w:val="00A506E6"/>
    <w:rsid w:val="00A50E13"/>
    <w:rsid w:val="00A55891"/>
    <w:rsid w:val="00A57C33"/>
    <w:rsid w:val="00A746D7"/>
    <w:rsid w:val="00A76971"/>
    <w:rsid w:val="00A81C2B"/>
    <w:rsid w:val="00A8435A"/>
    <w:rsid w:val="00A84469"/>
    <w:rsid w:val="00A84CD3"/>
    <w:rsid w:val="00A84F4E"/>
    <w:rsid w:val="00A855FD"/>
    <w:rsid w:val="00A90010"/>
    <w:rsid w:val="00A9030E"/>
    <w:rsid w:val="00A97425"/>
    <w:rsid w:val="00A97EB3"/>
    <w:rsid w:val="00AA1D05"/>
    <w:rsid w:val="00AB43FA"/>
    <w:rsid w:val="00AB44C5"/>
    <w:rsid w:val="00AB4523"/>
    <w:rsid w:val="00AC5646"/>
    <w:rsid w:val="00AC6E34"/>
    <w:rsid w:val="00AC6F91"/>
    <w:rsid w:val="00AD453F"/>
    <w:rsid w:val="00AD514C"/>
    <w:rsid w:val="00AE1A61"/>
    <w:rsid w:val="00AE1CA4"/>
    <w:rsid w:val="00AE1D10"/>
    <w:rsid w:val="00AE3F94"/>
    <w:rsid w:val="00AE7D28"/>
    <w:rsid w:val="00AF2F46"/>
    <w:rsid w:val="00AF3086"/>
    <w:rsid w:val="00AF44E5"/>
    <w:rsid w:val="00AF70F0"/>
    <w:rsid w:val="00B05E6D"/>
    <w:rsid w:val="00B15DD6"/>
    <w:rsid w:val="00B239CB"/>
    <w:rsid w:val="00B244E8"/>
    <w:rsid w:val="00B253D8"/>
    <w:rsid w:val="00B30F10"/>
    <w:rsid w:val="00B31715"/>
    <w:rsid w:val="00B33F21"/>
    <w:rsid w:val="00B33FE1"/>
    <w:rsid w:val="00B50FDC"/>
    <w:rsid w:val="00B718D0"/>
    <w:rsid w:val="00B73322"/>
    <w:rsid w:val="00B80B02"/>
    <w:rsid w:val="00B81253"/>
    <w:rsid w:val="00B81476"/>
    <w:rsid w:val="00B84BE4"/>
    <w:rsid w:val="00B84E59"/>
    <w:rsid w:val="00B8607F"/>
    <w:rsid w:val="00B869F9"/>
    <w:rsid w:val="00B878ED"/>
    <w:rsid w:val="00B97EE5"/>
    <w:rsid w:val="00BB0AF4"/>
    <w:rsid w:val="00BC1458"/>
    <w:rsid w:val="00BC17C6"/>
    <w:rsid w:val="00BC27EE"/>
    <w:rsid w:val="00BC524B"/>
    <w:rsid w:val="00BC7854"/>
    <w:rsid w:val="00BD0679"/>
    <w:rsid w:val="00BD624A"/>
    <w:rsid w:val="00BD65A2"/>
    <w:rsid w:val="00BE4305"/>
    <w:rsid w:val="00BE5A18"/>
    <w:rsid w:val="00BE61C7"/>
    <w:rsid w:val="00BF078E"/>
    <w:rsid w:val="00BF2D28"/>
    <w:rsid w:val="00BF7132"/>
    <w:rsid w:val="00BF75F1"/>
    <w:rsid w:val="00C06CC6"/>
    <w:rsid w:val="00C16B72"/>
    <w:rsid w:val="00C22762"/>
    <w:rsid w:val="00C255E5"/>
    <w:rsid w:val="00C27591"/>
    <w:rsid w:val="00C33D68"/>
    <w:rsid w:val="00C34660"/>
    <w:rsid w:val="00C45873"/>
    <w:rsid w:val="00C47778"/>
    <w:rsid w:val="00C47A59"/>
    <w:rsid w:val="00C565DA"/>
    <w:rsid w:val="00C57383"/>
    <w:rsid w:val="00C578AC"/>
    <w:rsid w:val="00C63D93"/>
    <w:rsid w:val="00C65B13"/>
    <w:rsid w:val="00C66226"/>
    <w:rsid w:val="00C6699D"/>
    <w:rsid w:val="00C71260"/>
    <w:rsid w:val="00C71D3F"/>
    <w:rsid w:val="00C7697C"/>
    <w:rsid w:val="00C76C3E"/>
    <w:rsid w:val="00C82BFF"/>
    <w:rsid w:val="00C84B4D"/>
    <w:rsid w:val="00C86BD9"/>
    <w:rsid w:val="00CA0927"/>
    <w:rsid w:val="00CA1E79"/>
    <w:rsid w:val="00CA4379"/>
    <w:rsid w:val="00CB2C47"/>
    <w:rsid w:val="00CB3FFB"/>
    <w:rsid w:val="00CB5A8B"/>
    <w:rsid w:val="00CC497B"/>
    <w:rsid w:val="00CD25A3"/>
    <w:rsid w:val="00CD3D18"/>
    <w:rsid w:val="00CE54DC"/>
    <w:rsid w:val="00CE657C"/>
    <w:rsid w:val="00CF60BD"/>
    <w:rsid w:val="00CF6574"/>
    <w:rsid w:val="00D01CAB"/>
    <w:rsid w:val="00D05950"/>
    <w:rsid w:val="00D12548"/>
    <w:rsid w:val="00D14991"/>
    <w:rsid w:val="00D232F6"/>
    <w:rsid w:val="00D236F4"/>
    <w:rsid w:val="00D37EE1"/>
    <w:rsid w:val="00D437AB"/>
    <w:rsid w:val="00D47AD4"/>
    <w:rsid w:val="00D47B2B"/>
    <w:rsid w:val="00D57922"/>
    <w:rsid w:val="00D60E61"/>
    <w:rsid w:val="00D6307F"/>
    <w:rsid w:val="00D655BB"/>
    <w:rsid w:val="00D7613B"/>
    <w:rsid w:val="00D85B61"/>
    <w:rsid w:val="00D8668F"/>
    <w:rsid w:val="00D9424D"/>
    <w:rsid w:val="00DA3EB2"/>
    <w:rsid w:val="00DB5288"/>
    <w:rsid w:val="00DB6195"/>
    <w:rsid w:val="00DB781C"/>
    <w:rsid w:val="00DC0A7D"/>
    <w:rsid w:val="00DC13BD"/>
    <w:rsid w:val="00DC466F"/>
    <w:rsid w:val="00DD0B48"/>
    <w:rsid w:val="00DD5EE8"/>
    <w:rsid w:val="00DF12F7"/>
    <w:rsid w:val="00DF25D8"/>
    <w:rsid w:val="00DF492B"/>
    <w:rsid w:val="00E02A5F"/>
    <w:rsid w:val="00E03764"/>
    <w:rsid w:val="00E03C23"/>
    <w:rsid w:val="00E0424F"/>
    <w:rsid w:val="00E15FC7"/>
    <w:rsid w:val="00E2185E"/>
    <w:rsid w:val="00E35120"/>
    <w:rsid w:val="00E3670F"/>
    <w:rsid w:val="00E4299A"/>
    <w:rsid w:val="00E429BD"/>
    <w:rsid w:val="00E51A08"/>
    <w:rsid w:val="00E5561B"/>
    <w:rsid w:val="00E569A3"/>
    <w:rsid w:val="00E60307"/>
    <w:rsid w:val="00E61652"/>
    <w:rsid w:val="00E770E9"/>
    <w:rsid w:val="00E77960"/>
    <w:rsid w:val="00E81042"/>
    <w:rsid w:val="00E82A9D"/>
    <w:rsid w:val="00E832A4"/>
    <w:rsid w:val="00E907C2"/>
    <w:rsid w:val="00E957BA"/>
    <w:rsid w:val="00E95B34"/>
    <w:rsid w:val="00E96CFA"/>
    <w:rsid w:val="00EA1362"/>
    <w:rsid w:val="00EA2BB2"/>
    <w:rsid w:val="00EA36A0"/>
    <w:rsid w:val="00EA4D61"/>
    <w:rsid w:val="00EB7872"/>
    <w:rsid w:val="00EC2217"/>
    <w:rsid w:val="00EC309D"/>
    <w:rsid w:val="00EC34A7"/>
    <w:rsid w:val="00EC6DCE"/>
    <w:rsid w:val="00ED1211"/>
    <w:rsid w:val="00ED261C"/>
    <w:rsid w:val="00EE01C3"/>
    <w:rsid w:val="00EE32D7"/>
    <w:rsid w:val="00EE4122"/>
    <w:rsid w:val="00EE4DE9"/>
    <w:rsid w:val="00EE7FDF"/>
    <w:rsid w:val="00EF41D5"/>
    <w:rsid w:val="00EF5013"/>
    <w:rsid w:val="00F073EE"/>
    <w:rsid w:val="00F116D3"/>
    <w:rsid w:val="00F2209F"/>
    <w:rsid w:val="00F2430B"/>
    <w:rsid w:val="00F25333"/>
    <w:rsid w:val="00F30972"/>
    <w:rsid w:val="00F313AD"/>
    <w:rsid w:val="00F32CDF"/>
    <w:rsid w:val="00F510A3"/>
    <w:rsid w:val="00F51E04"/>
    <w:rsid w:val="00F61761"/>
    <w:rsid w:val="00F65589"/>
    <w:rsid w:val="00F72BD5"/>
    <w:rsid w:val="00F73FA6"/>
    <w:rsid w:val="00F84D14"/>
    <w:rsid w:val="00F86D82"/>
    <w:rsid w:val="00F94652"/>
    <w:rsid w:val="00F971F1"/>
    <w:rsid w:val="00FA7746"/>
    <w:rsid w:val="00FB1187"/>
    <w:rsid w:val="00FB4910"/>
    <w:rsid w:val="00FB70B4"/>
    <w:rsid w:val="00FC53AE"/>
    <w:rsid w:val="00FD0317"/>
    <w:rsid w:val="00FD087C"/>
    <w:rsid w:val="00FD096E"/>
    <w:rsid w:val="00FD73D7"/>
    <w:rsid w:val="00FE2C9D"/>
    <w:rsid w:val="00FE3022"/>
    <w:rsid w:val="00FF17E8"/>
    <w:rsid w:val="00FF196A"/>
    <w:rsid w:val="00FF4F58"/>
    <w:rsid w:val="15D8C7D5"/>
    <w:rsid w:val="35D1F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2C6E7"/>
  <w15:chartTrackingRefBased/>
  <w15:docId w15:val="{FBB348A0-9017-45C1-A50E-6CA077CE5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361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PROVERE 1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aliases w:val="PROVERE 1 Caráter"/>
    <w:basedOn w:val="Tipodeletrapredefinidodopargrafo"/>
    <w:link w:val="PargrafodaLista"/>
    <w:uiPriority w:val="34"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paragraph" w:customStyle="1" w:styleId="Default">
    <w:name w:val="Default"/>
    <w:rsid w:val="000973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he-IL"/>
    </w:rPr>
  </w:style>
  <w:style w:type="table" w:customStyle="1" w:styleId="TabelacomGrelha1">
    <w:name w:val="Tabela com Grelha1"/>
    <w:basedOn w:val="Tabelanormal"/>
    <w:next w:val="TabelacomGrelha"/>
    <w:uiPriority w:val="59"/>
    <w:rsid w:val="00146772"/>
    <w:pPr>
      <w:spacing w:after="0" w:line="240" w:lineRule="auto"/>
    </w:pPr>
    <w:rPr>
      <w:rFonts w:ascii="Times New Roman" w:hAnsi="Times New Roman" w:cs="Times New Roman"/>
      <w:kern w:val="2"/>
      <w:lang w:val="en-GB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1-Realizacoes">
    <w:name w:val="A_R1-Realizacoes"/>
    <w:basedOn w:val="PargrafodaLista"/>
    <w:qFormat/>
    <w:rsid w:val="00A90010"/>
    <w:pPr>
      <w:numPr>
        <w:numId w:val="16"/>
      </w:numPr>
      <w:tabs>
        <w:tab w:val="num" w:pos="360"/>
      </w:tabs>
      <w:spacing w:before="120" w:after="0" w:line="276" w:lineRule="auto"/>
      <w:ind w:left="357" w:hanging="357"/>
      <w:contextualSpacing w:val="0"/>
    </w:pPr>
    <w:rPr>
      <w:rFonts w:ascii="Verdana Pro Light" w:eastAsia="Verdana Pro Light" w:hAnsi="Verdana Pro Light" w:cs="Verdana Pro Light"/>
      <w:sz w:val="18"/>
      <w:szCs w:val="18"/>
      <w:lang w:eastAsia="pt-P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4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unos\Desktop\REVER\ANQEP\MAPA_FUNCIONAL\PRODUCAO_C_I_UC\Template_RC_Nova_%20N2_N4_2022_04_21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6B832AD590054A854358AEEE2146A5" ma:contentTypeVersion="6" ma:contentTypeDescription="Criar um novo documento." ma:contentTypeScope="" ma:versionID="9dcd55c788e7f94a02f155f2b5ce7a3e">
  <xsd:schema xmlns:xsd="http://www.w3.org/2001/XMLSchema" xmlns:xs="http://www.w3.org/2001/XMLSchema" xmlns:p="http://schemas.microsoft.com/office/2006/metadata/properties" xmlns:ns2="64401f7a-f939-44ea-bdfb-cd1a26369ea5" xmlns:ns3="bea84cbd-f23c-4a56-ab15-97a4ac4696c3" targetNamespace="http://schemas.microsoft.com/office/2006/metadata/properties" ma:root="true" ma:fieldsID="03da1fca94445455296d73adf2b75fa3" ns2:_="" ns3:_="">
    <xsd:import namespace="64401f7a-f939-44ea-bdfb-cd1a26369ea5"/>
    <xsd:import namespace="bea84cbd-f23c-4a56-ab15-97a4ac4696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01f7a-f939-44ea-bdfb-cd1a26369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84cbd-f23c-4a56-ab15-97a4ac469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EF60D-B3D5-4B32-8B9C-753C3E6588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71D624-D21C-41BC-ABFB-1FC28CE77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401f7a-f939-44ea-bdfb-cd1a26369ea5"/>
    <ds:schemaRef ds:uri="bea84cbd-f23c-4a56-ab15-97a4ac469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8FD518-14F3-448C-9F2B-0681916E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Template_RC_Nova_ N2_N4_2022_04_21</Template>
  <TotalTime>3</TotalTime>
  <Pages>110</Pages>
  <Words>21564</Words>
  <Characters>116446</Characters>
  <Application>Microsoft Office Word</Application>
  <DocSecurity>0</DocSecurity>
  <Lines>970</Lines>
  <Paragraphs>275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Alunos</dc:creator>
  <cp:keywords/>
  <dc:description/>
  <cp:lastModifiedBy>Maria Álvares</cp:lastModifiedBy>
  <cp:revision>7</cp:revision>
  <dcterms:created xsi:type="dcterms:W3CDTF">2024-02-26T16:22:00Z</dcterms:created>
  <dcterms:modified xsi:type="dcterms:W3CDTF">2024-02-29T12:35:00Z</dcterms:modified>
</cp:coreProperties>
</file>